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5AF" w:rsidRDefault="002D31CA" w:rsidP="00C544BA">
      <w:r>
        <w:rPr>
          <w:rFonts w:ascii="Calibri" w:hAnsi="Calibri" w:cs="Calibri"/>
          <w:noProof/>
          <w:color w:val="1F497D"/>
        </w:rPr>
        <w:drawing>
          <wp:inline distT="0" distB="0" distL="0" distR="0" wp14:anchorId="0CF3670D" wp14:editId="70C50F8C">
            <wp:extent cx="862330" cy="767715"/>
            <wp:effectExtent l="0" t="0" r="0" b="0"/>
            <wp:docPr id="2" name="Image 2" descr="ACPR B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ACPR BDF"/>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862330" cy="767715"/>
                    </a:xfrm>
                    <a:prstGeom prst="rect">
                      <a:avLst/>
                    </a:prstGeom>
                    <a:noFill/>
                    <a:ln>
                      <a:noFill/>
                    </a:ln>
                  </pic:spPr>
                </pic:pic>
              </a:graphicData>
            </a:graphic>
          </wp:inline>
        </w:drawing>
      </w:r>
      <w:r w:rsidR="00D61A70">
        <w:t xml:space="preserve"> </w:t>
      </w:r>
    </w:p>
    <w:p w:rsidR="002D31CA" w:rsidRPr="007A3845" w:rsidRDefault="002D31CA" w:rsidP="002D31CA">
      <w:pPr>
        <w:jc w:val="center"/>
        <w:rPr>
          <w:rFonts w:ascii="Arial" w:hAnsi="Arial" w:cs="Arial"/>
          <w:b/>
          <w:color w:val="003B8E"/>
          <w:sz w:val="32"/>
          <w:szCs w:val="32"/>
        </w:rPr>
      </w:pPr>
      <w:r>
        <w:rPr>
          <w:rFonts w:ascii="Arial" w:hAnsi="Arial" w:cs="Arial"/>
          <w:b/>
          <w:color w:val="003B8E"/>
          <w:sz w:val="32"/>
          <w:szCs w:val="32"/>
        </w:rPr>
        <w:t>Guide méthodologique</w:t>
      </w:r>
    </w:p>
    <w:p w:rsidR="002D31CA" w:rsidRPr="007A3845" w:rsidRDefault="00446A3F" w:rsidP="002D31CA">
      <w:pPr>
        <w:jc w:val="center"/>
        <w:rPr>
          <w:rFonts w:ascii="Arial" w:hAnsi="Arial" w:cs="Arial"/>
          <w:b/>
          <w:color w:val="003B8E"/>
          <w:sz w:val="32"/>
          <w:szCs w:val="32"/>
        </w:rPr>
      </w:pPr>
      <w:r>
        <w:rPr>
          <w:rFonts w:ascii="Arial" w:hAnsi="Arial" w:cs="Arial"/>
          <w:b/>
          <w:color w:val="003B8E"/>
          <w:sz w:val="32"/>
          <w:szCs w:val="32"/>
        </w:rPr>
        <w:t xml:space="preserve">Utilisation </w:t>
      </w:r>
      <w:bookmarkStart w:id="0" w:name="_GoBack"/>
      <w:bookmarkEnd w:id="0"/>
      <w:r w:rsidR="00202BEF">
        <w:rPr>
          <w:rFonts w:ascii="Arial" w:hAnsi="Arial" w:cs="Arial"/>
          <w:b/>
          <w:color w:val="003B8E"/>
          <w:sz w:val="32"/>
          <w:szCs w:val="32"/>
        </w:rPr>
        <w:t>de</w:t>
      </w:r>
      <w:r w:rsidR="000D68DB">
        <w:rPr>
          <w:rFonts w:ascii="Arial" w:hAnsi="Arial" w:cs="Arial"/>
          <w:b/>
          <w:color w:val="003B8E"/>
          <w:sz w:val="32"/>
          <w:szCs w:val="32"/>
        </w:rPr>
        <w:t xml:space="preserve">s </w:t>
      </w:r>
      <w:r w:rsidR="00202BEF">
        <w:rPr>
          <w:rFonts w:ascii="Arial" w:hAnsi="Arial" w:cs="Arial"/>
          <w:b/>
          <w:color w:val="003B8E"/>
          <w:sz w:val="32"/>
          <w:szCs w:val="32"/>
        </w:rPr>
        <w:t>état</w:t>
      </w:r>
      <w:r w:rsidR="000D68DB">
        <w:rPr>
          <w:rFonts w:ascii="Arial" w:hAnsi="Arial" w:cs="Arial"/>
          <w:b/>
          <w:color w:val="003B8E"/>
          <w:sz w:val="32"/>
          <w:szCs w:val="32"/>
        </w:rPr>
        <w:t>s</w:t>
      </w:r>
      <w:r w:rsidR="00202BEF">
        <w:rPr>
          <w:rFonts w:ascii="Arial" w:hAnsi="Arial" w:cs="Arial"/>
          <w:b/>
          <w:color w:val="003B8E"/>
          <w:sz w:val="32"/>
          <w:szCs w:val="32"/>
        </w:rPr>
        <w:t xml:space="preserve"> « </w:t>
      </w:r>
      <w:r w:rsidR="00202BEF" w:rsidRPr="00202BEF">
        <w:rPr>
          <w:rFonts w:ascii="Arial" w:hAnsi="Arial" w:cs="Arial"/>
          <w:b/>
          <w:color w:val="003B8E"/>
          <w:sz w:val="32"/>
          <w:szCs w:val="32"/>
        </w:rPr>
        <w:t>Contenu de la remise</w:t>
      </w:r>
      <w:r w:rsidR="00202BEF">
        <w:rPr>
          <w:rFonts w:ascii="Arial" w:hAnsi="Arial" w:cs="Arial"/>
          <w:b/>
          <w:color w:val="003B8E"/>
          <w:sz w:val="32"/>
          <w:szCs w:val="32"/>
        </w:rPr>
        <w:t> » et « </w:t>
      </w:r>
      <w:r w:rsidR="00202BEF" w:rsidRPr="00202BEF">
        <w:rPr>
          <w:rFonts w:ascii="Arial" w:hAnsi="Arial" w:cs="Arial"/>
          <w:b/>
          <w:color w:val="003B8E"/>
          <w:sz w:val="32"/>
          <w:szCs w:val="32"/>
        </w:rPr>
        <w:t>Informations de base</w:t>
      </w:r>
      <w:r w:rsidR="00202BEF">
        <w:rPr>
          <w:rFonts w:ascii="Arial" w:hAnsi="Arial" w:cs="Arial"/>
          <w:b/>
          <w:color w:val="003B8E"/>
          <w:sz w:val="32"/>
          <w:szCs w:val="32"/>
        </w:rPr>
        <w:t> »</w:t>
      </w:r>
      <w:r w:rsidR="00F056F6">
        <w:rPr>
          <w:rFonts w:ascii="Arial" w:hAnsi="Arial" w:cs="Arial"/>
          <w:b/>
          <w:color w:val="003B8E"/>
          <w:sz w:val="32"/>
          <w:szCs w:val="32"/>
        </w:rPr>
        <w:t xml:space="preserve"> </w:t>
      </w:r>
      <w:r w:rsidR="00E453E8">
        <w:rPr>
          <w:rFonts w:ascii="Arial" w:hAnsi="Arial" w:cs="Arial"/>
          <w:b/>
          <w:color w:val="003B8E"/>
          <w:sz w:val="32"/>
          <w:szCs w:val="32"/>
        </w:rPr>
        <w:t>–</w:t>
      </w:r>
      <w:r w:rsidR="00F056F6">
        <w:rPr>
          <w:rFonts w:ascii="Arial" w:hAnsi="Arial" w:cs="Arial"/>
          <w:b/>
          <w:color w:val="003B8E"/>
          <w:sz w:val="32"/>
          <w:szCs w:val="32"/>
        </w:rPr>
        <w:t xml:space="preserve"> FR.</w:t>
      </w:r>
      <w:r w:rsidR="00202BEF">
        <w:rPr>
          <w:rFonts w:ascii="Arial" w:hAnsi="Arial" w:cs="Arial"/>
          <w:b/>
          <w:color w:val="003B8E"/>
          <w:sz w:val="32"/>
          <w:szCs w:val="32"/>
        </w:rPr>
        <w:t>01.01/FR.01.02</w:t>
      </w:r>
    </w:p>
    <w:p w:rsidR="002D31CA" w:rsidRDefault="002D31CA" w:rsidP="00C544BA"/>
    <w:p w:rsidR="008A1581" w:rsidRDefault="008A1581" w:rsidP="00D61A70"/>
    <w:p w:rsidR="000D68DB" w:rsidRDefault="00E453E8" w:rsidP="00D61A70">
      <w:r>
        <w:t xml:space="preserve">Les états </w:t>
      </w:r>
      <w:r w:rsidR="000D68DB">
        <w:t>FR.01.01 (« </w:t>
      </w:r>
      <w:r w:rsidR="000D68DB" w:rsidRPr="000D68DB">
        <w:rPr>
          <w:i/>
        </w:rPr>
        <w:t>Contenu de la remise</w:t>
      </w:r>
      <w:r w:rsidR="000D68DB">
        <w:t> ») et FR.01.02 (« </w:t>
      </w:r>
      <w:r w:rsidR="000D68DB" w:rsidRPr="000D68DB">
        <w:rPr>
          <w:i/>
        </w:rPr>
        <w:t>Informations de base</w:t>
      </w:r>
      <w:r w:rsidR="000D68DB">
        <w:t xml:space="preserve"> ») </w:t>
      </w:r>
      <w:r>
        <w:t xml:space="preserve">contiennent </w:t>
      </w:r>
      <w:r w:rsidR="000D68DB">
        <w:t xml:space="preserve">des informations que les organismes relevant du régime « Solvabilité II » doivent communiquer avec </w:t>
      </w:r>
      <w:r w:rsidR="005A4E44">
        <w:t>les</w:t>
      </w:r>
      <w:r w:rsidR="000D68DB">
        <w:t xml:space="preserve"> autres données XBRL du </w:t>
      </w:r>
      <w:r w:rsidR="000D68DB" w:rsidRPr="000D68DB">
        <w:rPr>
          <w:i/>
        </w:rPr>
        <w:t>reporting</w:t>
      </w:r>
      <w:r w:rsidR="000D68DB">
        <w:t xml:space="preserve"> national spécifique</w:t>
      </w:r>
      <w:r w:rsidR="00CE0374">
        <w:t xml:space="preserve"> afin de donner des informations sur </w:t>
      </w:r>
      <w:r>
        <w:t>le contenu</w:t>
      </w:r>
      <w:r w:rsidR="008A1581">
        <w:t xml:space="preserve"> de leur </w:t>
      </w:r>
      <w:proofErr w:type="spellStart"/>
      <w:r w:rsidR="008A1581" w:rsidRPr="008A1581">
        <w:rPr>
          <w:i/>
        </w:rPr>
        <w:t>reporting</w:t>
      </w:r>
      <w:proofErr w:type="spellEnd"/>
      <w:r w:rsidR="008A1581">
        <w:t xml:space="preserve"> et sur eux-mêmes</w:t>
      </w:r>
      <w:r w:rsidR="00C8692D">
        <w:t>, en application de l’instruction 2016-I-16</w:t>
      </w:r>
      <w:r w:rsidR="000D68DB">
        <w:t> :</w:t>
      </w:r>
    </w:p>
    <w:p w:rsidR="000D68DB" w:rsidRDefault="00E453E8" w:rsidP="000D68DB">
      <w:pPr>
        <w:pStyle w:val="Paragraphedeliste"/>
        <w:numPr>
          <w:ilvl w:val="0"/>
          <w:numId w:val="11"/>
        </w:numPr>
      </w:pPr>
      <w:r>
        <w:t xml:space="preserve">L’état </w:t>
      </w:r>
      <w:r w:rsidR="000D68DB">
        <w:t xml:space="preserve">FR.01.01 remplit une fonction comparable à </w:t>
      </w:r>
      <w:r>
        <w:t xml:space="preserve">l’état </w:t>
      </w:r>
      <w:r w:rsidR="000D68DB">
        <w:t xml:space="preserve">S.01.01 du </w:t>
      </w:r>
      <w:proofErr w:type="spellStart"/>
      <w:r w:rsidR="000D68DB" w:rsidRPr="000D68DB">
        <w:rPr>
          <w:i/>
        </w:rPr>
        <w:t>reporting</w:t>
      </w:r>
      <w:proofErr w:type="spellEnd"/>
      <w:r w:rsidR="000D68DB">
        <w:t xml:space="preserve"> Solvabilité II en indiquant, pour chaque état, sa situation (reporté/non reporté).</w:t>
      </w:r>
    </w:p>
    <w:p w:rsidR="007D6140" w:rsidRPr="000D68DB" w:rsidRDefault="00E453E8" w:rsidP="000D68DB">
      <w:pPr>
        <w:pStyle w:val="Paragraphedeliste"/>
        <w:numPr>
          <w:ilvl w:val="0"/>
          <w:numId w:val="11"/>
        </w:numPr>
      </w:pPr>
      <w:r>
        <w:t xml:space="preserve">L’état </w:t>
      </w:r>
      <w:r w:rsidR="000D68DB">
        <w:t xml:space="preserve">FR.01.02 remplit une fonction comparable à </w:t>
      </w:r>
      <w:r>
        <w:t xml:space="preserve">l’état </w:t>
      </w:r>
      <w:r w:rsidR="000D68DB">
        <w:t xml:space="preserve">S.01.02 du </w:t>
      </w:r>
      <w:proofErr w:type="spellStart"/>
      <w:r w:rsidR="000D68DB" w:rsidRPr="000D68DB">
        <w:rPr>
          <w:i/>
        </w:rPr>
        <w:t>reporting</w:t>
      </w:r>
      <w:proofErr w:type="spellEnd"/>
      <w:r w:rsidR="000D68DB">
        <w:t xml:space="preserve"> Solvabilité II en indiquant plusieurs informations sur l’état civil de l’organisme d’assurance</w:t>
      </w:r>
      <w:r w:rsidR="008A1581">
        <w:t xml:space="preserve"> et la date de son </w:t>
      </w:r>
      <w:r w:rsidR="008A1581" w:rsidRPr="008A1581">
        <w:rPr>
          <w:i/>
        </w:rPr>
        <w:t>reporting</w:t>
      </w:r>
      <w:r w:rsidR="000D68DB">
        <w:t>.</w:t>
      </w:r>
    </w:p>
    <w:p w:rsidR="00202BEF" w:rsidRDefault="00202BEF" w:rsidP="00D61A70">
      <w:pPr>
        <w:rPr>
          <w:b/>
        </w:rPr>
      </w:pPr>
    </w:p>
    <w:p w:rsidR="00CE0374" w:rsidRPr="00CE0374" w:rsidRDefault="00CE0374" w:rsidP="00D61A70">
      <w:r w:rsidRPr="00CE0374">
        <w:t xml:space="preserve">Les organismes </w:t>
      </w:r>
      <w:r>
        <w:t>ne relevant pas du régime « Solvabilité II » ne doivent pas les communiquer.</w:t>
      </w:r>
    </w:p>
    <w:p w:rsidR="00CE0374" w:rsidRDefault="00CE0374">
      <w:pPr>
        <w:jc w:val="left"/>
        <w:rPr>
          <w:rFonts w:ascii="Arial" w:hAnsi="Arial" w:cs="Arial"/>
          <w:b/>
          <w:sz w:val="32"/>
          <w:szCs w:val="32"/>
        </w:rPr>
      </w:pPr>
      <w:r>
        <w:rPr>
          <w:rFonts w:ascii="Arial" w:hAnsi="Arial" w:cs="Arial"/>
          <w:b/>
          <w:sz w:val="32"/>
          <w:szCs w:val="32"/>
        </w:rPr>
        <w:br w:type="page"/>
      </w:r>
    </w:p>
    <w:p w:rsidR="007D6140" w:rsidRPr="002D31CA" w:rsidRDefault="000D68DB" w:rsidP="007D6140">
      <w:pPr>
        <w:pStyle w:val="Paragraphedeliste"/>
        <w:numPr>
          <w:ilvl w:val="0"/>
          <w:numId w:val="9"/>
        </w:numPr>
        <w:rPr>
          <w:rFonts w:ascii="Arial" w:hAnsi="Arial" w:cs="Arial"/>
          <w:b/>
          <w:sz w:val="32"/>
          <w:szCs w:val="32"/>
        </w:rPr>
      </w:pPr>
      <w:r>
        <w:rPr>
          <w:rFonts w:ascii="Arial" w:hAnsi="Arial" w:cs="Arial"/>
          <w:b/>
          <w:sz w:val="32"/>
          <w:szCs w:val="32"/>
        </w:rPr>
        <w:lastRenderedPageBreak/>
        <w:t>FR.01.01</w:t>
      </w:r>
      <w:r w:rsidR="00994B09">
        <w:rPr>
          <w:rFonts w:ascii="Arial" w:hAnsi="Arial" w:cs="Arial"/>
          <w:b/>
          <w:sz w:val="32"/>
          <w:szCs w:val="32"/>
        </w:rPr>
        <w:t xml:space="preserve"> </w:t>
      </w:r>
      <w:r w:rsidR="00871B4C">
        <w:rPr>
          <w:rFonts w:ascii="Arial" w:hAnsi="Arial" w:cs="Arial"/>
          <w:b/>
          <w:sz w:val="32"/>
          <w:szCs w:val="32"/>
        </w:rPr>
        <w:t>–</w:t>
      </w:r>
      <w:r w:rsidR="00994B09">
        <w:rPr>
          <w:rFonts w:ascii="Arial" w:hAnsi="Arial" w:cs="Arial"/>
          <w:b/>
          <w:sz w:val="32"/>
          <w:szCs w:val="32"/>
        </w:rPr>
        <w:t xml:space="preserve"> définition</w:t>
      </w:r>
    </w:p>
    <w:p w:rsidR="007D6140" w:rsidRDefault="007D6140" w:rsidP="00D61A70">
      <w:pPr>
        <w:rPr>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843"/>
        <w:gridCol w:w="5103"/>
      </w:tblGrid>
      <w:tr w:rsidR="00DE17B3" w:rsidRPr="000A4097" w:rsidTr="00124EEB">
        <w:trPr>
          <w:trHeight w:val="243"/>
        </w:trPr>
        <w:tc>
          <w:tcPr>
            <w:tcW w:w="2376" w:type="dxa"/>
          </w:tcPr>
          <w:p w:rsidR="00DE17B3" w:rsidRPr="000A4097" w:rsidRDefault="00DE17B3" w:rsidP="00B406DE">
            <w:pPr>
              <w:snapToGrid w:val="0"/>
              <w:jc w:val="center"/>
              <w:rPr>
                <w:b/>
              </w:rPr>
            </w:pPr>
            <w:r w:rsidRPr="000A4097">
              <w:rPr>
                <w:b/>
              </w:rPr>
              <w:t>INTITUL</w:t>
            </w:r>
            <w:r w:rsidR="00871B4C">
              <w:rPr>
                <w:b/>
              </w:rPr>
              <w:t>É</w:t>
            </w:r>
          </w:p>
        </w:tc>
        <w:tc>
          <w:tcPr>
            <w:tcW w:w="1843" w:type="dxa"/>
          </w:tcPr>
          <w:p w:rsidR="00DE17B3" w:rsidRPr="000A4097" w:rsidRDefault="00994B09" w:rsidP="00994B09">
            <w:pPr>
              <w:snapToGrid w:val="0"/>
              <w:jc w:val="center"/>
              <w:rPr>
                <w:b/>
              </w:rPr>
            </w:pPr>
            <w:r>
              <w:rPr>
                <w:b/>
              </w:rPr>
              <w:t>CODE</w:t>
            </w:r>
            <w:r w:rsidR="00DE17B3" w:rsidRPr="000A4097">
              <w:rPr>
                <w:b/>
              </w:rPr>
              <w:t xml:space="preserve"> D</w:t>
            </w:r>
            <w:r>
              <w:rPr>
                <w:b/>
              </w:rPr>
              <w:t>U CHAMPS</w:t>
            </w:r>
          </w:p>
        </w:tc>
        <w:tc>
          <w:tcPr>
            <w:tcW w:w="5103" w:type="dxa"/>
          </w:tcPr>
          <w:p w:rsidR="00DE17B3" w:rsidRPr="000A4097" w:rsidRDefault="00DE17B3" w:rsidP="00871B4C">
            <w:pPr>
              <w:snapToGrid w:val="0"/>
              <w:jc w:val="center"/>
              <w:rPr>
                <w:b/>
              </w:rPr>
            </w:pPr>
            <w:r w:rsidRPr="000A4097">
              <w:rPr>
                <w:b/>
              </w:rPr>
              <w:t>D</w:t>
            </w:r>
            <w:r w:rsidR="00871B4C">
              <w:rPr>
                <w:b/>
              </w:rPr>
              <w:t>É</w:t>
            </w:r>
            <w:r w:rsidRPr="000A4097">
              <w:rPr>
                <w:b/>
              </w:rPr>
              <w:t>FINITION</w:t>
            </w:r>
            <w:r w:rsidR="001D7CEA">
              <w:rPr>
                <w:b/>
              </w:rPr>
              <w:t xml:space="preserve"> ET </w:t>
            </w:r>
            <w:r w:rsidR="00871B4C">
              <w:rPr>
                <w:b/>
              </w:rPr>
              <w:t>CONTRÔLE</w:t>
            </w:r>
          </w:p>
        </w:tc>
      </w:tr>
      <w:tr w:rsidR="0012127E" w:rsidRPr="00774C22" w:rsidTr="00532C03">
        <w:trPr>
          <w:trHeight w:val="1202"/>
        </w:trPr>
        <w:tc>
          <w:tcPr>
            <w:tcW w:w="2376" w:type="dxa"/>
            <w:vAlign w:val="center"/>
          </w:tcPr>
          <w:p w:rsidR="0012127E" w:rsidRDefault="0012127E" w:rsidP="00532C03">
            <w:pPr>
              <w:snapToGrid w:val="0"/>
              <w:jc w:val="center"/>
            </w:pPr>
          </w:p>
          <w:p w:rsidR="0012127E" w:rsidRDefault="0012127E" w:rsidP="00532C03">
            <w:pPr>
              <w:snapToGrid w:val="0"/>
              <w:jc w:val="center"/>
            </w:pPr>
          </w:p>
          <w:p w:rsidR="0012127E" w:rsidRPr="00774C22" w:rsidRDefault="000D68DB" w:rsidP="00532C03">
            <w:pPr>
              <w:snapToGrid w:val="0"/>
              <w:jc w:val="center"/>
            </w:pPr>
            <w:r>
              <w:t xml:space="preserve">Liste des états du </w:t>
            </w:r>
            <w:r w:rsidRPr="000D68DB">
              <w:rPr>
                <w:i/>
              </w:rPr>
              <w:t>reporting</w:t>
            </w:r>
            <w:r>
              <w:t xml:space="preserve"> national spécifique</w:t>
            </w:r>
          </w:p>
          <w:p w:rsidR="0012127E" w:rsidRPr="00774C22" w:rsidRDefault="0012127E" w:rsidP="00532C03">
            <w:pPr>
              <w:snapToGrid w:val="0"/>
              <w:jc w:val="center"/>
            </w:pPr>
          </w:p>
          <w:p w:rsidR="0012127E" w:rsidRPr="00774C22" w:rsidRDefault="0012127E" w:rsidP="00532C03">
            <w:pPr>
              <w:snapToGrid w:val="0"/>
              <w:jc w:val="center"/>
            </w:pPr>
          </w:p>
        </w:tc>
        <w:tc>
          <w:tcPr>
            <w:tcW w:w="1843" w:type="dxa"/>
            <w:vAlign w:val="center"/>
          </w:tcPr>
          <w:p w:rsidR="0012127E" w:rsidRPr="00774C22" w:rsidRDefault="000D68DB" w:rsidP="0012127E">
            <w:pPr>
              <w:snapToGrid w:val="0"/>
              <w:jc w:val="center"/>
            </w:pPr>
            <w:r>
              <w:t>C0010/R0010 à C0010/R0450</w:t>
            </w:r>
          </w:p>
        </w:tc>
        <w:tc>
          <w:tcPr>
            <w:tcW w:w="5103" w:type="dxa"/>
          </w:tcPr>
          <w:p w:rsidR="0012127E" w:rsidRDefault="000D68DB" w:rsidP="00F82E11">
            <w:pPr>
              <w:snapToGrid w:val="0"/>
            </w:pPr>
            <w:r>
              <w:t>Liste des états</w:t>
            </w:r>
            <w:r w:rsidR="00CE0374">
              <w:t xml:space="preserve"> </w:t>
            </w:r>
            <w:r w:rsidR="00871B4C">
              <w:t>de la remise</w:t>
            </w:r>
            <w:r>
              <w:t>. À chaque fois, l’organisme doit choisir</w:t>
            </w:r>
            <w:r w:rsidR="00871B4C">
              <w:t xml:space="preserve"> une de ces deux o</w:t>
            </w:r>
            <w:r w:rsidR="00701750">
              <w:t>p</w:t>
            </w:r>
            <w:r w:rsidR="00871B4C">
              <w:t>tions</w:t>
            </w:r>
            <w:r>
              <w:t> :</w:t>
            </w:r>
          </w:p>
          <w:p w:rsidR="000D68DB" w:rsidRPr="000D68DB" w:rsidRDefault="000D68DB" w:rsidP="000D68DB">
            <w:pPr>
              <w:pStyle w:val="Paragraphedeliste"/>
              <w:numPr>
                <w:ilvl w:val="0"/>
                <w:numId w:val="12"/>
              </w:numPr>
              <w:snapToGrid w:val="0"/>
              <w:rPr>
                <w:i/>
              </w:rPr>
            </w:pPr>
            <w:r w:rsidRPr="000D68DB">
              <w:rPr>
                <w:i/>
              </w:rPr>
              <w:t>Reporté</w:t>
            </w:r>
          </w:p>
          <w:p w:rsidR="000D68DB" w:rsidRPr="000D68DB" w:rsidRDefault="000D68DB" w:rsidP="000D68DB">
            <w:pPr>
              <w:pStyle w:val="Paragraphedeliste"/>
              <w:numPr>
                <w:ilvl w:val="0"/>
                <w:numId w:val="12"/>
              </w:numPr>
              <w:snapToGrid w:val="0"/>
              <w:rPr>
                <w:i/>
              </w:rPr>
            </w:pPr>
            <w:r w:rsidRPr="000D68DB">
              <w:rPr>
                <w:i/>
              </w:rPr>
              <w:t>Non reporté</w:t>
            </w:r>
          </w:p>
          <w:p w:rsidR="000D68DB" w:rsidRDefault="000D68DB" w:rsidP="00871B4C">
            <w:pPr>
              <w:snapToGrid w:val="0"/>
            </w:pPr>
            <w:r>
              <w:t>Même si l’organisme n’est</w:t>
            </w:r>
            <w:r w:rsidR="00871B4C">
              <w:t>,</w:t>
            </w:r>
            <w:r>
              <w:t xml:space="preserve"> par nature</w:t>
            </w:r>
            <w:r w:rsidR="00871B4C">
              <w:t>,</w:t>
            </w:r>
            <w:r>
              <w:t xml:space="preserve"> pas concerné par la remise </w:t>
            </w:r>
            <w:r w:rsidR="00871B4C">
              <w:t xml:space="preserve">des données </w:t>
            </w:r>
            <w:r>
              <w:t>d’un état particulier, il doit indiquer « </w:t>
            </w:r>
            <w:r w:rsidRPr="000D68DB">
              <w:rPr>
                <w:i/>
              </w:rPr>
              <w:t>non reporté</w:t>
            </w:r>
            <w:r>
              <w:t> »</w:t>
            </w:r>
            <w:r w:rsidR="00CE0374">
              <w:t xml:space="preserve"> (</w:t>
            </w:r>
            <w:r w:rsidR="00871B4C">
              <w:t>données obligatoire</w:t>
            </w:r>
            <w:r w:rsidR="00CE0374">
              <w:t>)</w:t>
            </w:r>
            <w:r>
              <w:t>.</w:t>
            </w:r>
          </w:p>
          <w:p w:rsidR="00871B4C" w:rsidRDefault="00871B4C" w:rsidP="00871B4C">
            <w:pPr>
              <w:snapToGrid w:val="0"/>
            </w:pPr>
          </w:p>
          <w:p w:rsidR="00871B4C" w:rsidRPr="00774C22" w:rsidRDefault="00871B4C" w:rsidP="00701750">
            <w:pPr>
              <w:snapToGrid w:val="0"/>
            </w:pPr>
            <w:r>
              <w:t>La cohérence entre chaque valeur rapportée et l’indicateur de remi</w:t>
            </w:r>
            <w:r w:rsidR="00701750">
              <w:t>s</w:t>
            </w:r>
            <w:r>
              <w:t xml:space="preserve">e correspondant </w:t>
            </w:r>
            <w:r w:rsidR="00701750">
              <w:t>est</w:t>
            </w:r>
            <w:r>
              <w:t xml:space="preserve"> contrôlée.</w:t>
            </w:r>
          </w:p>
        </w:tc>
      </w:tr>
    </w:tbl>
    <w:p w:rsidR="00994B09" w:rsidRDefault="00994B09">
      <w:pPr>
        <w:jc w:val="left"/>
      </w:pPr>
    </w:p>
    <w:p w:rsidR="00994B09" w:rsidRPr="00994B09" w:rsidRDefault="00994B09" w:rsidP="00994B09">
      <w:pPr>
        <w:pStyle w:val="Paragraphedeliste"/>
        <w:numPr>
          <w:ilvl w:val="0"/>
          <w:numId w:val="9"/>
        </w:numPr>
        <w:rPr>
          <w:rFonts w:ascii="Arial" w:hAnsi="Arial" w:cs="Arial"/>
          <w:b/>
          <w:sz w:val="32"/>
          <w:szCs w:val="32"/>
        </w:rPr>
      </w:pPr>
      <w:r w:rsidRPr="00994B09">
        <w:rPr>
          <w:rFonts w:ascii="Arial" w:hAnsi="Arial" w:cs="Arial"/>
          <w:b/>
          <w:sz w:val="32"/>
          <w:szCs w:val="32"/>
        </w:rPr>
        <w:t>FR.01.01 –</w:t>
      </w:r>
      <w:r>
        <w:rPr>
          <w:rFonts w:ascii="Arial" w:hAnsi="Arial" w:cs="Arial"/>
          <w:b/>
          <w:sz w:val="32"/>
          <w:szCs w:val="32"/>
        </w:rPr>
        <w:t xml:space="preserve"> tableau</w:t>
      </w:r>
    </w:p>
    <w:p w:rsidR="00994B09" w:rsidRDefault="00994B09" w:rsidP="00994B09"/>
    <w:p w:rsidR="007E6256" w:rsidRDefault="008D4C4C" w:rsidP="00994B09">
      <w:r w:rsidRPr="008D4C4C">
        <w:rPr>
          <w:noProof/>
        </w:rPr>
        <w:drawing>
          <wp:inline distT="0" distB="0" distL="0" distR="0" wp14:anchorId="707C47E5" wp14:editId="6ADF0B02">
            <wp:extent cx="6955241" cy="43148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66272" cy="4321668"/>
                    </a:xfrm>
                    <a:prstGeom prst="rect">
                      <a:avLst/>
                    </a:prstGeom>
                    <a:noFill/>
                    <a:ln>
                      <a:noFill/>
                    </a:ln>
                  </pic:spPr>
                </pic:pic>
              </a:graphicData>
            </a:graphic>
          </wp:inline>
        </w:drawing>
      </w:r>
      <w:r w:rsidR="007E6256">
        <w:br w:type="page"/>
      </w:r>
    </w:p>
    <w:p w:rsidR="007E6256" w:rsidRDefault="007E6256" w:rsidP="00D61A70">
      <w:pPr>
        <w:sectPr w:rsidR="007E6256" w:rsidSect="008D4C4C">
          <w:footerReference w:type="default" r:id="rId12"/>
          <w:pgSz w:w="11906" w:h="16838"/>
          <w:pgMar w:top="851" w:right="851" w:bottom="851" w:left="851" w:header="720" w:footer="720" w:gutter="0"/>
          <w:cols w:space="720"/>
        </w:sectPr>
      </w:pPr>
    </w:p>
    <w:p w:rsidR="007E6256" w:rsidRDefault="007E6256" w:rsidP="00D61A70"/>
    <w:p w:rsidR="00F056F6" w:rsidRPr="00994B09" w:rsidRDefault="00994B09" w:rsidP="007E6256">
      <w:pPr>
        <w:pStyle w:val="Paragraphedeliste"/>
        <w:numPr>
          <w:ilvl w:val="0"/>
          <w:numId w:val="9"/>
        </w:numPr>
        <w:rPr>
          <w:rFonts w:ascii="Arial" w:hAnsi="Arial" w:cs="Arial"/>
          <w:b/>
          <w:sz w:val="32"/>
          <w:szCs w:val="32"/>
        </w:rPr>
      </w:pPr>
      <w:r w:rsidRPr="00994B09">
        <w:rPr>
          <w:rFonts w:ascii="Arial" w:hAnsi="Arial" w:cs="Arial"/>
          <w:b/>
          <w:sz w:val="32"/>
          <w:szCs w:val="32"/>
        </w:rPr>
        <w:t xml:space="preserve">FR.01.02 </w:t>
      </w:r>
      <w:r w:rsidR="00E453E8">
        <w:rPr>
          <w:rFonts w:ascii="Arial" w:hAnsi="Arial" w:cs="Arial"/>
          <w:b/>
          <w:sz w:val="32"/>
          <w:szCs w:val="32"/>
        </w:rPr>
        <w:t>–</w:t>
      </w:r>
      <w:r w:rsidRPr="00994B09">
        <w:rPr>
          <w:rFonts w:ascii="Arial" w:hAnsi="Arial" w:cs="Arial"/>
          <w:b/>
          <w:sz w:val="32"/>
          <w:szCs w:val="32"/>
        </w:rPr>
        <w:t xml:space="preserve"> définition</w:t>
      </w:r>
    </w:p>
    <w:p w:rsidR="00994B09" w:rsidRDefault="00994B09" w:rsidP="00994B09">
      <w:pPr>
        <w:rPr>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843"/>
        <w:gridCol w:w="5103"/>
      </w:tblGrid>
      <w:tr w:rsidR="00994B09" w:rsidRPr="000A4097" w:rsidTr="0048174E">
        <w:trPr>
          <w:trHeight w:val="243"/>
        </w:trPr>
        <w:tc>
          <w:tcPr>
            <w:tcW w:w="2376" w:type="dxa"/>
          </w:tcPr>
          <w:p w:rsidR="00994B09" w:rsidRPr="000A4097" w:rsidRDefault="00994B09" w:rsidP="0048174E">
            <w:pPr>
              <w:snapToGrid w:val="0"/>
              <w:jc w:val="center"/>
              <w:rPr>
                <w:b/>
              </w:rPr>
            </w:pPr>
            <w:r w:rsidRPr="000A4097">
              <w:rPr>
                <w:b/>
              </w:rPr>
              <w:t>INTITUL</w:t>
            </w:r>
            <w:r w:rsidR="00871B4C">
              <w:rPr>
                <w:b/>
              </w:rPr>
              <w:t>É</w:t>
            </w:r>
          </w:p>
        </w:tc>
        <w:tc>
          <w:tcPr>
            <w:tcW w:w="1843" w:type="dxa"/>
          </w:tcPr>
          <w:p w:rsidR="00994B09" w:rsidRPr="000A4097" w:rsidRDefault="00994B09" w:rsidP="0048174E">
            <w:pPr>
              <w:snapToGrid w:val="0"/>
              <w:jc w:val="center"/>
              <w:rPr>
                <w:b/>
              </w:rPr>
            </w:pPr>
            <w:r>
              <w:rPr>
                <w:b/>
              </w:rPr>
              <w:t>CODE</w:t>
            </w:r>
            <w:r w:rsidRPr="000A4097">
              <w:rPr>
                <w:b/>
              </w:rPr>
              <w:t xml:space="preserve"> D</w:t>
            </w:r>
            <w:r>
              <w:rPr>
                <w:b/>
              </w:rPr>
              <w:t>U CHAMPS</w:t>
            </w:r>
          </w:p>
        </w:tc>
        <w:tc>
          <w:tcPr>
            <w:tcW w:w="5103" w:type="dxa"/>
          </w:tcPr>
          <w:p w:rsidR="00994B09" w:rsidRPr="000A4097" w:rsidRDefault="00994B09" w:rsidP="00701750">
            <w:pPr>
              <w:snapToGrid w:val="0"/>
              <w:jc w:val="center"/>
              <w:rPr>
                <w:b/>
              </w:rPr>
            </w:pPr>
            <w:r w:rsidRPr="000A4097">
              <w:rPr>
                <w:b/>
              </w:rPr>
              <w:t>D</w:t>
            </w:r>
            <w:r w:rsidR="00871B4C">
              <w:rPr>
                <w:b/>
              </w:rPr>
              <w:t>É</w:t>
            </w:r>
            <w:r w:rsidRPr="000A4097">
              <w:rPr>
                <w:b/>
              </w:rPr>
              <w:t>FINITION</w:t>
            </w:r>
            <w:r w:rsidR="00871B4C">
              <w:rPr>
                <w:b/>
              </w:rPr>
              <w:t>S</w:t>
            </w:r>
            <w:r>
              <w:rPr>
                <w:b/>
              </w:rPr>
              <w:t xml:space="preserve"> ET </w:t>
            </w:r>
            <w:r w:rsidR="00871B4C">
              <w:rPr>
                <w:b/>
              </w:rPr>
              <w:t>CONTR</w:t>
            </w:r>
            <w:r w:rsidR="00701750">
              <w:rPr>
                <w:b/>
              </w:rPr>
              <w:t>Ô</w:t>
            </w:r>
            <w:r w:rsidR="00871B4C">
              <w:rPr>
                <w:b/>
              </w:rPr>
              <w:t>LES</w:t>
            </w:r>
          </w:p>
        </w:tc>
      </w:tr>
      <w:tr w:rsidR="00994B09" w:rsidRPr="00774C22" w:rsidTr="00994B09">
        <w:trPr>
          <w:trHeight w:val="313"/>
        </w:trPr>
        <w:tc>
          <w:tcPr>
            <w:tcW w:w="2376" w:type="dxa"/>
            <w:vAlign w:val="center"/>
          </w:tcPr>
          <w:p w:rsidR="00994B09" w:rsidRPr="00774C22" w:rsidRDefault="00994B09" w:rsidP="0048174E">
            <w:pPr>
              <w:snapToGrid w:val="0"/>
              <w:jc w:val="center"/>
            </w:pPr>
            <w:r w:rsidRPr="00994B09">
              <w:t>Nom de l'entit</w:t>
            </w:r>
            <w:r>
              <w:t>é</w:t>
            </w:r>
          </w:p>
        </w:tc>
        <w:tc>
          <w:tcPr>
            <w:tcW w:w="1843" w:type="dxa"/>
            <w:vAlign w:val="center"/>
          </w:tcPr>
          <w:p w:rsidR="00994B09" w:rsidRPr="00774C22" w:rsidRDefault="00994B09" w:rsidP="00994B09">
            <w:pPr>
              <w:snapToGrid w:val="0"/>
              <w:jc w:val="center"/>
            </w:pPr>
            <w:r>
              <w:t>C0010/R0010</w:t>
            </w:r>
          </w:p>
        </w:tc>
        <w:tc>
          <w:tcPr>
            <w:tcW w:w="5103" w:type="dxa"/>
          </w:tcPr>
          <w:p w:rsidR="00994B09" w:rsidRPr="00774C22" w:rsidRDefault="00994B09" w:rsidP="005A4E44">
            <w:pPr>
              <w:snapToGrid w:val="0"/>
            </w:pPr>
            <w:r>
              <w:t xml:space="preserve">Nom </w:t>
            </w:r>
            <w:r w:rsidR="00871B4C">
              <w:t xml:space="preserve">légal </w:t>
            </w:r>
            <w:r>
              <w:t>de l’organisme d’assurance</w:t>
            </w:r>
            <w:r w:rsidR="005A4E44">
              <w:t>.</w:t>
            </w:r>
          </w:p>
        </w:tc>
      </w:tr>
      <w:tr w:rsidR="00994B09" w:rsidRPr="00774C22" w:rsidTr="00994B09">
        <w:trPr>
          <w:trHeight w:val="262"/>
        </w:trPr>
        <w:tc>
          <w:tcPr>
            <w:tcW w:w="2376" w:type="dxa"/>
            <w:vAlign w:val="center"/>
          </w:tcPr>
          <w:p w:rsidR="00994B09" w:rsidRDefault="00994B09" w:rsidP="0048174E">
            <w:pPr>
              <w:snapToGrid w:val="0"/>
              <w:jc w:val="center"/>
            </w:pPr>
            <w:r w:rsidRPr="00994B09">
              <w:t>Code de l'entité</w:t>
            </w:r>
          </w:p>
        </w:tc>
        <w:tc>
          <w:tcPr>
            <w:tcW w:w="1843" w:type="dxa"/>
            <w:vAlign w:val="center"/>
          </w:tcPr>
          <w:p w:rsidR="00994B09" w:rsidRDefault="00994B09" w:rsidP="0048174E">
            <w:pPr>
              <w:snapToGrid w:val="0"/>
              <w:jc w:val="center"/>
            </w:pPr>
            <w:r>
              <w:t>C0010/R0020</w:t>
            </w:r>
          </w:p>
        </w:tc>
        <w:tc>
          <w:tcPr>
            <w:tcW w:w="5103" w:type="dxa"/>
          </w:tcPr>
          <w:p w:rsidR="003C1864" w:rsidRDefault="003C1864" w:rsidP="003C1864">
            <w:pPr>
              <w:jc w:val="left"/>
            </w:pPr>
            <w:r w:rsidRPr="008E18CF">
              <w:t>Numéro d’identification</w:t>
            </w:r>
            <w:r>
              <w:t xml:space="preserve"> </w:t>
            </w:r>
            <w:r w:rsidRPr="008E18CF">
              <w:t>de</w:t>
            </w:r>
            <w:r>
              <w:t xml:space="preserve"> l’organisme.</w:t>
            </w:r>
          </w:p>
          <w:p w:rsidR="003C1864" w:rsidRDefault="003C1864" w:rsidP="003C1864">
            <w:pPr>
              <w:jc w:val="left"/>
            </w:pPr>
            <w:r>
              <w:t xml:space="preserve">En priorité, l’identifiant à utiliser est le LEI (en cohérence avec l’identification demandée dans le </w:t>
            </w:r>
            <w:proofErr w:type="spellStart"/>
            <w:r w:rsidRPr="003D04C2">
              <w:rPr>
                <w:i/>
              </w:rPr>
              <w:t>reporting</w:t>
            </w:r>
            <w:proofErr w:type="spellEnd"/>
            <w:r>
              <w:t xml:space="preserve"> Solvabilité II).</w:t>
            </w:r>
          </w:p>
          <w:p w:rsidR="003C1864" w:rsidRDefault="003C1864" w:rsidP="003C1864">
            <w:pPr>
              <w:jc w:val="left"/>
            </w:pPr>
          </w:p>
          <w:p w:rsidR="003C1864" w:rsidRDefault="003C1864" w:rsidP="003C1864">
            <w:pPr>
              <w:jc w:val="left"/>
            </w:pPr>
            <w:r>
              <w:t xml:space="preserve">Dans les deux cas, comme dans le </w:t>
            </w:r>
            <w:r w:rsidRPr="003C1864">
              <w:rPr>
                <w:i/>
              </w:rPr>
              <w:t>reporting</w:t>
            </w:r>
            <w:r>
              <w:t xml:space="preserve"> Solvabilité II, il convient de renseigner ce champ dans le respect des règles de remise XBRL, en indiquant le type de code (LEI ou SIREN) puis le code de la façon suivante :</w:t>
            </w:r>
          </w:p>
          <w:p w:rsidR="003C1864" w:rsidRDefault="003C1864" w:rsidP="003C1864">
            <w:pPr>
              <w:pStyle w:val="Paragraphedeliste"/>
              <w:numPr>
                <w:ilvl w:val="0"/>
                <w:numId w:val="13"/>
              </w:numPr>
              <w:jc w:val="left"/>
            </w:pPr>
            <w:r>
              <w:t>« LEI/XXXXXXXXXXXXXXXXXXXX »</w:t>
            </w:r>
          </w:p>
          <w:p w:rsidR="00994B09" w:rsidRDefault="003C1864" w:rsidP="003C1864">
            <w:pPr>
              <w:pStyle w:val="Paragraphedeliste"/>
              <w:numPr>
                <w:ilvl w:val="0"/>
                <w:numId w:val="13"/>
              </w:numPr>
              <w:snapToGrid w:val="0"/>
            </w:pPr>
            <w:r>
              <w:t>« SIREN/XXXXXXXXX »</w:t>
            </w:r>
          </w:p>
        </w:tc>
      </w:tr>
      <w:tr w:rsidR="00994B09" w:rsidRPr="00774C22" w:rsidTr="0048174E">
        <w:trPr>
          <w:trHeight w:val="1202"/>
        </w:trPr>
        <w:tc>
          <w:tcPr>
            <w:tcW w:w="2376" w:type="dxa"/>
            <w:vAlign w:val="center"/>
          </w:tcPr>
          <w:p w:rsidR="00994B09" w:rsidRDefault="003C1864" w:rsidP="0048174E">
            <w:pPr>
              <w:snapToGrid w:val="0"/>
              <w:jc w:val="center"/>
            </w:pPr>
            <w:r w:rsidRPr="003C1864">
              <w:t>Type de remettant</w:t>
            </w:r>
          </w:p>
        </w:tc>
        <w:tc>
          <w:tcPr>
            <w:tcW w:w="1843" w:type="dxa"/>
            <w:vAlign w:val="center"/>
          </w:tcPr>
          <w:p w:rsidR="00994B09" w:rsidRDefault="003C1864" w:rsidP="0048174E">
            <w:pPr>
              <w:snapToGrid w:val="0"/>
              <w:jc w:val="center"/>
            </w:pPr>
            <w:r>
              <w:t>C0010/R0030</w:t>
            </w:r>
          </w:p>
        </w:tc>
        <w:tc>
          <w:tcPr>
            <w:tcW w:w="5103" w:type="dxa"/>
          </w:tcPr>
          <w:p w:rsidR="00994B09" w:rsidRDefault="003C1864" w:rsidP="0048174E">
            <w:pPr>
              <w:snapToGrid w:val="0"/>
            </w:pPr>
            <w:r>
              <w:t xml:space="preserve">Référentiel juridique auquel est soumis l’organisme d’assurance. Pour renseigner ce champ, l’organisme doit choisir </w:t>
            </w:r>
            <w:r w:rsidR="00871B4C">
              <w:t xml:space="preserve">une de ces </w:t>
            </w:r>
            <w:r>
              <w:t>trois options :</w:t>
            </w:r>
          </w:p>
          <w:p w:rsidR="003C1864" w:rsidRPr="003C1864" w:rsidRDefault="003C1864" w:rsidP="003C1864">
            <w:pPr>
              <w:pStyle w:val="Paragraphedeliste"/>
              <w:numPr>
                <w:ilvl w:val="0"/>
                <w:numId w:val="14"/>
              </w:numPr>
              <w:snapToGrid w:val="0"/>
              <w:rPr>
                <w:i/>
              </w:rPr>
            </w:pPr>
            <w:r w:rsidRPr="003C1864">
              <w:rPr>
                <w:i/>
              </w:rPr>
              <w:t>Entité régie par le code de la mutualité</w:t>
            </w:r>
          </w:p>
          <w:p w:rsidR="003C1864" w:rsidRPr="003C1864" w:rsidRDefault="003C1864" w:rsidP="003C1864">
            <w:pPr>
              <w:pStyle w:val="Paragraphedeliste"/>
              <w:numPr>
                <w:ilvl w:val="0"/>
                <w:numId w:val="14"/>
              </w:numPr>
              <w:snapToGrid w:val="0"/>
              <w:rPr>
                <w:i/>
              </w:rPr>
            </w:pPr>
            <w:r w:rsidRPr="003C1864">
              <w:rPr>
                <w:i/>
              </w:rPr>
              <w:t>Entité régie par le code de la sécurité sociale</w:t>
            </w:r>
          </w:p>
          <w:p w:rsidR="003C1864" w:rsidRDefault="003C1864" w:rsidP="003C1864">
            <w:pPr>
              <w:pStyle w:val="Paragraphedeliste"/>
              <w:numPr>
                <w:ilvl w:val="0"/>
                <w:numId w:val="14"/>
              </w:numPr>
              <w:snapToGrid w:val="0"/>
            </w:pPr>
            <w:r w:rsidRPr="003C1864">
              <w:rPr>
                <w:i/>
              </w:rPr>
              <w:t>Entité régie par le code des assurances</w:t>
            </w:r>
          </w:p>
        </w:tc>
      </w:tr>
      <w:tr w:rsidR="00994B09" w:rsidRPr="00774C22" w:rsidTr="0048174E">
        <w:trPr>
          <w:trHeight w:val="1202"/>
        </w:trPr>
        <w:tc>
          <w:tcPr>
            <w:tcW w:w="2376" w:type="dxa"/>
            <w:vAlign w:val="center"/>
          </w:tcPr>
          <w:p w:rsidR="00994B09" w:rsidRDefault="003C1864" w:rsidP="0048174E">
            <w:pPr>
              <w:snapToGrid w:val="0"/>
              <w:jc w:val="center"/>
            </w:pPr>
            <w:r w:rsidRPr="003C1864">
              <w:t>Type d'agrément</w:t>
            </w:r>
          </w:p>
        </w:tc>
        <w:tc>
          <w:tcPr>
            <w:tcW w:w="1843" w:type="dxa"/>
            <w:vAlign w:val="center"/>
          </w:tcPr>
          <w:p w:rsidR="00994B09" w:rsidRDefault="003C1864" w:rsidP="0048174E">
            <w:pPr>
              <w:snapToGrid w:val="0"/>
              <w:jc w:val="center"/>
            </w:pPr>
            <w:r>
              <w:t>C0010/R0040</w:t>
            </w:r>
          </w:p>
        </w:tc>
        <w:tc>
          <w:tcPr>
            <w:tcW w:w="5103" w:type="dxa"/>
          </w:tcPr>
          <w:p w:rsidR="003C1864" w:rsidRDefault="00871B4C" w:rsidP="0048174E">
            <w:pPr>
              <w:snapToGrid w:val="0"/>
            </w:pPr>
            <w:r>
              <w:t>T</w:t>
            </w:r>
            <w:r w:rsidR="003C1864">
              <w:t xml:space="preserve">ype d’agrément de l’organisme. Pour renseigner ce champ, l’organisme doit choisir </w:t>
            </w:r>
            <w:r>
              <w:t xml:space="preserve">une de ces </w:t>
            </w:r>
            <w:r w:rsidR="003C1864">
              <w:t>quatre options :</w:t>
            </w:r>
          </w:p>
          <w:p w:rsidR="00994B09" w:rsidRPr="003C1864" w:rsidRDefault="003C1864" w:rsidP="003C1864">
            <w:pPr>
              <w:pStyle w:val="Paragraphedeliste"/>
              <w:numPr>
                <w:ilvl w:val="0"/>
                <w:numId w:val="15"/>
              </w:numPr>
              <w:snapToGrid w:val="0"/>
              <w:rPr>
                <w:i/>
              </w:rPr>
            </w:pPr>
            <w:r w:rsidRPr="003C1864">
              <w:rPr>
                <w:i/>
              </w:rPr>
              <w:t>Assurance Vie</w:t>
            </w:r>
          </w:p>
          <w:p w:rsidR="003C1864" w:rsidRPr="003C1864" w:rsidRDefault="003C1864" w:rsidP="003C1864">
            <w:pPr>
              <w:pStyle w:val="Paragraphedeliste"/>
              <w:numPr>
                <w:ilvl w:val="0"/>
                <w:numId w:val="15"/>
              </w:numPr>
              <w:snapToGrid w:val="0"/>
              <w:rPr>
                <w:i/>
              </w:rPr>
            </w:pPr>
            <w:r w:rsidRPr="003C1864">
              <w:rPr>
                <w:i/>
              </w:rPr>
              <w:t>Assurance Non</w:t>
            </w:r>
            <w:r w:rsidR="00871B4C">
              <w:rPr>
                <w:i/>
              </w:rPr>
              <w:t>-</w:t>
            </w:r>
            <w:r w:rsidRPr="003C1864">
              <w:rPr>
                <w:i/>
              </w:rPr>
              <w:t>Vie</w:t>
            </w:r>
          </w:p>
          <w:p w:rsidR="003C1864" w:rsidRPr="003C1864" w:rsidRDefault="003C1864" w:rsidP="003C1864">
            <w:pPr>
              <w:pStyle w:val="Paragraphedeliste"/>
              <w:numPr>
                <w:ilvl w:val="0"/>
                <w:numId w:val="15"/>
              </w:numPr>
              <w:snapToGrid w:val="0"/>
              <w:rPr>
                <w:i/>
              </w:rPr>
            </w:pPr>
            <w:r w:rsidRPr="003C1864">
              <w:rPr>
                <w:i/>
              </w:rPr>
              <w:t>Assurance Mixte</w:t>
            </w:r>
          </w:p>
          <w:p w:rsidR="003C1864" w:rsidRDefault="003C1864" w:rsidP="003C1864">
            <w:pPr>
              <w:pStyle w:val="Paragraphedeliste"/>
              <w:numPr>
                <w:ilvl w:val="0"/>
                <w:numId w:val="15"/>
              </w:numPr>
              <w:snapToGrid w:val="0"/>
            </w:pPr>
            <w:r w:rsidRPr="003C1864">
              <w:rPr>
                <w:i/>
              </w:rPr>
              <w:t>Réassurance</w:t>
            </w:r>
          </w:p>
        </w:tc>
      </w:tr>
      <w:tr w:rsidR="00994B09" w:rsidRPr="00774C22" w:rsidTr="00CE0374">
        <w:trPr>
          <w:trHeight w:val="752"/>
        </w:trPr>
        <w:tc>
          <w:tcPr>
            <w:tcW w:w="2376" w:type="dxa"/>
            <w:vAlign w:val="center"/>
          </w:tcPr>
          <w:p w:rsidR="00994B09" w:rsidRDefault="003C1864" w:rsidP="0048174E">
            <w:pPr>
              <w:snapToGrid w:val="0"/>
              <w:jc w:val="center"/>
            </w:pPr>
            <w:r w:rsidRPr="003C1864">
              <w:t>Date de remise</w:t>
            </w:r>
          </w:p>
        </w:tc>
        <w:tc>
          <w:tcPr>
            <w:tcW w:w="1843" w:type="dxa"/>
            <w:vAlign w:val="center"/>
          </w:tcPr>
          <w:p w:rsidR="00994B09" w:rsidRDefault="003C1864" w:rsidP="0048174E">
            <w:pPr>
              <w:snapToGrid w:val="0"/>
              <w:jc w:val="center"/>
            </w:pPr>
            <w:r>
              <w:t>C0010/R0050</w:t>
            </w:r>
          </w:p>
        </w:tc>
        <w:tc>
          <w:tcPr>
            <w:tcW w:w="5103" w:type="dxa"/>
          </w:tcPr>
          <w:p w:rsidR="00994B09" w:rsidRDefault="00871B4C" w:rsidP="00E453E8">
            <w:pPr>
              <w:snapToGrid w:val="0"/>
            </w:pPr>
            <w:r>
              <w:t>D</w:t>
            </w:r>
            <w:r w:rsidR="00CE0374">
              <w:t xml:space="preserve">ate à laquelle l’organisme communique ses informations à l’ACPR. Il doit être renseigné </w:t>
            </w:r>
            <w:r w:rsidR="00E453E8">
              <w:t xml:space="preserve">dans l’instance XBRL </w:t>
            </w:r>
            <w:r w:rsidR="00CE0374">
              <w:t xml:space="preserve">au format </w:t>
            </w:r>
            <w:r w:rsidR="00E453E8">
              <w:t xml:space="preserve">ISO 8601 </w:t>
            </w:r>
            <w:r w:rsidR="00CE0374">
              <w:t>année</w:t>
            </w:r>
            <w:r w:rsidR="00E453E8">
              <w:t>-</w:t>
            </w:r>
            <w:r w:rsidR="00CE0374">
              <w:t>mois</w:t>
            </w:r>
            <w:r w:rsidR="00E453E8">
              <w:t>-</w:t>
            </w:r>
            <w:r w:rsidR="00CE0374">
              <w:t>jour (« </w:t>
            </w:r>
            <w:r w:rsidR="00E453E8">
              <w:t>AAAA-MM-JJ</w:t>
            </w:r>
            <w:r w:rsidR="00CE0374">
              <w:t> »).</w:t>
            </w:r>
          </w:p>
        </w:tc>
      </w:tr>
      <w:tr w:rsidR="00CE0374" w:rsidRPr="00774C22" w:rsidTr="00CE0374">
        <w:trPr>
          <w:trHeight w:val="821"/>
        </w:trPr>
        <w:tc>
          <w:tcPr>
            <w:tcW w:w="2376" w:type="dxa"/>
            <w:vAlign w:val="center"/>
          </w:tcPr>
          <w:p w:rsidR="00CE0374" w:rsidRPr="003C1864" w:rsidRDefault="00CE0374" w:rsidP="0048174E">
            <w:pPr>
              <w:snapToGrid w:val="0"/>
              <w:jc w:val="center"/>
            </w:pPr>
            <w:r w:rsidRPr="00CE0374">
              <w:t>Date d'arrêté</w:t>
            </w:r>
          </w:p>
        </w:tc>
        <w:tc>
          <w:tcPr>
            <w:tcW w:w="1843" w:type="dxa"/>
            <w:vAlign w:val="center"/>
          </w:tcPr>
          <w:p w:rsidR="00CE0374" w:rsidRDefault="00CE0374" w:rsidP="0048174E">
            <w:pPr>
              <w:snapToGrid w:val="0"/>
              <w:jc w:val="center"/>
            </w:pPr>
            <w:r>
              <w:t>C0010/R0060</w:t>
            </w:r>
          </w:p>
        </w:tc>
        <w:tc>
          <w:tcPr>
            <w:tcW w:w="5103" w:type="dxa"/>
          </w:tcPr>
          <w:p w:rsidR="00CE0374" w:rsidRDefault="00E453E8" w:rsidP="00E453E8">
            <w:pPr>
              <w:snapToGrid w:val="0"/>
            </w:pPr>
            <w:r>
              <w:t>D</w:t>
            </w:r>
            <w:r w:rsidR="00CE0374">
              <w:t xml:space="preserve">ate à laquelle l’organisme clôture son exercice. </w:t>
            </w:r>
            <w:r>
              <w:t>Il doit être renseigné dans l’instance XBRL au format ISO 8601 année-mois-jour (« AAAA-MM-JJ »).</w:t>
            </w:r>
          </w:p>
        </w:tc>
      </w:tr>
    </w:tbl>
    <w:p w:rsidR="00E453E8" w:rsidRDefault="00E453E8" w:rsidP="00994B09">
      <w:pPr>
        <w:rPr>
          <w:b/>
        </w:rPr>
      </w:pPr>
    </w:p>
    <w:p w:rsidR="00CE0374" w:rsidRPr="00CE0374" w:rsidRDefault="00CE0374" w:rsidP="00CE0374">
      <w:pPr>
        <w:pStyle w:val="Paragraphedeliste"/>
        <w:numPr>
          <w:ilvl w:val="0"/>
          <w:numId w:val="9"/>
        </w:numPr>
        <w:rPr>
          <w:rFonts w:ascii="Arial" w:hAnsi="Arial" w:cs="Arial"/>
          <w:b/>
          <w:sz w:val="32"/>
          <w:szCs w:val="32"/>
        </w:rPr>
      </w:pPr>
      <w:r w:rsidRPr="00CE0374">
        <w:rPr>
          <w:rFonts w:ascii="Arial" w:hAnsi="Arial" w:cs="Arial"/>
          <w:b/>
          <w:sz w:val="32"/>
          <w:szCs w:val="32"/>
        </w:rPr>
        <w:t>FR.01.02 – tableau</w:t>
      </w:r>
    </w:p>
    <w:p w:rsidR="00CE0374" w:rsidRDefault="00CE0374" w:rsidP="00CE0374">
      <w:pPr>
        <w:rPr>
          <w:b/>
        </w:rPr>
      </w:pPr>
    </w:p>
    <w:p w:rsidR="00CE0374" w:rsidRPr="00CE0374" w:rsidRDefault="008D4C4C" w:rsidP="00CE0374">
      <w:pPr>
        <w:rPr>
          <w:b/>
        </w:rPr>
      </w:pPr>
      <w:r w:rsidRPr="008D4C4C">
        <w:rPr>
          <w:noProof/>
        </w:rPr>
        <w:drawing>
          <wp:inline distT="0" distB="0" distL="0" distR="0">
            <wp:extent cx="4512506" cy="2267712"/>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13006" cy="2267963"/>
                    </a:xfrm>
                    <a:prstGeom prst="rect">
                      <a:avLst/>
                    </a:prstGeom>
                    <a:noFill/>
                    <a:ln>
                      <a:noFill/>
                    </a:ln>
                  </pic:spPr>
                </pic:pic>
              </a:graphicData>
            </a:graphic>
          </wp:inline>
        </w:drawing>
      </w:r>
    </w:p>
    <w:sectPr w:rsidR="00CE0374" w:rsidRPr="00CE0374" w:rsidSect="00994B09">
      <w:pgSz w:w="11906" w:h="16838"/>
      <w:pgMar w:top="567" w:right="567" w:bottom="567" w:left="567"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FE9" w:rsidRDefault="00A86FE9" w:rsidP="00D61A70">
      <w:r>
        <w:separator/>
      </w:r>
    </w:p>
  </w:endnote>
  <w:endnote w:type="continuationSeparator" w:id="0">
    <w:p w:rsidR="00A86FE9" w:rsidRDefault="00A86FE9" w:rsidP="00D61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63219"/>
      <w:docPartObj>
        <w:docPartGallery w:val="Page Numbers (Bottom of Page)"/>
        <w:docPartUnique/>
      </w:docPartObj>
    </w:sdtPr>
    <w:sdtEndPr/>
    <w:sdtContent>
      <w:p w:rsidR="00447347" w:rsidRDefault="002D31CA">
        <w:pPr>
          <w:pStyle w:val="Pieddepage"/>
          <w:jc w:val="center"/>
        </w:pPr>
        <w:r>
          <w:fldChar w:fldCharType="begin"/>
        </w:r>
        <w:r>
          <w:instrText xml:space="preserve"> PAGE   \* MERGEFORMAT </w:instrText>
        </w:r>
        <w:r>
          <w:fldChar w:fldCharType="separate"/>
        </w:r>
        <w:r w:rsidR="00446A3F">
          <w:rPr>
            <w:noProof/>
          </w:rPr>
          <w:t>1</w:t>
        </w:r>
        <w:r>
          <w:rPr>
            <w:noProof/>
          </w:rPr>
          <w:fldChar w:fldCharType="end"/>
        </w:r>
      </w:p>
    </w:sdtContent>
  </w:sdt>
  <w:p w:rsidR="00447347" w:rsidRDefault="0044734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FE9" w:rsidRDefault="00A86FE9" w:rsidP="00D61A70">
      <w:r>
        <w:separator/>
      </w:r>
    </w:p>
  </w:footnote>
  <w:footnote w:type="continuationSeparator" w:id="0">
    <w:p w:rsidR="00A86FE9" w:rsidRDefault="00A86FE9" w:rsidP="00D61A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960E7"/>
    <w:multiLevelType w:val="hybridMultilevel"/>
    <w:tmpl w:val="B9160F28"/>
    <w:lvl w:ilvl="0" w:tplc="C68438AE">
      <w:start w:val="1"/>
      <w:numFmt w:val="decimal"/>
      <w:lvlText w:val="%1."/>
      <w:lvlJc w:val="left"/>
      <w:pPr>
        <w:ind w:left="720" w:hanging="360"/>
      </w:pPr>
      <w:rPr>
        <w:rFonts w:cs="Times New Roman" w:hint="default"/>
        <w:b w:val="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2">
    <w:nsid w:val="220A2110"/>
    <w:multiLevelType w:val="hybridMultilevel"/>
    <w:tmpl w:val="24589310"/>
    <w:lvl w:ilvl="0" w:tplc="99224A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4">
    <w:nsid w:val="351A62E9"/>
    <w:multiLevelType w:val="hybridMultilevel"/>
    <w:tmpl w:val="018CA83A"/>
    <w:lvl w:ilvl="0" w:tplc="3F5883F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6">
    <w:nsid w:val="41AD3F85"/>
    <w:multiLevelType w:val="hybridMultilevel"/>
    <w:tmpl w:val="476691F4"/>
    <w:lvl w:ilvl="0" w:tplc="BC9AF4C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4777717F"/>
    <w:multiLevelType w:val="hybridMultilevel"/>
    <w:tmpl w:val="E14CDC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6E0158E"/>
    <w:multiLevelType w:val="hybridMultilevel"/>
    <w:tmpl w:val="3286BBC8"/>
    <w:lvl w:ilvl="0" w:tplc="99224A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94F69A2"/>
    <w:multiLevelType w:val="hybridMultilevel"/>
    <w:tmpl w:val="E4EE0428"/>
    <w:lvl w:ilvl="0" w:tplc="99224A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8D329E9"/>
    <w:multiLevelType w:val="multilevel"/>
    <w:tmpl w:val="CF3CDE36"/>
    <w:lvl w:ilvl="0">
      <w:start w:val="1"/>
      <w:numFmt w:val="decimal"/>
      <w:pStyle w:val="Titre1"/>
      <w:suff w:val="space"/>
      <w:lvlText w:val="%1."/>
      <w:lvlJc w:val="left"/>
      <w:pPr>
        <w:ind w:left="0" w:firstLine="0"/>
      </w:pPr>
    </w:lvl>
    <w:lvl w:ilvl="1">
      <w:start w:val="1"/>
      <w:numFmt w:val="decimal"/>
      <w:pStyle w:val="Titre2"/>
      <w:suff w:val="space"/>
      <w:lvlText w:val="%1.%2."/>
      <w:lvlJc w:val="left"/>
      <w:pPr>
        <w:ind w:left="0" w:firstLine="0"/>
      </w:pPr>
    </w:lvl>
    <w:lvl w:ilvl="2">
      <w:start w:val="1"/>
      <w:numFmt w:val="decimal"/>
      <w:pStyle w:val="Titre3"/>
      <w:suff w:val="space"/>
      <w:lvlText w:val="%1.%2.%3."/>
      <w:lvlJc w:val="left"/>
      <w:pPr>
        <w:ind w:left="0" w:firstLine="0"/>
      </w:pPr>
    </w:lvl>
    <w:lvl w:ilvl="3">
      <w:start w:val="1"/>
      <w:numFmt w:val="decimal"/>
      <w:pStyle w:val="Titre4"/>
      <w:suff w:val="space"/>
      <w:lvlText w:val="%1.%2.%3.%4."/>
      <w:lvlJc w:val="left"/>
      <w:pPr>
        <w:ind w:left="0" w:firstLine="0"/>
      </w:pPr>
    </w:lvl>
    <w:lvl w:ilvl="4">
      <w:start w:val="1"/>
      <w:numFmt w:val="none"/>
      <w:pStyle w:val="Titre5"/>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num w:numId="1">
    <w:abstractNumId w:val="10"/>
  </w:num>
  <w:num w:numId="2">
    <w:abstractNumId w:val="10"/>
  </w:num>
  <w:num w:numId="3">
    <w:abstractNumId w:val="10"/>
  </w:num>
  <w:num w:numId="4">
    <w:abstractNumId w:val="10"/>
  </w:num>
  <w:num w:numId="5">
    <w:abstractNumId w:val="10"/>
  </w:num>
  <w:num w:numId="6">
    <w:abstractNumId w:val="1"/>
  </w:num>
  <w:num w:numId="7">
    <w:abstractNumId w:val="5"/>
  </w:num>
  <w:num w:numId="8">
    <w:abstractNumId w:val="3"/>
  </w:num>
  <w:num w:numId="9">
    <w:abstractNumId w:val="6"/>
  </w:num>
  <w:num w:numId="10">
    <w:abstractNumId w:val="0"/>
  </w:num>
  <w:num w:numId="11">
    <w:abstractNumId w:val="7"/>
  </w:num>
  <w:num w:numId="12">
    <w:abstractNumId w:val="2"/>
  </w:num>
  <w:num w:numId="13">
    <w:abstractNumId w:val="4"/>
  </w:num>
  <w:num w:numId="14">
    <w:abstractNumId w:val="9"/>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61A70"/>
    <w:rsid w:val="00061524"/>
    <w:rsid w:val="000B0226"/>
    <w:rsid w:val="000C3928"/>
    <w:rsid w:val="000C4FED"/>
    <w:rsid w:val="000D68DB"/>
    <w:rsid w:val="000E5E45"/>
    <w:rsid w:val="0012127E"/>
    <w:rsid w:val="00124EEB"/>
    <w:rsid w:val="001D7CEA"/>
    <w:rsid w:val="00202BEF"/>
    <w:rsid w:val="002133F7"/>
    <w:rsid w:val="002B7395"/>
    <w:rsid w:val="002D31CA"/>
    <w:rsid w:val="002F7801"/>
    <w:rsid w:val="003C1864"/>
    <w:rsid w:val="00446A3F"/>
    <w:rsid w:val="00447347"/>
    <w:rsid w:val="00470D75"/>
    <w:rsid w:val="004C5C4E"/>
    <w:rsid w:val="004E7D53"/>
    <w:rsid w:val="00532C03"/>
    <w:rsid w:val="005A4E44"/>
    <w:rsid w:val="005B0D54"/>
    <w:rsid w:val="005E2F20"/>
    <w:rsid w:val="005E4887"/>
    <w:rsid w:val="0061247F"/>
    <w:rsid w:val="006B3434"/>
    <w:rsid w:val="006C1E92"/>
    <w:rsid w:val="006C2E44"/>
    <w:rsid w:val="00701750"/>
    <w:rsid w:val="00727577"/>
    <w:rsid w:val="00747959"/>
    <w:rsid w:val="007A15AF"/>
    <w:rsid w:val="007B3F06"/>
    <w:rsid w:val="007D6140"/>
    <w:rsid w:val="007E6256"/>
    <w:rsid w:val="008401ED"/>
    <w:rsid w:val="00871B4C"/>
    <w:rsid w:val="008A1581"/>
    <w:rsid w:val="008C5A3C"/>
    <w:rsid w:val="008D4C4C"/>
    <w:rsid w:val="008E2ECA"/>
    <w:rsid w:val="00954CDB"/>
    <w:rsid w:val="00994B09"/>
    <w:rsid w:val="009A6A5C"/>
    <w:rsid w:val="00A322CB"/>
    <w:rsid w:val="00A82795"/>
    <w:rsid w:val="00A86FE9"/>
    <w:rsid w:val="00B132AB"/>
    <w:rsid w:val="00BA1025"/>
    <w:rsid w:val="00BC232F"/>
    <w:rsid w:val="00C02123"/>
    <w:rsid w:val="00C03FE0"/>
    <w:rsid w:val="00C51634"/>
    <w:rsid w:val="00C544BA"/>
    <w:rsid w:val="00C57F8C"/>
    <w:rsid w:val="00C701E2"/>
    <w:rsid w:val="00C8692D"/>
    <w:rsid w:val="00C912A3"/>
    <w:rsid w:val="00CC5737"/>
    <w:rsid w:val="00CE0374"/>
    <w:rsid w:val="00CF2B5C"/>
    <w:rsid w:val="00CF5C8E"/>
    <w:rsid w:val="00CF6638"/>
    <w:rsid w:val="00D0080A"/>
    <w:rsid w:val="00D420A3"/>
    <w:rsid w:val="00D61A70"/>
    <w:rsid w:val="00DB198D"/>
    <w:rsid w:val="00DE17B3"/>
    <w:rsid w:val="00DE2DB3"/>
    <w:rsid w:val="00E453E8"/>
    <w:rsid w:val="00E51E1A"/>
    <w:rsid w:val="00E633C0"/>
    <w:rsid w:val="00E706C9"/>
    <w:rsid w:val="00E912DF"/>
    <w:rsid w:val="00F056F6"/>
    <w:rsid w:val="00F1302A"/>
    <w:rsid w:val="00F2699D"/>
    <w:rsid w:val="00F422E4"/>
    <w:rsid w:val="00FA6004"/>
    <w:rsid w:val="00FC41E9"/>
    <w:rsid w:val="00FC44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endnote reference" w:uiPriority="99"/>
    <w:lsdException w:name="endnote text"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Titre1">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qFormat/>
    <w:rsid w:val="0061247F"/>
    <w:pPr>
      <w:numPr>
        <w:ilvl w:val="2"/>
        <w:numId w:val="3"/>
      </w:numPr>
      <w:ind w:left="680" w:hanging="680"/>
      <w:outlineLvl w:val="2"/>
    </w:pPr>
    <w:rPr>
      <w:b/>
      <w:sz w:val="24"/>
    </w:rPr>
  </w:style>
  <w:style w:type="paragraph" w:styleId="Titre4">
    <w:name w:val="heading 4"/>
    <w:basedOn w:val="Titre3"/>
    <w:next w:val="Normal"/>
    <w:qFormat/>
    <w:rsid w:val="0061247F"/>
    <w:pPr>
      <w:numPr>
        <w:ilvl w:val="3"/>
        <w:numId w:val="4"/>
      </w:numPr>
      <w:spacing w:before="240"/>
      <w:ind w:left="794" w:hanging="794"/>
      <w:outlineLvl w:val="3"/>
    </w:pPr>
    <w:rPr>
      <w:b w:val="0"/>
      <w:sz w:val="22"/>
    </w:rPr>
  </w:style>
  <w:style w:type="paragraph" w:styleId="Titre5">
    <w:name w:val="heading 5"/>
    <w:basedOn w:val="Titre4"/>
    <w:qFormat/>
    <w:rsid w:val="0061247F"/>
    <w:pPr>
      <w:numPr>
        <w:ilvl w:val="4"/>
        <w:numId w:val="5"/>
      </w:numPr>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61247F"/>
    <w:rPr>
      <w:rFonts w:ascii="Times New Roman" w:hAnsi="Times New Roman"/>
      <w:position w:val="6"/>
      <w:sz w:val="12"/>
      <w:bdr w:val="none" w:sz="0" w:space="0" w:color="auto"/>
    </w:rPr>
  </w:style>
  <w:style w:type="paragraph" w:styleId="En-tte">
    <w:name w:val="header"/>
    <w:basedOn w:val="Normal"/>
    <w:rsid w:val="0061247F"/>
    <w:pPr>
      <w:pBdr>
        <w:bottom w:val="single" w:sz="6" w:space="2" w:color="auto"/>
      </w:pBdr>
      <w:tabs>
        <w:tab w:val="right" w:pos="8222"/>
      </w:tabs>
    </w:pPr>
    <w:rPr>
      <w:sz w:val="18"/>
    </w:rPr>
  </w:style>
  <w:style w:type="paragraph" w:styleId="Notedebasdepage">
    <w:name w:val="footnote text"/>
    <w:basedOn w:val="Normal"/>
    <w:semiHidden/>
    <w:rsid w:val="0061247F"/>
    <w:pPr>
      <w:spacing w:before="40" w:after="40"/>
      <w:ind w:left="170" w:right="851" w:hanging="170"/>
    </w:pPr>
    <w:rPr>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C544BA"/>
    <w:rPr>
      <w:rFonts w:ascii="Arial" w:eastAsiaTheme="majorEastAsia" w:hAnsi="Arial" w:cstheme="majorBidi"/>
      <w:color w:val="17365D" w:themeColor="text2" w:themeShade="BF"/>
      <w:spacing w:val="5"/>
      <w:kern w:val="28"/>
      <w:sz w:val="52"/>
      <w:szCs w:val="52"/>
    </w:rPr>
  </w:style>
  <w:style w:type="paragraph" w:styleId="Textedebulles">
    <w:name w:val="Balloon Text"/>
    <w:basedOn w:val="Normal"/>
    <w:link w:val="TextedebullesCar"/>
    <w:rsid w:val="00D61A70"/>
    <w:rPr>
      <w:rFonts w:ascii="Tahoma" w:hAnsi="Tahoma" w:cs="Tahoma"/>
      <w:sz w:val="16"/>
      <w:szCs w:val="16"/>
    </w:rPr>
  </w:style>
  <w:style w:type="character" w:customStyle="1" w:styleId="TextedebullesCar">
    <w:name w:val="Texte de bulles Car"/>
    <w:basedOn w:val="Policepardfaut"/>
    <w:link w:val="Textedebulles"/>
    <w:rsid w:val="00D61A70"/>
    <w:rPr>
      <w:rFonts w:ascii="Tahoma" w:hAnsi="Tahoma" w:cs="Tahoma"/>
      <w:sz w:val="16"/>
      <w:szCs w:val="16"/>
    </w:rPr>
  </w:style>
  <w:style w:type="paragraph" w:styleId="Notedefin">
    <w:name w:val="endnote text"/>
    <w:basedOn w:val="Normal"/>
    <w:link w:val="NotedefinCar"/>
    <w:uiPriority w:val="99"/>
    <w:unhideWhenUsed/>
    <w:rsid w:val="00D61A70"/>
    <w:pPr>
      <w:suppressAutoHyphens/>
      <w:spacing w:after="200" w:line="276" w:lineRule="auto"/>
      <w:jc w:val="left"/>
    </w:pPr>
    <w:rPr>
      <w:rFonts w:ascii="Calibri" w:eastAsia="Calibri" w:hAnsi="Calibri" w:cs="Calibri"/>
      <w:sz w:val="20"/>
      <w:lang w:eastAsia="ar-SA"/>
    </w:rPr>
  </w:style>
  <w:style w:type="character" w:customStyle="1" w:styleId="NotedefinCar">
    <w:name w:val="Note de fin Car"/>
    <w:basedOn w:val="Policepardfaut"/>
    <w:link w:val="Notedefin"/>
    <w:uiPriority w:val="99"/>
    <w:rsid w:val="00D61A70"/>
    <w:rPr>
      <w:rFonts w:ascii="Calibri" w:eastAsia="Calibri" w:hAnsi="Calibri" w:cs="Calibri"/>
      <w:lang w:eastAsia="ar-SA"/>
    </w:rPr>
  </w:style>
  <w:style w:type="character" w:styleId="Appeldenotedefin">
    <w:name w:val="endnote reference"/>
    <w:basedOn w:val="Policepardfaut"/>
    <w:uiPriority w:val="99"/>
    <w:unhideWhenUsed/>
    <w:rsid w:val="00D61A70"/>
    <w:rPr>
      <w:vertAlign w:val="superscript"/>
    </w:rPr>
  </w:style>
  <w:style w:type="paragraph" w:styleId="Paragraphedeliste">
    <w:name w:val="List Paragraph"/>
    <w:basedOn w:val="Normal"/>
    <w:uiPriority w:val="34"/>
    <w:qFormat/>
    <w:rsid w:val="00D61A70"/>
    <w:pPr>
      <w:ind w:left="720"/>
      <w:contextualSpacing/>
    </w:pPr>
  </w:style>
  <w:style w:type="paragraph" w:customStyle="1" w:styleId="Paragraphedeliste1">
    <w:name w:val="Paragraphe de liste1"/>
    <w:basedOn w:val="Normal"/>
    <w:rsid w:val="00D61A70"/>
    <w:pPr>
      <w:ind w:left="720"/>
      <w:contextualSpacing/>
    </w:pPr>
  </w:style>
  <w:style w:type="paragraph" w:styleId="NormalWeb">
    <w:name w:val="Normal (Web)"/>
    <w:basedOn w:val="Normal"/>
    <w:uiPriority w:val="99"/>
    <w:unhideWhenUsed/>
    <w:rsid w:val="00D61A70"/>
    <w:pPr>
      <w:spacing w:before="100" w:beforeAutospacing="1" w:after="100" w:afterAutospacing="1"/>
      <w:jc w:val="left"/>
    </w:pPr>
    <w:rPr>
      <w:sz w:val="24"/>
      <w:szCs w:val="24"/>
    </w:rPr>
  </w:style>
  <w:style w:type="table" w:styleId="Grilledutableau">
    <w:name w:val="Table Grid"/>
    <w:basedOn w:val="TableauNormal"/>
    <w:rsid w:val="007E62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447347"/>
    <w:rPr>
      <w:rFonts w:ascii="Arial" w:hAnsi="Arial"/>
      <w:sz w:val="18"/>
    </w:rPr>
  </w:style>
  <w:style w:type="character" w:styleId="Marquedecommentaire">
    <w:name w:val="annotation reference"/>
    <w:basedOn w:val="Policepardfaut"/>
    <w:rsid w:val="002F7801"/>
    <w:rPr>
      <w:sz w:val="16"/>
      <w:szCs w:val="16"/>
    </w:rPr>
  </w:style>
  <w:style w:type="paragraph" w:styleId="Commentaire">
    <w:name w:val="annotation text"/>
    <w:basedOn w:val="Normal"/>
    <w:link w:val="CommentaireCar"/>
    <w:rsid w:val="002F7801"/>
    <w:rPr>
      <w:sz w:val="20"/>
    </w:rPr>
  </w:style>
  <w:style w:type="character" w:customStyle="1" w:styleId="CommentaireCar">
    <w:name w:val="Commentaire Car"/>
    <w:basedOn w:val="Policepardfaut"/>
    <w:link w:val="Commentaire"/>
    <w:rsid w:val="002F7801"/>
  </w:style>
  <w:style w:type="paragraph" w:styleId="Objetducommentaire">
    <w:name w:val="annotation subject"/>
    <w:basedOn w:val="Commentaire"/>
    <w:next w:val="Commentaire"/>
    <w:link w:val="ObjetducommentaireCar"/>
    <w:rsid w:val="002F7801"/>
    <w:rPr>
      <w:b/>
      <w:bCs/>
    </w:rPr>
  </w:style>
  <w:style w:type="character" w:customStyle="1" w:styleId="ObjetducommentaireCar">
    <w:name w:val="Objet du commentaire Car"/>
    <w:basedOn w:val="CommentaireCar"/>
    <w:link w:val="Objetducommentaire"/>
    <w:rsid w:val="002F7801"/>
    <w:rPr>
      <w:b/>
      <w:bCs/>
    </w:rPr>
  </w:style>
  <w:style w:type="character" w:styleId="Lienhypertexte">
    <w:name w:val="Hyperlink"/>
    <w:basedOn w:val="Policepardfaut"/>
    <w:rsid w:val="00FC44C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77715">
      <w:bodyDiv w:val="1"/>
      <w:marLeft w:val="0"/>
      <w:marRight w:val="0"/>
      <w:marTop w:val="0"/>
      <w:marBottom w:val="0"/>
      <w:divBdr>
        <w:top w:val="none" w:sz="0" w:space="0" w:color="auto"/>
        <w:left w:val="none" w:sz="0" w:space="0" w:color="auto"/>
        <w:bottom w:val="none" w:sz="0" w:space="0" w:color="auto"/>
        <w:right w:val="none" w:sz="0" w:space="0" w:color="auto"/>
      </w:divBdr>
    </w:div>
    <w:div w:id="629290415">
      <w:bodyDiv w:val="1"/>
      <w:marLeft w:val="0"/>
      <w:marRight w:val="0"/>
      <w:marTop w:val="0"/>
      <w:marBottom w:val="0"/>
      <w:divBdr>
        <w:top w:val="none" w:sz="0" w:space="0" w:color="auto"/>
        <w:left w:val="none" w:sz="0" w:space="0" w:color="auto"/>
        <w:bottom w:val="none" w:sz="0" w:space="0" w:color="auto"/>
        <w:right w:val="none" w:sz="0" w:space="0" w:color="auto"/>
      </w:divBdr>
    </w:div>
    <w:div w:id="924608050">
      <w:bodyDiv w:val="1"/>
      <w:marLeft w:val="0"/>
      <w:marRight w:val="0"/>
      <w:marTop w:val="0"/>
      <w:marBottom w:val="0"/>
      <w:divBdr>
        <w:top w:val="none" w:sz="0" w:space="0" w:color="auto"/>
        <w:left w:val="none" w:sz="0" w:space="0" w:color="auto"/>
        <w:bottom w:val="none" w:sz="0" w:space="0" w:color="auto"/>
        <w:right w:val="none" w:sz="0" w:space="0" w:color="auto"/>
      </w:divBdr>
    </w:div>
    <w:div w:id="1202206246">
      <w:bodyDiv w:val="1"/>
      <w:marLeft w:val="0"/>
      <w:marRight w:val="0"/>
      <w:marTop w:val="0"/>
      <w:marBottom w:val="0"/>
      <w:divBdr>
        <w:top w:val="none" w:sz="0" w:space="0" w:color="auto"/>
        <w:left w:val="none" w:sz="0" w:space="0" w:color="auto"/>
        <w:bottom w:val="none" w:sz="0" w:space="0" w:color="auto"/>
        <w:right w:val="none" w:sz="0" w:space="0" w:color="auto"/>
      </w:divBdr>
    </w:div>
    <w:div w:id="1427921692">
      <w:bodyDiv w:val="1"/>
      <w:marLeft w:val="0"/>
      <w:marRight w:val="0"/>
      <w:marTop w:val="0"/>
      <w:marBottom w:val="0"/>
      <w:divBdr>
        <w:top w:val="none" w:sz="0" w:space="0" w:color="auto"/>
        <w:left w:val="none" w:sz="0" w:space="0" w:color="auto"/>
        <w:bottom w:val="none" w:sz="0" w:space="0" w:color="auto"/>
        <w:right w:val="none" w:sz="0" w:space="0" w:color="auto"/>
      </w:divBdr>
    </w:div>
    <w:div w:id="208976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cid:image001.jpg@01D03016.0492FCE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E5ABC-0791-4736-AFC4-F61E071E1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9FABD95E.dotm</Template>
  <TotalTime>313</TotalTime>
  <Pages>3</Pages>
  <Words>462</Words>
  <Characters>2543</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3000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Cyril GRUFFAT</dc:creator>
  <cp:keywords/>
  <dc:description/>
  <cp:lastModifiedBy>Cyril GRUFFAT</cp:lastModifiedBy>
  <cp:revision>29</cp:revision>
  <cp:lastPrinted>2013-05-14T07:44:00Z</cp:lastPrinted>
  <dcterms:created xsi:type="dcterms:W3CDTF">2013-04-25T14:46:00Z</dcterms:created>
  <dcterms:modified xsi:type="dcterms:W3CDTF">2016-07-22T17:30:00Z</dcterms:modified>
</cp:coreProperties>
</file>