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B7E9F" w14:textId="77777777" w:rsidR="00E8385E" w:rsidRDefault="00AF0A2D" w:rsidP="00E8385E">
      <w:r>
        <w:rPr>
          <w:noProof/>
          <w:color w:val="FFFFFF"/>
        </w:rPr>
        <w:drawing>
          <wp:inline distT="0" distB="0" distL="0" distR="0" wp14:anchorId="067879FE" wp14:editId="56ECB574">
            <wp:extent cx="1130400" cy="1008000"/>
            <wp:effectExtent l="0" t="0" r="0" b="1905"/>
            <wp:docPr id="4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logobleunote.ep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400" cy="10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385E">
        <w:t xml:space="preserve"> </w:t>
      </w:r>
    </w:p>
    <w:p w14:paraId="25558D3A" w14:textId="77777777" w:rsidR="00B603A1" w:rsidRPr="00775EA8" w:rsidRDefault="00B603A1" w:rsidP="00B603A1"/>
    <w:p w14:paraId="5E17C063" w14:textId="77777777" w:rsidR="00B603A1" w:rsidRPr="006A2D95" w:rsidRDefault="00B603A1" w:rsidP="00994856">
      <w:pPr>
        <w:pStyle w:val="Titre"/>
        <w:rPr>
          <w:rFonts w:ascii="Times New Roman" w:hAnsi="Times New Roman" w:cs="Times New Roman"/>
        </w:rPr>
      </w:pPr>
      <w:r w:rsidRPr="006A2D95">
        <w:rPr>
          <w:rFonts w:ascii="Times New Roman" w:hAnsi="Times New Roman" w:cs="Times New Roman"/>
        </w:rPr>
        <w:t>Guide méthodologique</w:t>
      </w:r>
    </w:p>
    <w:p w14:paraId="503C7965" w14:textId="77777777" w:rsidR="00B603A1" w:rsidRPr="006A2D95" w:rsidRDefault="00B603A1" w:rsidP="00994856">
      <w:pPr>
        <w:pStyle w:val="Titre"/>
        <w:rPr>
          <w:rFonts w:ascii="Times New Roman" w:hAnsi="Times New Roman" w:cs="Times New Roman"/>
        </w:rPr>
      </w:pPr>
      <w:r w:rsidRPr="006A2D95">
        <w:rPr>
          <w:rFonts w:ascii="Times New Roman" w:hAnsi="Times New Roman" w:cs="Times New Roman"/>
        </w:rPr>
        <w:t xml:space="preserve">Utilisation de l’état sur les taux minimums garantis – </w:t>
      </w:r>
      <w:r w:rsidR="00425DC9" w:rsidRPr="006A2D95">
        <w:rPr>
          <w:rFonts w:ascii="Times New Roman" w:hAnsi="Times New Roman" w:cs="Times New Roman"/>
        </w:rPr>
        <w:t>FR.</w:t>
      </w:r>
      <w:r w:rsidR="00DC393D" w:rsidRPr="006A2D95">
        <w:rPr>
          <w:rFonts w:ascii="Times New Roman" w:hAnsi="Times New Roman" w:cs="Times New Roman"/>
        </w:rPr>
        <w:t xml:space="preserve">23 (anciennement </w:t>
      </w:r>
      <w:r w:rsidRPr="006A2D95">
        <w:rPr>
          <w:rFonts w:ascii="Times New Roman" w:hAnsi="Times New Roman" w:cs="Times New Roman"/>
        </w:rPr>
        <w:t>C23</w:t>
      </w:r>
      <w:r w:rsidR="00DC393D" w:rsidRPr="006A2D95">
        <w:rPr>
          <w:rFonts w:ascii="Times New Roman" w:hAnsi="Times New Roman" w:cs="Times New Roman"/>
        </w:rPr>
        <w:t>)</w:t>
      </w:r>
    </w:p>
    <w:p w14:paraId="3B09F2F4" w14:textId="77777777" w:rsidR="00B603A1" w:rsidRPr="00775EA8" w:rsidRDefault="00B603A1" w:rsidP="00B603A1"/>
    <w:p w14:paraId="07BA5DA0" w14:textId="64CB380C" w:rsidR="00FA2E1A" w:rsidRDefault="00FA2E1A" w:rsidP="00FA2E1A">
      <w:r>
        <w:t xml:space="preserve">Les tableaux de l’état FR.23 sont à renseigner par les organismes d’assurance concernés en fonction de leur activité en application des instructions </w:t>
      </w:r>
      <w:r w:rsidR="00597D7C" w:rsidRPr="00597D7C">
        <w:t>de l’ACPR n°202</w:t>
      </w:r>
      <w:r w:rsidR="001D10EF">
        <w:t>5</w:t>
      </w:r>
      <w:r w:rsidR="00597D7C" w:rsidRPr="00597D7C">
        <w:t>-I</w:t>
      </w:r>
      <w:r w:rsidR="00597D7C">
        <w:t>-</w:t>
      </w:r>
      <w:r w:rsidR="001D10EF">
        <w:t>0</w:t>
      </w:r>
      <w:r w:rsidR="00597D7C">
        <w:t>2 (anciennement n°20</w:t>
      </w:r>
      <w:r w:rsidR="001D10EF">
        <w:t>23</w:t>
      </w:r>
      <w:r w:rsidR="00597D7C">
        <w:t>-I-1</w:t>
      </w:r>
      <w:r w:rsidR="009E06FF">
        <w:t>3</w:t>
      </w:r>
      <w:proofErr w:type="gramStart"/>
      <w:r w:rsidR="00597D7C">
        <w:t xml:space="preserve">) </w:t>
      </w:r>
      <w:r w:rsidRPr="00706538">
        <w:t xml:space="preserve"> relatives</w:t>
      </w:r>
      <w:proofErr w:type="gramEnd"/>
      <w:r>
        <w:t xml:space="preserve"> à la transmission à l’Autorité du contrôle prudentiel et de résolution de documents prudentiels annuels.</w:t>
      </w:r>
    </w:p>
    <w:p w14:paraId="13A67495" w14:textId="77777777" w:rsidR="00FA2E1A" w:rsidRDefault="00FA2E1A" w:rsidP="00FA2E1A"/>
    <w:p w14:paraId="73D3271B" w14:textId="77777777" w:rsidR="00B603A1" w:rsidRDefault="00FA2E1A" w:rsidP="00FA2E1A">
      <w:r>
        <w:t>L</w:t>
      </w:r>
      <w:r w:rsidRPr="00775EA8">
        <w:t xml:space="preserve">es montants </w:t>
      </w:r>
      <w:r>
        <w:t xml:space="preserve">monétaires </w:t>
      </w:r>
      <w:r w:rsidRPr="00775EA8">
        <w:t>sont exprimés en</w:t>
      </w:r>
      <w:r>
        <w:t xml:space="preserve"> </w:t>
      </w:r>
      <w:r w:rsidRPr="00775EA8">
        <w:t>euros</w:t>
      </w:r>
      <w:r>
        <w:t xml:space="preserve"> pour les organismes relevant des deux instructions (les organismes SII devant communiquer FR.23 au format XBRL)</w:t>
      </w:r>
      <w:r w:rsidRPr="00775EA8">
        <w:t>.</w:t>
      </w:r>
    </w:p>
    <w:p w14:paraId="069032BE" w14:textId="77777777" w:rsidR="00FA2E1A" w:rsidRDefault="00FA2E1A" w:rsidP="00E8385E"/>
    <w:p w14:paraId="64F76748" w14:textId="77777777" w:rsidR="00E8385E" w:rsidRPr="00FA2E1A" w:rsidRDefault="00D45CFC" w:rsidP="00E8385E">
      <w:r w:rsidRPr="00D45CFC">
        <w:t xml:space="preserve">Les données historiques ne sont pas à reconstituer lors de la première remise de l'état (seules les données de l'exercice sont à renseigner), ces données historiques s'enrichiront progressivement pendant les </w:t>
      </w:r>
      <w:r>
        <w:t>quatre</w:t>
      </w:r>
      <w:r w:rsidR="00FA2E1A">
        <w:t xml:space="preserve"> premières remises.</w:t>
      </w:r>
    </w:p>
    <w:p w14:paraId="02422135" w14:textId="77777777" w:rsidR="00E8385E" w:rsidRDefault="00E8385E" w:rsidP="00E8385E">
      <w:pPr>
        <w:rPr>
          <w:b/>
        </w:rPr>
      </w:pPr>
    </w:p>
    <w:p w14:paraId="3E009EE2" w14:textId="77777777" w:rsidR="00E8385E" w:rsidRPr="00AF0A2D" w:rsidRDefault="00E8385E" w:rsidP="00994856">
      <w:pPr>
        <w:pStyle w:val="Titre1"/>
      </w:pPr>
      <w:r w:rsidRPr="00AF0A2D">
        <w:t>Utilisation de l’état</w:t>
      </w:r>
    </w:p>
    <w:p w14:paraId="38DC1986" w14:textId="77777777" w:rsidR="00E80C90" w:rsidRPr="007D6140" w:rsidRDefault="00E80C90" w:rsidP="006F5249">
      <w:pPr>
        <w:pStyle w:val="Paragraphedeliste"/>
        <w:ind w:left="108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2"/>
        <w:gridCol w:w="2075"/>
        <w:gridCol w:w="4944"/>
      </w:tblGrid>
      <w:tr w:rsidR="00E80C90" w:rsidRPr="000A4097" w14:paraId="582A22CD" w14:textId="77777777" w:rsidTr="00A60738">
        <w:trPr>
          <w:trHeight w:val="243"/>
        </w:trPr>
        <w:tc>
          <w:tcPr>
            <w:tcW w:w="1127" w:type="pct"/>
            <w:vAlign w:val="center"/>
          </w:tcPr>
          <w:p w14:paraId="6ECBF6DA" w14:textId="77777777" w:rsidR="00E80C90" w:rsidRPr="000A4097" w:rsidRDefault="00E80C90" w:rsidP="00DF033E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>INTITULE</w:t>
            </w:r>
          </w:p>
        </w:tc>
        <w:tc>
          <w:tcPr>
            <w:tcW w:w="1145" w:type="pct"/>
            <w:vAlign w:val="center"/>
          </w:tcPr>
          <w:p w14:paraId="21CA0CD9" w14:textId="77777777" w:rsidR="00E80C90" w:rsidRPr="000A4097" w:rsidRDefault="00E80C90" w:rsidP="00E80C9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NUMERO DE COLONNE</w:t>
            </w:r>
          </w:p>
        </w:tc>
        <w:tc>
          <w:tcPr>
            <w:tcW w:w="2728" w:type="pct"/>
            <w:vAlign w:val="center"/>
          </w:tcPr>
          <w:p w14:paraId="5F5B99DA" w14:textId="77777777" w:rsidR="00E80C90" w:rsidRPr="000A4097" w:rsidRDefault="00E80C90" w:rsidP="00DF033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DEFINITION ET FORMULE</w:t>
            </w:r>
          </w:p>
        </w:tc>
      </w:tr>
      <w:tr w:rsidR="00E80C90" w:rsidRPr="002E2FC9" w14:paraId="304F9D38" w14:textId="77777777" w:rsidTr="00A60738">
        <w:trPr>
          <w:trHeight w:val="383"/>
        </w:trPr>
        <w:tc>
          <w:tcPr>
            <w:tcW w:w="1127" w:type="pct"/>
            <w:vAlign w:val="center"/>
          </w:tcPr>
          <w:p w14:paraId="6385EDCF" w14:textId="77777777" w:rsidR="00E80C90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N-3</w:t>
            </w:r>
          </w:p>
        </w:tc>
        <w:tc>
          <w:tcPr>
            <w:tcW w:w="1145" w:type="pct"/>
            <w:vAlign w:val="center"/>
          </w:tcPr>
          <w:p w14:paraId="24010826" w14:textId="77777777" w:rsidR="00E80C90" w:rsidRPr="002E2FC9" w:rsidRDefault="00A60738" w:rsidP="00A60738">
            <w:pPr>
              <w:snapToGrid w:val="0"/>
              <w:jc w:val="left"/>
            </w:pPr>
            <w:r>
              <w:t>C0010</w:t>
            </w:r>
          </w:p>
        </w:tc>
        <w:tc>
          <w:tcPr>
            <w:tcW w:w="2728" w:type="pct"/>
            <w:vAlign w:val="center"/>
          </w:tcPr>
          <w:p w14:paraId="56A26D80" w14:textId="77777777" w:rsidR="00E80C90" w:rsidRPr="002E2FC9" w:rsidRDefault="00A60738" w:rsidP="00A60738">
            <w:pPr>
              <w:snapToGrid w:val="0"/>
              <w:jc w:val="left"/>
            </w:pPr>
            <w:r>
              <w:t>Montants afférents à l’exercice N-3</w:t>
            </w:r>
          </w:p>
        </w:tc>
      </w:tr>
      <w:tr w:rsidR="00A60738" w:rsidRPr="002E2FC9" w14:paraId="2D188240" w14:textId="77777777" w:rsidTr="00A60738">
        <w:trPr>
          <w:trHeight w:val="419"/>
        </w:trPr>
        <w:tc>
          <w:tcPr>
            <w:tcW w:w="1127" w:type="pct"/>
            <w:vAlign w:val="center"/>
          </w:tcPr>
          <w:p w14:paraId="794F3F63" w14:textId="77777777"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N-2</w:t>
            </w:r>
          </w:p>
        </w:tc>
        <w:tc>
          <w:tcPr>
            <w:tcW w:w="1145" w:type="pct"/>
            <w:vAlign w:val="center"/>
          </w:tcPr>
          <w:p w14:paraId="703FB531" w14:textId="77777777" w:rsidR="00A60738" w:rsidRPr="002E2FC9" w:rsidRDefault="00A60738" w:rsidP="00A60738">
            <w:pPr>
              <w:snapToGrid w:val="0"/>
              <w:jc w:val="left"/>
            </w:pPr>
            <w:r>
              <w:t>C0020</w:t>
            </w:r>
          </w:p>
        </w:tc>
        <w:tc>
          <w:tcPr>
            <w:tcW w:w="2728" w:type="pct"/>
            <w:vAlign w:val="center"/>
          </w:tcPr>
          <w:p w14:paraId="57171F4C" w14:textId="77777777" w:rsidR="00A60738" w:rsidRPr="002E2FC9" w:rsidRDefault="00A60738" w:rsidP="00A60738">
            <w:pPr>
              <w:snapToGrid w:val="0"/>
              <w:jc w:val="left"/>
            </w:pPr>
            <w:r>
              <w:t>Montants afférents à l’exercice N-2</w:t>
            </w:r>
          </w:p>
        </w:tc>
      </w:tr>
      <w:tr w:rsidR="00A60738" w:rsidRPr="002E2FC9" w14:paraId="7BF7A270" w14:textId="77777777" w:rsidTr="00A60738">
        <w:trPr>
          <w:trHeight w:val="395"/>
        </w:trPr>
        <w:tc>
          <w:tcPr>
            <w:tcW w:w="1127" w:type="pct"/>
            <w:vAlign w:val="center"/>
          </w:tcPr>
          <w:p w14:paraId="20498A59" w14:textId="77777777"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N-1</w:t>
            </w:r>
          </w:p>
        </w:tc>
        <w:tc>
          <w:tcPr>
            <w:tcW w:w="1145" w:type="pct"/>
            <w:vAlign w:val="center"/>
          </w:tcPr>
          <w:p w14:paraId="404D3B8B" w14:textId="77777777" w:rsidR="00A60738" w:rsidRPr="002E2FC9" w:rsidRDefault="00A60738" w:rsidP="00A60738">
            <w:pPr>
              <w:snapToGrid w:val="0"/>
              <w:jc w:val="left"/>
            </w:pPr>
            <w:r>
              <w:t>C0030</w:t>
            </w:r>
          </w:p>
        </w:tc>
        <w:tc>
          <w:tcPr>
            <w:tcW w:w="2728" w:type="pct"/>
            <w:vAlign w:val="center"/>
          </w:tcPr>
          <w:p w14:paraId="6DF21AB6" w14:textId="77777777" w:rsidR="00A60738" w:rsidRPr="002E2FC9" w:rsidRDefault="00A60738" w:rsidP="00A60738">
            <w:pPr>
              <w:snapToGrid w:val="0"/>
              <w:jc w:val="left"/>
            </w:pPr>
            <w:r>
              <w:t>Montants afférents à l’exercice N-1</w:t>
            </w:r>
          </w:p>
        </w:tc>
      </w:tr>
      <w:tr w:rsidR="00A60738" w:rsidRPr="002E2FC9" w14:paraId="4617D9FD" w14:textId="77777777" w:rsidTr="00A60738">
        <w:trPr>
          <w:trHeight w:val="415"/>
        </w:trPr>
        <w:tc>
          <w:tcPr>
            <w:tcW w:w="1127" w:type="pct"/>
            <w:vAlign w:val="center"/>
          </w:tcPr>
          <w:p w14:paraId="661F994C" w14:textId="77777777"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N</w:t>
            </w:r>
          </w:p>
        </w:tc>
        <w:tc>
          <w:tcPr>
            <w:tcW w:w="1145" w:type="pct"/>
            <w:vAlign w:val="center"/>
          </w:tcPr>
          <w:p w14:paraId="6548E720" w14:textId="77777777" w:rsidR="00A60738" w:rsidRPr="00A60738" w:rsidRDefault="00A60738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 w:rsidRPr="00A60738">
              <w:rPr>
                <w:szCs w:val="22"/>
                <w:lang w:eastAsia="en-US"/>
              </w:rPr>
              <w:t>C0040</w:t>
            </w:r>
          </w:p>
        </w:tc>
        <w:tc>
          <w:tcPr>
            <w:tcW w:w="2728" w:type="pct"/>
            <w:vAlign w:val="center"/>
          </w:tcPr>
          <w:p w14:paraId="38D7B3C2" w14:textId="77777777" w:rsidR="00A60738" w:rsidRPr="00A60738" w:rsidRDefault="00A60738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>
              <w:t>Montants afférents à l’exercice N</w:t>
            </w:r>
          </w:p>
        </w:tc>
      </w:tr>
      <w:tr w:rsidR="00654523" w:rsidRPr="002E2FC9" w14:paraId="670B301B" w14:textId="77777777" w:rsidTr="00A60738">
        <w:trPr>
          <w:trHeight w:val="415"/>
        </w:trPr>
        <w:tc>
          <w:tcPr>
            <w:tcW w:w="1127" w:type="pct"/>
            <w:vAlign w:val="center"/>
          </w:tcPr>
          <w:p w14:paraId="1C12A7D0" w14:textId="77777777" w:rsidR="00654523" w:rsidRDefault="00654523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N+1</w:t>
            </w:r>
          </w:p>
        </w:tc>
        <w:tc>
          <w:tcPr>
            <w:tcW w:w="1145" w:type="pct"/>
            <w:vAlign w:val="center"/>
          </w:tcPr>
          <w:p w14:paraId="12BC956E" w14:textId="77777777" w:rsidR="00654523" w:rsidRPr="00A60738" w:rsidRDefault="00654523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C0050</w:t>
            </w:r>
          </w:p>
        </w:tc>
        <w:tc>
          <w:tcPr>
            <w:tcW w:w="2728" w:type="pct"/>
            <w:vAlign w:val="center"/>
          </w:tcPr>
          <w:p w14:paraId="67BD5FA5" w14:textId="77777777" w:rsidR="00654523" w:rsidRDefault="00EA5830" w:rsidP="00A60738">
            <w:pPr>
              <w:snapToGrid w:val="0"/>
              <w:jc w:val="left"/>
            </w:pPr>
            <w:r>
              <w:t>Montants à reporter en N+1</w:t>
            </w:r>
          </w:p>
        </w:tc>
      </w:tr>
      <w:tr w:rsidR="00A60738" w:rsidRPr="002E2FC9" w14:paraId="73E8BAD9" w14:textId="77777777" w:rsidTr="00A60738">
        <w:trPr>
          <w:trHeight w:val="420"/>
        </w:trPr>
        <w:tc>
          <w:tcPr>
            <w:tcW w:w="1127" w:type="pct"/>
            <w:vAlign w:val="center"/>
          </w:tcPr>
          <w:p w14:paraId="33415C9E" w14:textId="77777777"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T1</w:t>
            </w:r>
          </w:p>
        </w:tc>
        <w:tc>
          <w:tcPr>
            <w:tcW w:w="1145" w:type="pct"/>
            <w:vAlign w:val="center"/>
          </w:tcPr>
          <w:p w14:paraId="6D8AE6F2" w14:textId="77777777" w:rsidR="00A60738" w:rsidRPr="00A60738" w:rsidRDefault="00A60738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 w:rsidRPr="00A60738">
              <w:rPr>
                <w:szCs w:val="22"/>
                <w:lang w:eastAsia="en-US"/>
              </w:rPr>
              <w:t>C0060</w:t>
            </w:r>
          </w:p>
        </w:tc>
        <w:tc>
          <w:tcPr>
            <w:tcW w:w="2728" w:type="pct"/>
            <w:vAlign w:val="center"/>
          </w:tcPr>
          <w:p w14:paraId="04CAD20C" w14:textId="77777777" w:rsidR="00A60738" w:rsidRPr="00A60738" w:rsidRDefault="009D43A5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>
              <w:t xml:space="preserve">Montants afférents au </w:t>
            </w:r>
            <w:r w:rsidR="00A60738">
              <w:rPr>
                <w:szCs w:val="22"/>
                <w:lang w:eastAsia="en-US"/>
              </w:rPr>
              <w:t>1</w:t>
            </w:r>
            <w:r w:rsidR="00A60738" w:rsidRPr="006F5249">
              <w:rPr>
                <w:szCs w:val="22"/>
                <w:vertAlign w:val="superscript"/>
                <w:lang w:eastAsia="en-US"/>
              </w:rPr>
              <w:t>er</w:t>
            </w:r>
            <w:r w:rsidR="00A60738">
              <w:rPr>
                <w:szCs w:val="22"/>
                <w:lang w:eastAsia="en-US"/>
              </w:rPr>
              <w:t xml:space="preserve"> trimestre</w:t>
            </w:r>
          </w:p>
        </w:tc>
      </w:tr>
      <w:tr w:rsidR="00A60738" w:rsidRPr="002E2FC9" w14:paraId="4F3AC264" w14:textId="77777777" w:rsidTr="00A60738">
        <w:trPr>
          <w:trHeight w:val="413"/>
        </w:trPr>
        <w:tc>
          <w:tcPr>
            <w:tcW w:w="1127" w:type="pct"/>
            <w:vAlign w:val="center"/>
          </w:tcPr>
          <w:p w14:paraId="42550248" w14:textId="77777777"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T2</w:t>
            </w:r>
          </w:p>
        </w:tc>
        <w:tc>
          <w:tcPr>
            <w:tcW w:w="1145" w:type="pct"/>
            <w:vAlign w:val="center"/>
          </w:tcPr>
          <w:p w14:paraId="524549EA" w14:textId="77777777" w:rsidR="00A60738" w:rsidRPr="00A60738" w:rsidRDefault="00A60738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 w:rsidRPr="00A60738">
              <w:rPr>
                <w:szCs w:val="22"/>
                <w:lang w:eastAsia="en-US"/>
              </w:rPr>
              <w:t>C0070</w:t>
            </w:r>
          </w:p>
        </w:tc>
        <w:tc>
          <w:tcPr>
            <w:tcW w:w="2728" w:type="pct"/>
            <w:vAlign w:val="center"/>
          </w:tcPr>
          <w:p w14:paraId="473173F8" w14:textId="77777777" w:rsidR="00A60738" w:rsidRPr="00A60738" w:rsidRDefault="009D43A5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>
              <w:t xml:space="preserve">Montants afférents au </w:t>
            </w:r>
            <w:r w:rsidR="00A60738">
              <w:rPr>
                <w:szCs w:val="22"/>
                <w:lang w:eastAsia="en-US"/>
              </w:rPr>
              <w:t>2</w:t>
            </w:r>
            <w:r w:rsidR="00A60738" w:rsidRPr="00DF033E">
              <w:rPr>
                <w:szCs w:val="22"/>
                <w:vertAlign w:val="superscript"/>
                <w:lang w:eastAsia="en-US"/>
              </w:rPr>
              <w:t>er</w:t>
            </w:r>
            <w:r w:rsidR="00A60738">
              <w:rPr>
                <w:szCs w:val="22"/>
                <w:lang w:eastAsia="en-US"/>
              </w:rPr>
              <w:t xml:space="preserve"> trimestre</w:t>
            </w:r>
          </w:p>
        </w:tc>
      </w:tr>
      <w:tr w:rsidR="00A60738" w:rsidRPr="002E2FC9" w14:paraId="40BA3CE7" w14:textId="77777777" w:rsidTr="00A60738">
        <w:trPr>
          <w:trHeight w:val="419"/>
        </w:trPr>
        <w:tc>
          <w:tcPr>
            <w:tcW w:w="1127" w:type="pct"/>
            <w:vAlign w:val="center"/>
          </w:tcPr>
          <w:p w14:paraId="1C40533E" w14:textId="77777777"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T3</w:t>
            </w:r>
          </w:p>
        </w:tc>
        <w:tc>
          <w:tcPr>
            <w:tcW w:w="1145" w:type="pct"/>
            <w:vAlign w:val="center"/>
          </w:tcPr>
          <w:p w14:paraId="6AC62DFD" w14:textId="77777777" w:rsidR="00A60738" w:rsidRPr="00A60738" w:rsidRDefault="00A60738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 w:rsidRPr="00A60738">
              <w:rPr>
                <w:szCs w:val="22"/>
                <w:lang w:eastAsia="en-US"/>
              </w:rPr>
              <w:t>C0080</w:t>
            </w:r>
          </w:p>
        </w:tc>
        <w:tc>
          <w:tcPr>
            <w:tcW w:w="2728" w:type="pct"/>
            <w:vAlign w:val="center"/>
          </w:tcPr>
          <w:p w14:paraId="4FDF3327" w14:textId="77777777" w:rsidR="00A60738" w:rsidRPr="00A60738" w:rsidRDefault="009D43A5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>
              <w:t xml:space="preserve">Montants afférents au </w:t>
            </w:r>
            <w:r w:rsidR="00A60738">
              <w:rPr>
                <w:szCs w:val="22"/>
                <w:lang w:eastAsia="en-US"/>
              </w:rPr>
              <w:t>3</w:t>
            </w:r>
            <w:r w:rsidR="00A60738" w:rsidRPr="00DF033E">
              <w:rPr>
                <w:szCs w:val="22"/>
                <w:vertAlign w:val="superscript"/>
                <w:lang w:eastAsia="en-US"/>
              </w:rPr>
              <w:t>er</w:t>
            </w:r>
            <w:r w:rsidR="00A60738">
              <w:rPr>
                <w:szCs w:val="22"/>
                <w:lang w:eastAsia="en-US"/>
              </w:rPr>
              <w:t xml:space="preserve"> trimestre</w:t>
            </w:r>
          </w:p>
        </w:tc>
      </w:tr>
      <w:tr w:rsidR="00A60738" w:rsidRPr="002E2FC9" w14:paraId="0F386686" w14:textId="77777777" w:rsidTr="00A60738">
        <w:trPr>
          <w:trHeight w:val="411"/>
        </w:trPr>
        <w:tc>
          <w:tcPr>
            <w:tcW w:w="1127" w:type="pct"/>
            <w:vAlign w:val="center"/>
          </w:tcPr>
          <w:p w14:paraId="43BF4CAC" w14:textId="77777777"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T4</w:t>
            </w:r>
          </w:p>
        </w:tc>
        <w:tc>
          <w:tcPr>
            <w:tcW w:w="1145" w:type="pct"/>
            <w:vAlign w:val="center"/>
          </w:tcPr>
          <w:p w14:paraId="1CED4BC3" w14:textId="77777777" w:rsidR="00A60738" w:rsidRPr="00A60738" w:rsidRDefault="00A60738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 w:rsidRPr="00A60738">
              <w:rPr>
                <w:szCs w:val="22"/>
                <w:lang w:eastAsia="en-US"/>
              </w:rPr>
              <w:t>C0090</w:t>
            </w:r>
          </w:p>
        </w:tc>
        <w:tc>
          <w:tcPr>
            <w:tcW w:w="2728" w:type="pct"/>
            <w:vAlign w:val="center"/>
          </w:tcPr>
          <w:p w14:paraId="5680332F" w14:textId="77777777" w:rsidR="00A60738" w:rsidRPr="00A60738" w:rsidRDefault="009D43A5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>
              <w:t xml:space="preserve">Montants afférents au </w:t>
            </w:r>
            <w:r w:rsidR="00A60738">
              <w:rPr>
                <w:szCs w:val="22"/>
                <w:lang w:eastAsia="en-US"/>
              </w:rPr>
              <w:t>4</w:t>
            </w:r>
            <w:r w:rsidR="00A60738" w:rsidRPr="00DF033E">
              <w:rPr>
                <w:szCs w:val="22"/>
                <w:vertAlign w:val="superscript"/>
                <w:lang w:eastAsia="en-US"/>
              </w:rPr>
              <w:t>er</w:t>
            </w:r>
            <w:r w:rsidR="00A60738">
              <w:rPr>
                <w:szCs w:val="22"/>
                <w:lang w:eastAsia="en-US"/>
              </w:rPr>
              <w:t xml:space="preserve"> trimestre</w:t>
            </w:r>
          </w:p>
        </w:tc>
      </w:tr>
    </w:tbl>
    <w:p w14:paraId="01C1CAFF" w14:textId="77777777" w:rsidR="00E8385E" w:rsidRDefault="00E8385E" w:rsidP="00E8385E"/>
    <w:p w14:paraId="0295417A" w14:textId="77777777" w:rsidR="00E8385E" w:rsidRDefault="00E8385E" w:rsidP="00E8385E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1"/>
        <w:gridCol w:w="1518"/>
        <w:gridCol w:w="3762"/>
      </w:tblGrid>
      <w:tr w:rsidR="00E8385E" w:rsidRPr="000A4097" w14:paraId="224BB2D1" w14:textId="77777777" w:rsidTr="00B603A1">
        <w:trPr>
          <w:trHeight w:val="243"/>
        </w:trPr>
        <w:tc>
          <w:tcPr>
            <w:tcW w:w="2086" w:type="pct"/>
            <w:vAlign w:val="center"/>
          </w:tcPr>
          <w:p w14:paraId="32FD9893" w14:textId="77777777" w:rsidR="00E8385E" w:rsidRPr="000A4097" w:rsidRDefault="00E8385E" w:rsidP="00B603A1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>INTITULE</w:t>
            </w:r>
          </w:p>
        </w:tc>
        <w:tc>
          <w:tcPr>
            <w:tcW w:w="837" w:type="pct"/>
            <w:vAlign w:val="center"/>
          </w:tcPr>
          <w:p w14:paraId="45D3132B" w14:textId="77777777" w:rsidR="00E8385E" w:rsidRPr="000A4097" w:rsidRDefault="00E8385E" w:rsidP="00E80C9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NUMERO DE </w:t>
            </w:r>
            <w:r w:rsidR="00E80C90">
              <w:rPr>
                <w:b/>
              </w:rPr>
              <w:t>LIGNE</w:t>
            </w:r>
          </w:p>
        </w:tc>
        <w:tc>
          <w:tcPr>
            <w:tcW w:w="2076" w:type="pct"/>
            <w:vAlign w:val="center"/>
          </w:tcPr>
          <w:p w14:paraId="4D932DAA" w14:textId="77777777" w:rsidR="00E8385E" w:rsidRPr="000A4097" w:rsidRDefault="00B603A1" w:rsidP="00B603A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DEFINITION ET FORMULE</w:t>
            </w:r>
          </w:p>
        </w:tc>
      </w:tr>
      <w:tr w:rsidR="006154BC" w:rsidRPr="00AE0FB6" w14:paraId="70539A3B" w14:textId="77777777" w:rsidTr="00B603A1">
        <w:trPr>
          <w:trHeight w:val="827"/>
        </w:trPr>
        <w:tc>
          <w:tcPr>
            <w:tcW w:w="2086" w:type="pct"/>
            <w:vAlign w:val="bottom"/>
          </w:tcPr>
          <w:p w14:paraId="4D17D085" w14:textId="77777777" w:rsidR="006154BC" w:rsidRPr="002E2FC9" w:rsidRDefault="006154BC" w:rsidP="009A183E">
            <w:pPr>
              <w:pBdr>
                <w:top w:val="single" w:sz="6" w:space="2" w:color="auto"/>
              </w:pBdr>
              <w:tabs>
                <w:tab w:val="right" w:pos="8222"/>
              </w:tabs>
              <w:jc w:val="left"/>
              <w:rPr>
                <w:szCs w:val="22"/>
                <w:lang w:eastAsia="en-US"/>
              </w:rPr>
            </w:pPr>
            <w:r w:rsidRPr="002E2FC9">
              <w:t>Taux de rendement des actifs de l'entreprise d’assurances au titre de l’exercice </w:t>
            </w:r>
            <w:r w:rsidR="009A183E">
              <w:t>n</w:t>
            </w:r>
            <w:r w:rsidRPr="002E2FC9">
              <w:t>-2 utilisé pour le calcul pré</w:t>
            </w:r>
            <w:r w:rsidR="009A183E">
              <w:t xml:space="preserve">vu au premier tiret de </w:t>
            </w:r>
            <w:hyperlink r:id="rId12" w:history="1">
              <w:r w:rsidR="009A183E" w:rsidRPr="00994856">
                <w:rPr>
                  <w:rStyle w:val="Lienhypertexte"/>
                </w:rPr>
                <w:t>A. 132-3</w:t>
              </w:r>
            </w:hyperlink>
            <w:r w:rsidRPr="002E2FC9">
              <w:t>.</w:t>
            </w:r>
          </w:p>
        </w:tc>
        <w:tc>
          <w:tcPr>
            <w:tcW w:w="837" w:type="pct"/>
            <w:vAlign w:val="center"/>
          </w:tcPr>
          <w:p w14:paraId="25A75AEE" w14:textId="77777777" w:rsidR="006154BC" w:rsidRPr="002E2FC9" w:rsidRDefault="00E80C90" w:rsidP="00715E05">
            <w:pPr>
              <w:snapToGrid w:val="0"/>
            </w:pPr>
            <w:r>
              <w:t>R0010</w:t>
            </w:r>
          </w:p>
        </w:tc>
        <w:tc>
          <w:tcPr>
            <w:tcW w:w="2076" w:type="pct"/>
          </w:tcPr>
          <w:p w14:paraId="2058236C" w14:textId="77777777" w:rsidR="006154BC" w:rsidRPr="002E2FC9" w:rsidRDefault="006154BC" w:rsidP="00D0169E">
            <w:pPr>
              <w:snapToGrid w:val="0"/>
            </w:pPr>
          </w:p>
        </w:tc>
      </w:tr>
      <w:tr w:rsidR="006154BC" w:rsidRPr="00AE0FB6" w14:paraId="35D953C2" w14:textId="77777777" w:rsidTr="00B603A1">
        <w:trPr>
          <w:trHeight w:val="827"/>
        </w:trPr>
        <w:tc>
          <w:tcPr>
            <w:tcW w:w="2086" w:type="pct"/>
            <w:vAlign w:val="bottom"/>
          </w:tcPr>
          <w:p w14:paraId="5250CBE2" w14:textId="77777777" w:rsidR="006154BC" w:rsidRPr="002E2FC9" w:rsidRDefault="006154BC" w:rsidP="009A183E">
            <w:pPr>
              <w:jc w:val="left"/>
              <w:rPr>
                <w:szCs w:val="22"/>
                <w:lang w:eastAsia="en-US"/>
              </w:rPr>
            </w:pPr>
            <w:r w:rsidRPr="002E2FC9">
              <w:t xml:space="preserve">Taux de rendement des actifs de l'entreprise </w:t>
            </w:r>
            <w:proofErr w:type="gramStart"/>
            <w:r w:rsidRPr="002E2FC9">
              <w:t>d’ assurances</w:t>
            </w:r>
            <w:proofErr w:type="gramEnd"/>
            <w:r w:rsidRPr="002E2FC9">
              <w:t xml:space="preserve"> au titre de </w:t>
            </w:r>
            <w:r w:rsidRPr="002E2FC9">
              <w:lastRenderedPageBreak/>
              <w:t>l’exercice </w:t>
            </w:r>
            <w:r w:rsidR="009A183E">
              <w:t>n</w:t>
            </w:r>
            <w:r w:rsidRPr="002E2FC9">
              <w:t>-1 utilisé pour le calcul prévu au premier tiret de A. 132-3.</w:t>
            </w:r>
          </w:p>
        </w:tc>
        <w:tc>
          <w:tcPr>
            <w:tcW w:w="837" w:type="pct"/>
            <w:vAlign w:val="center"/>
          </w:tcPr>
          <w:p w14:paraId="00AA8016" w14:textId="77777777" w:rsidR="006154BC" w:rsidRPr="002E2FC9" w:rsidRDefault="00E80C90" w:rsidP="00715E05">
            <w:pPr>
              <w:snapToGrid w:val="0"/>
            </w:pPr>
            <w:r>
              <w:lastRenderedPageBreak/>
              <w:t>R0020</w:t>
            </w:r>
          </w:p>
        </w:tc>
        <w:tc>
          <w:tcPr>
            <w:tcW w:w="2076" w:type="pct"/>
          </w:tcPr>
          <w:p w14:paraId="28007D72" w14:textId="77777777" w:rsidR="006154BC" w:rsidRPr="002E2FC9" w:rsidRDefault="006154BC" w:rsidP="00D0169E">
            <w:pPr>
              <w:snapToGrid w:val="0"/>
            </w:pPr>
          </w:p>
        </w:tc>
      </w:tr>
      <w:tr w:rsidR="006154BC" w:rsidRPr="00AE0FB6" w14:paraId="3F53EACE" w14:textId="77777777" w:rsidTr="00B603A1">
        <w:trPr>
          <w:trHeight w:val="625"/>
        </w:trPr>
        <w:tc>
          <w:tcPr>
            <w:tcW w:w="2086" w:type="pct"/>
            <w:vAlign w:val="bottom"/>
          </w:tcPr>
          <w:p w14:paraId="6D6F1A8B" w14:textId="77777777" w:rsidR="006154BC" w:rsidRPr="002E2FC9" w:rsidRDefault="006154BC" w:rsidP="00715E05">
            <w:pPr>
              <w:jc w:val="left"/>
              <w:rPr>
                <w:szCs w:val="22"/>
                <w:lang w:eastAsia="en-US"/>
              </w:rPr>
            </w:pPr>
            <w:r w:rsidRPr="002E2FC9">
              <w:t>80% de la moyenne des deux lignes précédentes</w:t>
            </w:r>
          </w:p>
        </w:tc>
        <w:tc>
          <w:tcPr>
            <w:tcW w:w="837" w:type="pct"/>
            <w:vAlign w:val="center"/>
          </w:tcPr>
          <w:p w14:paraId="5A5A3F94" w14:textId="77777777" w:rsidR="006154BC" w:rsidRPr="002E2FC9" w:rsidRDefault="00E80C90" w:rsidP="00E80C90">
            <w:pPr>
              <w:snapToGrid w:val="0"/>
            </w:pPr>
            <w:r>
              <w:t>R</w:t>
            </w:r>
            <w:r w:rsidR="00DC393D">
              <w:t>00</w:t>
            </w:r>
            <w:r>
              <w:t>3</w:t>
            </w:r>
            <w:r w:rsidR="00DC393D">
              <w:t>0</w:t>
            </w:r>
          </w:p>
        </w:tc>
        <w:tc>
          <w:tcPr>
            <w:tcW w:w="2076" w:type="pct"/>
          </w:tcPr>
          <w:p w14:paraId="5345FEFC" w14:textId="77777777" w:rsidR="006154BC" w:rsidRPr="002E2FC9" w:rsidRDefault="00E80C90" w:rsidP="00E80C90">
            <w:pPr>
              <w:snapToGrid w:val="0"/>
            </w:pPr>
            <w:r>
              <w:t xml:space="preserve">R0030 = 0,8 </w:t>
            </w:r>
            <w:r w:rsidR="00AF0A2D">
              <w:t>*</w:t>
            </w:r>
            <w:r>
              <w:t xml:space="preserve"> (R0010 + R0020) / 2</w:t>
            </w:r>
          </w:p>
        </w:tc>
      </w:tr>
      <w:tr w:rsidR="006154BC" w:rsidRPr="00AE0FB6" w14:paraId="0A61110E" w14:textId="77777777" w:rsidTr="00B603A1">
        <w:trPr>
          <w:trHeight w:val="625"/>
        </w:trPr>
        <w:tc>
          <w:tcPr>
            <w:tcW w:w="2086" w:type="pct"/>
          </w:tcPr>
          <w:p w14:paraId="1163B1D6" w14:textId="77777777" w:rsidR="006154BC" w:rsidRPr="002E2FC9" w:rsidRDefault="006154BC" w:rsidP="00715E05">
            <w:pPr>
              <w:jc w:val="left"/>
              <w:rPr>
                <w:szCs w:val="22"/>
                <w:lang w:eastAsia="en-US"/>
              </w:rPr>
            </w:pPr>
            <w:r w:rsidRPr="002E2FC9">
              <w:t xml:space="preserve">Montant des provisions finalement retenu pour le calcul du plafond </w:t>
            </w:r>
            <w:proofErr w:type="gramStart"/>
            <w:r w:rsidRPr="002E2FC9">
              <w:t>de  l’article</w:t>
            </w:r>
            <w:proofErr w:type="gramEnd"/>
            <w:r w:rsidRPr="002E2FC9">
              <w:t xml:space="preserve"> A. 132-3.</w:t>
            </w:r>
          </w:p>
        </w:tc>
        <w:tc>
          <w:tcPr>
            <w:tcW w:w="837" w:type="pct"/>
            <w:vAlign w:val="center"/>
          </w:tcPr>
          <w:p w14:paraId="38AA1FC8" w14:textId="77777777" w:rsidR="006154BC" w:rsidRPr="002E2FC9" w:rsidRDefault="00E80C90" w:rsidP="00715E05">
            <w:pPr>
              <w:snapToGrid w:val="0"/>
            </w:pPr>
            <w:r>
              <w:t>R</w:t>
            </w:r>
            <w:r w:rsidR="00DC393D">
              <w:t>0040</w:t>
            </w:r>
          </w:p>
        </w:tc>
        <w:tc>
          <w:tcPr>
            <w:tcW w:w="2076" w:type="pct"/>
          </w:tcPr>
          <w:p w14:paraId="7192089B" w14:textId="77777777" w:rsidR="006154BC" w:rsidRPr="002E2FC9" w:rsidRDefault="006154BC" w:rsidP="00D0169E">
            <w:pPr>
              <w:snapToGrid w:val="0"/>
            </w:pPr>
          </w:p>
        </w:tc>
      </w:tr>
      <w:tr w:rsidR="006154BC" w:rsidRPr="00AE0FB6" w14:paraId="0698CC15" w14:textId="77777777" w:rsidTr="00B603A1">
        <w:trPr>
          <w:trHeight w:val="625"/>
        </w:trPr>
        <w:tc>
          <w:tcPr>
            <w:tcW w:w="2086" w:type="pct"/>
            <w:vAlign w:val="bottom"/>
          </w:tcPr>
          <w:p w14:paraId="48D80B8B" w14:textId="77777777" w:rsidR="006154BC" w:rsidRPr="002E2FC9" w:rsidRDefault="006154BC" w:rsidP="00715E05">
            <w:pPr>
              <w:jc w:val="left"/>
              <w:rPr>
                <w:szCs w:val="22"/>
                <w:lang w:eastAsia="en-US"/>
              </w:rPr>
            </w:pPr>
            <w:r w:rsidRPr="002E2FC9">
              <w:t xml:space="preserve">Somme des intérêts techniques finalement retenue pour le calcul du plafond </w:t>
            </w:r>
            <w:proofErr w:type="gramStart"/>
            <w:r w:rsidRPr="002E2FC9">
              <w:t>de  l’article</w:t>
            </w:r>
            <w:proofErr w:type="gramEnd"/>
            <w:r w:rsidRPr="002E2FC9">
              <w:t xml:space="preserve"> A. 132-3.</w:t>
            </w:r>
          </w:p>
        </w:tc>
        <w:tc>
          <w:tcPr>
            <w:tcW w:w="837" w:type="pct"/>
            <w:vAlign w:val="center"/>
          </w:tcPr>
          <w:p w14:paraId="233FBBF3" w14:textId="77777777" w:rsidR="006154BC" w:rsidRPr="002E2FC9" w:rsidRDefault="00E80C90" w:rsidP="00715E05">
            <w:pPr>
              <w:snapToGrid w:val="0"/>
            </w:pPr>
            <w:r>
              <w:t>R0050</w:t>
            </w:r>
          </w:p>
        </w:tc>
        <w:tc>
          <w:tcPr>
            <w:tcW w:w="2076" w:type="pct"/>
          </w:tcPr>
          <w:p w14:paraId="5F1A14B2" w14:textId="77777777" w:rsidR="006154BC" w:rsidRPr="002E2FC9" w:rsidRDefault="006154BC" w:rsidP="00D0169E">
            <w:pPr>
              <w:snapToGrid w:val="0"/>
            </w:pPr>
          </w:p>
        </w:tc>
      </w:tr>
      <w:tr w:rsidR="006154BC" w:rsidRPr="00AE0FB6" w14:paraId="305D33D7" w14:textId="77777777" w:rsidTr="00B603A1">
        <w:trPr>
          <w:trHeight w:val="625"/>
        </w:trPr>
        <w:tc>
          <w:tcPr>
            <w:tcW w:w="2086" w:type="pct"/>
            <w:vAlign w:val="center"/>
          </w:tcPr>
          <w:p w14:paraId="2ED9E5D2" w14:textId="77777777" w:rsidR="006154BC" w:rsidRPr="002E2FC9" w:rsidRDefault="006154BC" w:rsidP="00D0169E">
            <w:pPr>
              <w:snapToGrid w:val="0"/>
            </w:pPr>
            <w:r w:rsidRPr="002E2FC9">
              <w:t>Plafond calculé en application de l’article A. 132-3.</w:t>
            </w:r>
          </w:p>
        </w:tc>
        <w:tc>
          <w:tcPr>
            <w:tcW w:w="837" w:type="pct"/>
            <w:vAlign w:val="center"/>
          </w:tcPr>
          <w:p w14:paraId="785278DC" w14:textId="77777777" w:rsidR="006154BC" w:rsidRPr="002E2FC9" w:rsidRDefault="00E80C90" w:rsidP="00E80C90">
            <w:pPr>
              <w:snapToGrid w:val="0"/>
            </w:pPr>
            <w:r>
              <w:t>R</w:t>
            </w:r>
            <w:r w:rsidR="00DC393D">
              <w:t>00</w:t>
            </w:r>
            <w:r>
              <w:t>60</w:t>
            </w:r>
          </w:p>
        </w:tc>
        <w:tc>
          <w:tcPr>
            <w:tcW w:w="2076" w:type="pct"/>
          </w:tcPr>
          <w:p w14:paraId="0EF38C62" w14:textId="77777777" w:rsidR="006154BC" w:rsidRPr="002E2FC9" w:rsidRDefault="00E80C90" w:rsidP="00A60738">
            <w:pPr>
              <w:snapToGrid w:val="0"/>
            </w:pPr>
            <w:r>
              <w:rPr>
                <w:bCs/>
                <w:szCs w:val="22"/>
                <w:lang w:val="en-US" w:eastAsia="en-US"/>
              </w:rPr>
              <w:t>R0060</w:t>
            </w:r>
            <w:r w:rsidR="00EC6C35" w:rsidRPr="002E2FC9">
              <w:rPr>
                <w:bCs/>
                <w:szCs w:val="22"/>
                <w:lang w:val="en-US" w:eastAsia="en-US"/>
              </w:rPr>
              <w:t>=</w:t>
            </w:r>
            <w:proofErr w:type="gramStart"/>
            <w:r w:rsidR="00EC6C35" w:rsidRPr="002E2FC9">
              <w:rPr>
                <w:bCs/>
                <w:szCs w:val="22"/>
                <w:lang w:val="en-US" w:eastAsia="en-US"/>
              </w:rPr>
              <w:t>max(</w:t>
            </w:r>
            <w:proofErr w:type="gramEnd"/>
            <w:r w:rsidR="00EC6C35" w:rsidRPr="002E2FC9">
              <w:rPr>
                <w:bCs/>
                <w:szCs w:val="22"/>
                <w:lang w:val="en-US" w:eastAsia="en-US"/>
              </w:rPr>
              <w:t>0;</w:t>
            </w:r>
            <w:r w:rsidR="00A60738">
              <w:rPr>
                <w:bCs/>
                <w:szCs w:val="22"/>
                <w:lang w:val="en-US" w:eastAsia="en-US"/>
              </w:rPr>
              <w:t xml:space="preserve">R0030 </w:t>
            </w:r>
            <w:r w:rsidR="00EC6C35" w:rsidRPr="002E2FC9">
              <w:rPr>
                <w:bCs/>
                <w:szCs w:val="22"/>
                <w:lang w:val="en-US" w:eastAsia="en-US"/>
              </w:rPr>
              <w:t>*</w:t>
            </w:r>
            <w:r w:rsidR="00A60738">
              <w:rPr>
                <w:bCs/>
                <w:szCs w:val="22"/>
                <w:lang w:val="en-US" w:eastAsia="en-US"/>
              </w:rPr>
              <w:t xml:space="preserve"> R0040 </w:t>
            </w:r>
            <w:r w:rsidR="00EC6C35" w:rsidRPr="002E2FC9">
              <w:rPr>
                <w:bCs/>
                <w:szCs w:val="22"/>
                <w:lang w:val="en-US" w:eastAsia="en-US"/>
              </w:rPr>
              <w:t>-</w:t>
            </w:r>
            <w:r w:rsidR="00A60738">
              <w:rPr>
                <w:bCs/>
                <w:szCs w:val="22"/>
                <w:lang w:val="en-US" w:eastAsia="en-US"/>
              </w:rPr>
              <w:t xml:space="preserve"> R00</w:t>
            </w:r>
            <w:r w:rsidR="00A60738" w:rsidRPr="002E2FC9">
              <w:rPr>
                <w:bCs/>
                <w:szCs w:val="22"/>
                <w:lang w:val="en-US" w:eastAsia="en-US"/>
              </w:rPr>
              <w:t>5</w:t>
            </w:r>
            <w:r w:rsidR="00A60738">
              <w:rPr>
                <w:bCs/>
                <w:szCs w:val="22"/>
                <w:lang w:val="en-US" w:eastAsia="en-US"/>
              </w:rPr>
              <w:t>0</w:t>
            </w:r>
            <w:r w:rsidR="00EC6C35" w:rsidRPr="002E2FC9">
              <w:rPr>
                <w:bCs/>
                <w:szCs w:val="22"/>
                <w:lang w:val="en-US" w:eastAsia="en-US"/>
              </w:rPr>
              <w:t>)</w:t>
            </w:r>
          </w:p>
        </w:tc>
      </w:tr>
      <w:tr w:rsidR="006154BC" w:rsidRPr="00260978" w14:paraId="0B17BFC2" w14:textId="77777777" w:rsidTr="00B603A1">
        <w:trPr>
          <w:trHeight w:val="625"/>
        </w:trPr>
        <w:tc>
          <w:tcPr>
            <w:tcW w:w="2086" w:type="pct"/>
            <w:vAlign w:val="center"/>
          </w:tcPr>
          <w:p w14:paraId="029A8757" w14:textId="77777777" w:rsidR="006154BC" w:rsidRPr="002E2FC9" w:rsidRDefault="006154BC" w:rsidP="006E4AC8">
            <w:pPr>
              <w:jc w:val="left"/>
            </w:pPr>
            <w:r w:rsidRPr="002E2FC9">
              <w:t xml:space="preserve">Montant de participations aux bénéfices garanti accordé en </w:t>
            </w:r>
            <w:r w:rsidR="009A183E">
              <w:t>n</w:t>
            </w:r>
            <w:r w:rsidRPr="002E2FC9">
              <w:t xml:space="preserve"> et déjà attribué en </w:t>
            </w:r>
            <w:r w:rsidR="009A183E">
              <w:t>n</w:t>
            </w:r>
          </w:p>
        </w:tc>
        <w:tc>
          <w:tcPr>
            <w:tcW w:w="837" w:type="pct"/>
            <w:vAlign w:val="center"/>
          </w:tcPr>
          <w:p w14:paraId="7D46CBF9" w14:textId="77777777"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00</w:t>
            </w:r>
            <w:r>
              <w:t>7</w:t>
            </w:r>
            <w:r w:rsidR="00DC393D">
              <w:t>0</w:t>
            </w:r>
          </w:p>
        </w:tc>
        <w:tc>
          <w:tcPr>
            <w:tcW w:w="2076" w:type="pct"/>
          </w:tcPr>
          <w:p w14:paraId="200C1895" w14:textId="77777777" w:rsidR="006154BC" w:rsidRPr="002E2FC9" w:rsidRDefault="006154BC" w:rsidP="00D0169E">
            <w:pPr>
              <w:snapToGrid w:val="0"/>
            </w:pPr>
          </w:p>
        </w:tc>
      </w:tr>
      <w:tr w:rsidR="006154BC" w:rsidRPr="00260978" w14:paraId="12F0C822" w14:textId="77777777" w:rsidTr="00B603A1">
        <w:trPr>
          <w:trHeight w:val="625"/>
        </w:trPr>
        <w:tc>
          <w:tcPr>
            <w:tcW w:w="2086" w:type="pct"/>
            <w:vAlign w:val="center"/>
          </w:tcPr>
          <w:p w14:paraId="29242EB9" w14:textId="77777777" w:rsidR="006154BC" w:rsidRPr="002E2FC9" w:rsidRDefault="006154BC" w:rsidP="009A183E">
            <w:pPr>
              <w:snapToGrid w:val="0"/>
            </w:pPr>
            <w:r w:rsidRPr="002E2FC9">
              <w:t xml:space="preserve">Montant de participations aux bénéfices garanti accordé en </w:t>
            </w:r>
            <w:r w:rsidR="009A183E">
              <w:t>n</w:t>
            </w:r>
            <w:r w:rsidRPr="002E2FC9">
              <w:t xml:space="preserve"> et restant à attribuer en </w:t>
            </w:r>
            <w:r w:rsidR="009A183E">
              <w:t>n</w:t>
            </w:r>
            <w:r w:rsidRPr="002E2FC9">
              <w:t>+1</w:t>
            </w:r>
          </w:p>
        </w:tc>
        <w:tc>
          <w:tcPr>
            <w:tcW w:w="837" w:type="pct"/>
            <w:vAlign w:val="center"/>
          </w:tcPr>
          <w:p w14:paraId="6C21405A" w14:textId="77777777"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00</w:t>
            </w:r>
            <w:r>
              <w:t>8</w:t>
            </w:r>
            <w:r w:rsidR="00DC393D">
              <w:t>0</w:t>
            </w:r>
          </w:p>
        </w:tc>
        <w:tc>
          <w:tcPr>
            <w:tcW w:w="2076" w:type="pct"/>
          </w:tcPr>
          <w:p w14:paraId="52AEB208" w14:textId="77777777" w:rsidR="006154BC" w:rsidRPr="002E2FC9" w:rsidRDefault="006154BC" w:rsidP="00D0169E">
            <w:pPr>
              <w:pStyle w:val="Paragraphedeliste"/>
              <w:suppressAutoHyphens/>
              <w:snapToGrid w:val="0"/>
            </w:pPr>
          </w:p>
        </w:tc>
      </w:tr>
      <w:tr w:rsidR="006154BC" w:rsidRPr="00AE0FB6" w14:paraId="1183873E" w14:textId="77777777" w:rsidTr="00B603A1">
        <w:trPr>
          <w:trHeight w:val="625"/>
        </w:trPr>
        <w:tc>
          <w:tcPr>
            <w:tcW w:w="2086" w:type="pct"/>
            <w:vAlign w:val="center"/>
          </w:tcPr>
          <w:p w14:paraId="3A3A710E" w14:textId="77777777" w:rsidR="006154BC" w:rsidRPr="002E2FC9" w:rsidRDefault="006154BC" w:rsidP="009A183E">
            <w:pPr>
              <w:snapToGrid w:val="0"/>
            </w:pPr>
            <w:r w:rsidRPr="002E2FC9">
              <w:t xml:space="preserve">Montant de participations aux bénéfices garanti accordé en </w:t>
            </w:r>
            <w:r w:rsidR="009A183E">
              <w:t>n</w:t>
            </w:r>
            <w:r w:rsidRPr="002E2FC9">
              <w:t xml:space="preserve">-1 et restant à attribuer en </w:t>
            </w:r>
            <w:r w:rsidR="009A183E">
              <w:t>n</w:t>
            </w:r>
            <w:r w:rsidRPr="002E2FC9">
              <w:t xml:space="preserve"> (à l’exception des versements intervenus en </w:t>
            </w:r>
            <w:r w:rsidR="009A183E">
              <w:t>n</w:t>
            </w:r>
            <w:r w:rsidRPr="002E2FC9">
              <w:t>)</w:t>
            </w:r>
          </w:p>
        </w:tc>
        <w:tc>
          <w:tcPr>
            <w:tcW w:w="837" w:type="pct"/>
            <w:vAlign w:val="center"/>
          </w:tcPr>
          <w:p w14:paraId="6F100278" w14:textId="77777777"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00</w:t>
            </w:r>
            <w:r>
              <w:t>9</w:t>
            </w:r>
            <w:r w:rsidR="00DC393D">
              <w:t>0</w:t>
            </w:r>
          </w:p>
        </w:tc>
        <w:tc>
          <w:tcPr>
            <w:tcW w:w="2076" w:type="pct"/>
          </w:tcPr>
          <w:p w14:paraId="543BB45F" w14:textId="77777777" w:rsidR="006154BC" w:rsidRPr="002E2FC9" w:rsidRDefault="006154BC" w:rsidP="00D0169E">
            <w:pPr>
              <w:snapToGrid w:val="0"/>
            </w:pPr>
          </w:p>
        </w:tc>
      </w:tr>
      <w:tr w:rsidR="006154BC" w:rsidRPr="00AE0FB6" w14:paraId="2F38FB83" w14:textId="77777777" w:rsidTr="00B603A1">
        <w:trPr>
          <w:trHeight w:val="625"/>
        </w:trPr>
        <w:tc>
          <w:tcPr>
            <w:tcW w:w="2086" w:type="pct"/>
            <w:vAlign w:val="center"/>
          </w:tcPr>
          <w:p w14:paraId="7DE80A1F" w14:textId="77777777" w:rsidR="006154BC" w:rsidRPr="002E2FC9" w:rsidRDefault="006154BC" w:rsidP="00F240B5">
            <w:pPr>
              <w:snapToGrid w:val="0"/>
            </w:pPr>
            <w:r w:rsidRPr="002E2FC9">
              <w:t xml:space="preserve">Montant de participations aux bénéfices garanti accordé en </w:t>
            </w:r>
            <w:r w:rsidR="00F240B5">
              <w:t>n</w:t>
            </w:r>
            <w:r w:rsidRPr="002E2FC9">
              <w:t xml:space="preserve">-1 sur des versements intervenus en </w:t>
            </w:r>
            <w:r w:rsidR="009A183E">
              <w:t>n</w:t>
            </w:r>
          </w:p>
        </w:tc>
        <w:tc>
          <w:tcPr>
            <w:tcW w:w="837" w:type="pct"/>
            <w:vAlign w:val="center"/>
          </w:tcPr>
          <w:p w14:paraId="49D934BB" w14:textId="77777777"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</w:t>
            </w:r>
            <w:r>
              <w:t>10</w:t>
            </w:r>
            <w:r w:rsidR="00DC393D">
              <w:t>0</w:t>
            </w:r>
          </w:p>
        </w:tc>
        <w:tc>
          <w:tcPr>
            <w:tcW w:w="2076" w:type="pct"/>
          </w:tcPr>
          <w:p w14:paraId="2CC8D24F" w14:textId="77777777" w:rsidR="006154BC" w:rsidRPr="002E2FC9" w:rsidRDefault="006154BC" w:rsidP="00D0169E">
            <w:pPr>
              <w:snapToGrid w:val="0"/>
            </w:pPr>
          </w:p>
        </w:tc>
      </w:tr>
      <w:tr w:rsidR="006154BC" w:rsidRPr="00AE0FB6" w14:paraId="77114F28" w14:textId="77777777" w:rsidTr="00B603A1">
        <w:trPr>
          <w:trHeight w:val="625"/>
        </w:trPr>
        <w:tc>
          <w:tcPr>
            <w:tcW w:w="2086" w:type="pct"/>
            <w:vAlign w:val="center"/>
          </w:tcPr>
          <w:p w14:paraId="3815B020" w14:textId="77777777" w:rsidR="006154BC" w:rsidRPr="002E2FC9" w:rsidRDefault="006154BC" w:rsidP="00D0169E">
            <w:pPr>
              <w:snapToGrid w:val="0"/>
            </w:pPr>
            <w:r w:rsidRPr="002E2FC9">
              <w:t>Montant total de participations aux bénéfices garanti prévu au V de A. 132-3.</w:t>
            </w:r>
          </w:p>
        </w:tc>
        <w:tc>
          <w:tcPr>
            <w:tcW w:w="837" w:type="pct"/>
            <w:vAlign w:val="center"/>
          </w:tcPr>
          <w:p w14:paraId="331285CE" w14:textId="77777777" w:rsidR="006154BC" w:rsidRPr="002E2FC9" w:rsidRDefault="00991829" w:rsidP="00715E05">
            <w:pPr>
              <w:snapToGrid w:val="0"/>
            </w:pPr>
            <w:r>
              <w:t>R0110</w:t>
            </w:r>
          </w:p>
        </w:tc>
        <w:tc>
          <w:tcPr>
            <w:tcW w:w="2076" w:type="pct"/>
          </w:tcPr>
          <w:p w14:paraId="68A402EE" w14:textId="77777777" w:rsidR="006154BC" w:rsidRPr="002E2FC9" w:rsidRDefault="00991829" w:rsidP="00991829">
            <w:pPr>
              <w:snapToGrid w:val="0"/>
            </w:pPr>
            <w:r>
              <w:rPr>
                <w:bCs/>
                <w:szCs w:val="22"/>
                <w:lang w:val="en-US" w:eastAsia="en-US"/>
              </w:rPr>
              <w:t xml:space="preserve">R0110 </w:t>
            </w:r>
            <w:r w:rsidR="00EC6C35" w:rsidRPr="002E2FC9">
              <w:rPr>
                <w:bCs/>
                <w:szCs w:val="22"/>
                <w:lang w:val="en-US" w:eastAsia="en-US"/>
              </w:rPr>
              <w:t>=</w:t>
            </w:r>
            <w:r>
              <w:rPr>
                <w:bCs/>
                <w:szCs w:val="22"/>
                <w:lang w:val="en-US" w:eastAsia="en-US"/>
              </w:rPr>
              <w:t xml:space="preserve"> </w:t>
            </w:r>
            <w:proofErr w:type="gramStart"/>
            <w:r w:rsidR="00EC6C35" w:rsidRPr="002E2FC9">
              <w:rPr>
                <w:bCs/>
                <w:szCs w:val="22"/>
                <w:lang w:val="en-US" w:eastAsia="en-US"/>
              </w:rPr>
              <w:t>SOMME(</w:t>
            </w:r>
            <w:proofErr w:type="gramEnd"/>
            <w:r>
              <w:rPr>
                <w:bCs/>
                <w:szCs w:val="22"/>
                <w:lang w:val="en-US" w:eastAsia="en-US"/>
              </w:rPr>
              <w:t xml:space="preserve">R0070 </w:t>
            </w:r>
            <w:r w:rsidR="00EC6C35" w:rsidRPr="002E2FC9">
              <w:rPr>
                <w:bCs/>
                <w:szCs w:val="22"/>
                <w:lang w:val="en-US" w:eastAsia="en-US"/>
              </w:rPr>
              <w:t>:</w:t>
            </w:r>
            <w:r>
              <w:rPr>
                <w:bCs/>
                <w:szCs w:val="22"/>
                <w:lang w:val="en-US" w:eastAsia="en-US"/>
              </w:rPr>
              <w:t xml:space="preserve"> R0100</w:t>
            </w:r>
            <w:r w:rsidR="00EC6C35" w:rsidRPr="002E2FC9">
              <w:rPr>
                <w:bCs/>
                <w:szCs w:val="22"/>
                <w:lang w:val="en-US" w:eastAsia="en-US"/>
              </w:rPr>
              <w:t>)</w:t>
            </w:r>
          </w:p>
        </w:tc>
      </w:tr>
      <w:tr w:rsidR="006154BC" w:rsidRPr="00AE0FB6" w14:paraId="2F3FBA6C" w14:textId="77777777" w:rsidTr="00B603A1">
        <w:trPr>
          <w:trHeight w:val="625"/>
        </w:trPr>
        <w:tc>
          <w:tcPr>
            <w:tcW w:w="2086" w:type="pct"/>
            <w:vAlign w:val="center"/>
          </w:tcPr>
          <w:p w14:paraId="6E16A48B" w14:textId="77777777" w:rsidR="006154BC" w:rsidRPr="002E2FC9" w:rsidRDefault="006154BC" w:rsidP="00D0169E">
            <w:pPr>
              <w:snapToGrid w:val="0"/>
            </w:pPr>
            <w:proofErr w:type="spellStart"/>
            <w:r w:rsidRPr="002E2FC9">
              <w:rPr>
                <w:bCs/>
                <w:szCs w:val="22"/>
                <w:lang w:val="en-US" w:eastAsia="en-US"/>
              </w:rPr>
              <w:t>Solde</w:t>
            </w:r>
            <w:proofErr w:type="spellEnd"/>
            <w:r w:rsidRPr="002E2FC9">
              <w:rPr>
                <w:bCs/>
                <w:szCs w:val="22"/>
                <w:lang w:val="en-US" w:eastAsia="en-US"/>
              </w:rPr>
              <w:t xml:space="preserve"> non consommé</w:t>
            </w:r>
          </w:p>
        </w:tc>
        <w:tc>
          <w:tcPr>
            <w:tcW w:w="837" w:type="pct"/>
            <w:vAlign w:val="center"/>
          </w:tcPr>
          <w:p w14:paraId="75B361CD" w14:textId="77777777"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01</w:t>
            </w:r>
            <w:r>
              <w:t>2</w:t>
            </w:r>
            <w:r w:rsidR="00DC393D">
              <w:t>0</w:t>
            </w:r>
          </w:p>
        </w:tc>
        <w:tc>
          <w:tcPr>
            <w:tcW w:w="2076" w:type="pct"/>
          </w:tcPr>
          <w:p w14:paraId="7DBBF8AB" w14:textId="77777777" w:rsidR="006154BC" w:rsidRPr="002E2FC9" w:rsidRDefault="00991829" w:rsidP="00991829">
            <w:pPr>
              <w:snapToGrid w:val="0"/>
            </w:pPr>
            <w:r>
              <w:rPr>
                <w:bCs/>
                <w:szCs w:val="22"/>
                <w:lang w:val="en-US" w:eastAsia="en-US"/>
              </w:rPr>
              <w:t>R01</w:t>
            </w:r>
            <w:r w:rsidRPr="002E2FC9">
              <w:rPr>
                <w:bCs/>
                <w:szCs w:val="22"/>
                <w:lang w:val="en-US" w:eastAsia="en-US"/>
              </w:rPr>
              <w:t>20</w:t>
            </w:r>
            <w:r>
              <w:rPr>
                <w:bCs/>
                <w:szCs w:val="22"/>
                <w:lang w:val="en-US" w:eastAsia="en-US"/>
              </w:rPr>
              <w:t xml:space="preserve"> </w:t>
            </w:r>
            <w:r w:rsidR="00EC6C35" w:rsidRPr="002E2FC9">
              <w:rPr>
                <w:bCs/>
                <w:szCs w:val="22"/>
                <w:lang w:val="en-US" w:eastAsia="en-US"/>
              </w:rPr>
              <w:t>=</w:t>
            </w:r>
            <w:r>
              <w:rPr>
                <w:bCs/>
                <w:szCs w:val="22"/>
                <w:lang w:val="en-US" w:eastAsia="en-US"/>
              </w:rPr>
              <w:t xml:space="preserve"> R0060 </w:t>
            </w:r>
            <w:r w:rsidR="00EC6C35" w:rsidRPr="002E2FC9">
              <w:rPr>
                <w:bCs/>
                <w:szCs w:val="22"/>
                <w:lang w:val="en-US" w:eastAsia="en-US"/>
              </w:rPr>
              <w:t>-</w:t>
            </w:r>
            <w:r>
              <w:rPr>
                <w:bCs/>
                <w:szCs w:val="22"/>
                <w:lang w:val="en-US" w:eastAsia="en-US"/>
              </w:rPr>
              <w:t xml:space="preserve"> R0110</w:t>
            </w:r>
          </w:p>
        </w:tc>
      </w:tr>
      <w:tr w:rsidR="006154BC" w:rsidRPr="00AE0FB6" w14:paraId="0F470DFF" w14:textId="77777777" w:rsidTr="00B603A1">
        <w:trPr>
          <w:trHeight w:val="625"/>
        </w:trPr>
        <w:tc>
          <w:tcPr>
            <w:tcW w:w="2086" w:type="pct"/>
            <w:vAlign w:val="center"/>
          </w:tcPr>
          <w:p w14:paraId="3ADF9647" w14:textId="77777777" w:rsidR="006154BC" w:rsidRPr="002E2FC9" w:rsidRDefault="006154BC" w:rsidP="009A183E">
            <w:pPr>
              <w:jc w:val="left"/>
              <w:rPr>
                <w:szCs w:val="22"/>
                <w:lang w:eastAsia="en-US"/>
              </w:rPr>
            </w:pPr>
            <w:r w:rsidRPr="002E2FC9">
              <w:t xml:space="preserve">Intérêts techniques de l'année </w:t>
            </w:r>
            <w:r w:rsidR="009A183E">
              <w:t>n</w:t>
            </w:r>
          </w:p>
        </w:tc>
        <w:tc>
          <w:tcPr>
            <w:tcW w:w="837" w:type="pct"/>
            <w:vAlign w:val="center"/>
          </w:tcPr>
          <w:p w14:paraId="2E9501DA" w14:textId="77777777" w:rsidR="006154BC" w:rsidRPr="002E2FC9" w:rsidRDefault="00991829" w:rsidP="00715E05">
            <w:pPr>
              <w:snapToGrid w:val="0"/>
            </w:pPr>
            <w:r>
              <w:t>R013</w:t>
            </w:r>
            <w:r w:rsidR="00DC393D">
              <w:t>0</w:t>
            </w:r>
          </w:p>
        </w:tc>
        <w:tc>
          <w:tcPr>
            <w:tcW w:w="2076" w:type="pct"/>
          </w:tcPr>
          <w:p w14:paraId="2574DCCB" w14:textId="77777777" w:rsidR="006154BC" w:rsidRPr="002E2FC9" w:rsidRDefault="006154BC" w:rsidP="00D0169E">
            <w:pPr>
              <w:snapToGrid w:val="0"/>
            </w:pPr>
          </w:p>
        </w:tc>
      </w:tr>
      <w:tr w:rsidR="006154BC" w:rsidRPr="00AE0FB6" w14:paraId="7FB787E2" w14:textId="77777777" w:rsidTr="00B603A1">
        <w:trPr>
          <w:trHeight w:val="625"/>
        </w:trPr>
        <w:tc>
          <w:tcPr>
            <w:tcW w:w="2086" w:type="pct"/>
          </w:tcPr>
          <w:p w14:paraId="33F0B698" w14:textId="77777777" w:rsidR="006154BC" w:rsidRPr="002E2FC9" w:rsidRDefault="006154BC" w:rsidP="009A183E">
            <w:pPr>
              <w:jc w:val="left"/>
              <w:rPr>
                <w:szCs w:val="22"/>
                <w:lang w:eastAsia="en-US"/>
              </w:rPr>
            </w:pPr>
            <w:r w:rsidRPr="002E2FC9">
              <w:t xml:space="preserve">Participations aux bénéfices attribuées dans l'année </w:t>
            </w:r>
            <w:r w:rsidR="009A183E">
              <w:t>n</w:t>
            </w:r>
          </w:p>
        </w:tc>
        <w:tc>
          <w:tcPr>
            <w:tcW w:w="837" w:type="pct"/>
            <w:vAlign w:val="center"/>
          </w:tcPr>
          <w:p w14:paraId="3499BF95" w14:textId="77777777"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</w:t>
            </w:r>
            <w:r>
              <w:t>140</w:t>
            </w:r>
          </w:p>
        </w:tc>
        <w:tc>
          <w:tcPr>
            <w:tcW w:w="2076" w:type="pct"/>
          </w:tcPr>
          <w:p w14:paraId="09579338" w14:textId="77777777" w:rsidR="006154BC" w:rsidRPr="002E2FC9" w:rsidRDefault="006154BC" w:rsidP="00D0169E">
            <w:pPr>
              <w:snapToGrid w:val="0"/>
            </w:pPr>
          </w:p>
        </w:tc>
      </w:tr>
      <w:tr w:rsidR="006154BC" w:rsidRPr="00AE0FB6" w14:paraId="3CB58BD5" w14:textId="77777777" w:rsidTr="00B603A1">
        <w:trPr>
          <w:trHeight w:val="625"/>
        </w:trPr>
        <w:tc>
          <w:tcPr>
            <w:tcW w:w="2086" w:type="pct"/>
          </w:tcPr>
          <w:p w14:paraId="3EE4E050" w14:textId="77777777" w:rsidR="006154BC" w:rsidRPr="002E2FC9" w:rsidRDefault="006154BC" w:rsidP="009A183E">
            <w:pPr>
              <w:jc w:val="left"/>
              <w:rPr>
                <w:szCs w:val="22"/>
                <w:lang w:eastAsia="en-US"/>
              </w:rPr>
            </w:pPr>
            <w:r w:rsidRPr="002E2FC9">
              <w:t xml:space="preserve">Moyenne annuelle des provisions mathématiques de l’année </w:t>
            </w:r>
            <w:r w:rsidR="009A183E">
              <w:t>n</w:t>
            </w:r>
          </w:p>
        </w:tc>
        <w:tc>
          <w:tcPr>
            <w:tcW w:w="837" w:type="pct"/>
            <w:vAlign w:val="center"/>
          </w:tcPr>
          <w:p w14:paraId="6D7E3699" w14:textId="77777777"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01</w:t>
            </w:r>
            <w:r>
              <w:t>5</w:t>
            </w:r>
            <w:r w:rsidR="00DC393D">
              <w:t>0</w:t>
            </w:r>
          </w:p>
        </w:tc>
        <w:tc>
          <w:tcPr>
            <w:tcW w:w="2076" w:type="pct"/>
          </w:tcPr>
          <w:p w14:paraId="1E018E1C" w14:textId="77777777" w:rsidR="006154BC" w:rsidRPr="002E2FC9" w:rsidRDefault="006154BC" w:rsidP="00D0169E">
            <w:pPr>
              <w:snapToGrid w:val="0"/>
            </w:pPr>
          </w:p>
        </w:tc>
      </w:tr>
      <w:tr w:rsidR="006154BC" w:rsidRPr="00260978" w14:paraId="24B3C2ED" w14:textId="77777777" w:rsidTr="00B603A1">
        <w:trPr>
          <w:trHeight w:val="625"/>
        </w:trPr>
        <w:tc>
          <w:tcPr>
            <w:tcW w:w="2086" w:type="pct"/>
          </w:tcPr>
          <w:p w14:paraId="1BC2450B" w14:textId="77777777" w:rsidR="006154BC" w:rsidRPr="002E2FC9" w:rsidRDefault="006154BC" w:rsidP="00FA7501">
            <w:pPr>
              <w:jc w:val="left"/>
              <w:rPr>
                <w:szCs w:val="22"/>
                <w:lang w:eastAsia="en-US"/>
              </w:rPr>
            </w:pPr>
            <w:r w:rsidRPr="002E2FC9">
              <w:t xml:space="preserve">Taux moyen servi lors de l’année </w:t>
            </w:r>
            <w:r w:rsidR="00FA7501">
              <w:t>n</w:t>
            </w:r>
            <w:r w:rsidRPr="002E2FC9">
              <w:t xml:space="preserve"> au sens de A. 132-</w:t>
            </w:r>
            <w:r w:rsidR="00FA7501">
              <w:t>3</w:t>
            </w:r>
            <w:r w:rsidRPr="002E2FC9">
              <w:t xml:space="preserve"> </w:t>
            </w:r>
          </w:p>
        </w:tc>
        <w:tc>
          <w:tcPr>
            <w:tcW w:w="837" w:type="pct"/>
            <w:vAlign w:val="center"/>
          </w:tcPr>
          <w:p w14:paraId="06DF8899" w14:textId="77777777"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</w:t>
            </w:r>
            <w:r>
              <w:t>16</w:t>
            </w:r>
            <w:r w:rsidR="00DC393D">
              <w:t>0</w:t>
            </w:r>
          </w:p>
        </w:tc>
        <w:tc>
          <w:tcPr>
            <w:tcW w:w="2076" w:type="pct"/>
          </w:tcPr>
          <w:p w14:paraId="488801A4" w14:textId="77777777" w:rsidR="006154BC" w:rsidRPr="002E2FC9" w:rsidRDefault="006154BC" w:rsidP="00D0169E">
            <w:pPr>
              <w:snapToGrid w:val="0"/>
            </w:pPr>
          </w:p>
        </w:tc>
      </w:tr>
      <w:tr w:rsidR="006154BC" w:rsidRPr="00260978" w14:paraId="61997C27" w14:textId="77777777" w:rsidTr="00B603A1">
        <w:trPr>
          <w:trHeight w:val="625"/>
        </w:trPr>
        <w:tc>
          <w:tcPr>
            <w:tcW w:w="2086" w:type="pct"/>
            <w:vAlign w:val="center"/>
          </w:tcPr>
          <w:p w14:paraId="1F49C97A" w14:textId="77777777" w:rsidR="006154BC" w:rsidRPr="002E2FC9" w:rsidRDefault="006154BC" w:rsidP="00D0169E">
            <w:pPr>
              <w:snapToGrid w:val="0"/>
            </w:pPr>
            <w:r w:rsidRPr="002E2FC9">
              <w:rPr>
                <w:szCs w:val="22"/>
                <w:lang w:eastAsia="en-US"/>
              </w:rPr>
              <w:t>Moyenne du TMS sur les deux années précédentes</w:t>
            </w:r>
          </w:p>
        </w:tc>
        <w:tc>
          <w:tcPr>
            <w:tcW w:w="837" w:type="pct"/>
            <w:vAlign w:val="center"/>
          </w:tcPr>
          <w:p w14:paraId="6CC31CD1" w14:textId="77777777" w:rsidR="006154BC" w:rsidRPr="002E2FC9" w:rsidRDefault="00991829" w:rsidP="00715E05">
            <w:pPr>
              <w:snapToGrid w:val="0"/>
              <w:rPr>
                <w:lang w:val="en-US"/>
              </w:rPr>
            </w:pPr>
            <w:r>
              <w:t>R0170</w:t>
            </w:r>
          </w:p>
        </w:tc>
        <w:tc>
          <w:tcPr>
            <w:tcW w:w="2076" w:type="pct"/>
          </w:tcPr>
          <w:p w14:paraId="1435736B" w14:textId="77777777" w:rsidR="006154BC" w:rsidRPr="002E2FC9" w:rsidRDefault="006154BC" w:rsidP="00D0169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154BC" w:rsidRPr="00AE0FB6" w14:paraId="2E14D362" w14:textId="77777777" w:rsidTr="00B603A1">
        <w:trPr>
          <w:trHeight w:val="625"/>
        </w:trPr>
        <w:tc>
          <w:tcPr>
            <w:tcW w:w="2086" w:type="pct"/>
            <w:vAlign w:val="center"/>
          </w:tcPr>
          <w:p w14:paraId="583CCB6B" w14:textId="77777777" w:rsidR="006154BC" w:rsidRPr="002E2FC9" w:rsidRDefault="006154BC" w:rsidP="00D0169E">
            <w:pPr>
              <w:snapToGrid w:val="0"/>
            </w:pPr>
            <w:proofErr w:type="spellStart"/>
            <w:r w:rsidRPr="002E2FC9">
              <w:rPr>
                <w:bCs/>
                <w:szCs w:val="22"/>
                <w:lang w:val="en-US" w:eastAsia="en-US"/>
              </w:rPr>
              <w:t>Taux</w:t>
            </w:r>
            <w:proofErr w:type="spellEnd"/>
            <w:r w:rsidRPr="002E2FC9">
              <w:rPr>
                <w:bCs/>
                <w:szCs w:val="22"/>
                <w:lang w:val="en-US" w:eastAsia="en-US"/>
              </w:rPr>
              <w:t xml:space="preserve"> techniques maximums (TTM)</w:t>
            </w:r>
          </w:p>
        </w:tc>
        <w:tc>
          <w:tcPr>
            <w:tcW w:w="837" w:type="pct"/>
            <w:vAlign w:val="center"/>
          </w:tcPr>
          <w:p w14:paraId="2F54AD40" w14:textId="77777777" w:rsidR="006154BC" w:rsidRPr="002E2FC9" w:rsidRDefault="00991829" w:rsidP="00991829">
            <w:pPr>
              <w:snapToGrid w:val="0"/>
            </w:pPr>
            <w:r>
              <w:t>R0180</w:t>
            </w:r>
          </w:p>
        </w:tc>
        <w:tc>
          <w:tcPr>
            <w:tcW w:w="2076" w:type="pct"/>
          </w:tcPr>
          <w:p w14:paraId="5E8740DF" w14:textId="77777777" w:rsidR="00EC6C35" w:rsidRPr="002E2FC9" w:rsidRDefault="006154BC" w:rsidP="00D0169E">
            <w:pPr>
              <w:snapToGrid w:val="0"/>
            </w:pPr>
            <w:r w:rsidRPr="002E2FC9">
              <w:t>Pour chaque trimestre considéré, la valeur maximale du taux technique.</w:t>
            </w:r>
          </w:p>
          <w:p w14:paraId="05D095F0" w14:textId="77777777" w:rsidR="006154BC" w:rsidRPr="002E2FC9" w:rsidRDefault="006154BC" w:rsidP="00916C09">
            <w:pPr>
              <w:snapToGrid w:val="0"/>
            </w:pPr>
          </w:p>
        </w:tc>
      </w:tr>
      <w:tr w:rsidR="006154BC" w:rsidRPr="00AE0FB6" w14:paraId="0236A180" w14:textId="77777777" w:rsidTr="00B603A1">
        <w:trPr>
          <w:trHeight w:val="625"/>
        </w:trPr>
        <w:tc>
          <w:tcPr>
            <w:tcW w:w="2086" w:type="pct"/>
            <w:vAlign w:val="center"/>
          </w:tcPr>
          <w:p w14:paraId="6FFE1D1B" w14:textId="77777777" w:rsidR="006154BC" w:rsidRPr="002E2FC9" w:rsidRDefault="006154BC" w:rsidP="00D0169E">
            <w:pPr>
              <w:snapToGrid w:val="0"/>
            </w:pPr>
            <w:r w:rsidRPr="002E2FC9">
              <w:rPr>
                <w:bCs/>
                <w:szCs w:val="22"/>
                <w:lang w:val="en-US" w:eastAsia="en-US"/>
              </w:rPr>
              <w:t>Bornes de TMG</w:t>
            </w:r>
          </w:p>
        </w:tc>
        <w:tc>
          <w:tcPr>
            <w:tcW w:w="837" w:type="pct"/>
            <w:vAlign w:val="center"/>
          </w:tcPr>
          <w:p w14:paraId="02AF9218" w14:textId="77777777" w:rsidR="006154BC" w:rsidRPr="002E2FC9" w:rsidRDefault="00991829" w:rsidP="006154BC">
            <w:pPr>
              <w:snapToGrid w:val="0"/>
            </w:pPr>
            <w:r>
              <w:t>R0190</w:t>
            </w:r>
          </w:p>
        </w:tc>
        <w:tc>
          <w:tcPr>
            <w:tcW w:w="2076" w:type="pct"/>
          </w:tcPr>
          <w:p w14:paraId="24844ACF" w14:textId="77777777" w:rsidR="006154BC" w:rsidRPr="002E2FC9" w:rsidRDefault="00EC6C35" w:rsidP="006E4AC8">
            <w:pPr>
              <w:snapToGrid w:val="0"/>
              <w:jc w:val="left"/>
            </w:pPr>
            <w:r w:rsidRPr="002E2FC9">
              <w:t>Pour chaque trimestre, le niveau maximal de TMG que la société peu</w:t>
            </w:r>
            <w:r w:rsidR="00CB043F" w:rsidRPr="002E2FC9">
              <w:t>t</w:t>
            </w:r>
            <w:r w:rsidRPr="002E2FC9">
              <w:t xml:space="preserve"> accorder ; </w:t>
            </w:r>
            <w:proofErr w:type="gramStart"/>
            <w:r w:rsidRPr="002E2FC9">
              <w:rPr>
                <w:szCs w:val="22"/>
                <w:lang w:eastAsia="en-US"/>
              </w:rPr>
              <w:t>min(</w:t>
            </w:r>
            <w:proofErr w:type="gramEnd"/>
            <w:r w:rsidRPr="002E2FC9">
              <w:rPr>
                <w:szCs w:val="22"/>
                <w:lang w:eastAsia="en-US"/>
              </w:rPr>
              <w:t xml:space="preserve">150% </w:t>
            </w:r>
            <w:proofErr w:type="spellStart"/>
            <w:r w:rsidRPr="002E2FC9">
              <w:rPr>
                <w:szCs w:val="22"/>
                <w:lang w:eastAsia="en-US"/>
              </w:rPr>
              <w:t>TTMtx;max</w:t>
            </w:r>
            <w:proofErr w:type="spellEnd"/>
            <w:r w:rsidRPr="002E2FC9">
              <w:rPr>
                <w:szCs w:val="22"/>
                <w:lang w:eastAsia="en-US"/>
              </w:rPr>
              <w:t xml:space="preserve">(120% </w:t>
            </w:r>
            <w:proofErr w:type="spellStart"/>
            <w:r w:rsidRPr="002E2FC9">
              <w:rPr>
                <w:szCs w:val="22"/>
                <w:lang w:eastAsia="en-US"/>
              </w:rPr>
              <w:t>TTMtx</w:t>
            </w:r>
            <w:proofErr w:type="spellEnd"/>
            <w:r w:rsidRPr="002E2FC9">
              <w:rPr>
                <w:szCs w:val="22"/>
                <w:lang w:eastAsia="en-US"/>
              </w:rPr>
              <w:t>, 110%*</w:t>
            </w:r>
            <w:r w:rsidR="00991829">
              <w:rPr>
                <w:szCs w:val="22"/>
                <w:lang w:eastAsia="en-US"/>
              </w:rPr>
              <w:t>R0170</w:t>
            </w:r>
            <w:r w:rsidRPr="002E2FC9">
              <w:rPr>
                <w:szCs w:val="22"/>
                <w:lang w:eastAsia="en-US"/>
              </w:rPr>
              <w:t>)</w:t>
            </w:r>
          </w:p>
        </w:tc>
      </w:tr>
    </w:tbl>
    <w:p w14:paraId="04DE5BC2" w14:textId="77777777" w:rsidR="00E8385E" w:rsidRDefault="00E8385E" w:rsidP="00184483">
      <w:pPr>
        <w:pStyle w:val="BO-Enumration"/>
        <w:numPr>
          <w:ilvl w:val="0"/>
          <w:numId w:val="0"/>
        </w:numPr>
        <w:ind w:left="697"/>
        <w:jc w:val="center"/>
        <w:rPr>
          <w:rFonts w:ascii="Arial" w:hAnsi="Arial" w:cs="Arial"/>
          <w:b/>
          <w:sz w:val="24"/>
          <w:szCs w:val="24"/>
        </w:rPr>
        <w:sectPr w:rsidR="00E8385E" w:rsidSect="00196108">
          <w:headerReference w:type="default" r:id="rId13"/>
          <w:footerReference w:type="even" r:id="rId14"/>
          <w:footerReference w:type="default" r:id="rId15"/>
          <w:footerReference w:type="first" r:id="rId16"/>
          <w:pgSz w:w="11907" w:h="16839" w:code="9"/>
          <w:pgMar w:top="1418" w:right="1418" w:bottom="1418" w:left="1418" w:header="567" w:footer="567" w:gutter="0"/>
          <w:pgNumType w:start="1"/>
          <w:cols w:space="720"/>
          <w:titlePg/>
          <w:docGrid w:linePitch="299"/>
        </w:sectPr>
      </w:pPr>
    </w:p>
    <w:p w14:paraId="6172D40E" w14:textId="77777777" w:rsidR="008F6F93" w:rsidRPr="00575309" w:rsidRDefault="008F6F93" w:rsidP="00994856">
      <w:pPr>
        <w:pStyle w:val="Titre1"/>
      </w:pPr>
      <w:r>
        <w:lastRenderedPageBreak/>
        <w:t>Tableau</w:t>
      </w:r>
    </w:p>
    <w:p w14:paraId="0D3DFEDD" w14:textId="77777777" w:rsidR="00196C47" w:rsidRDefault="00196C47" w:rsidP="00184483">
      <w:pPr>
        <w:pStyle w:val="BO-Enumration"/>
        <w:numPr>
          <w:ilvl w:val="0"/>
          <w:numId w:val="0"/>
        </w:numPr>
        <w:ind w:left="697"/>
        <w:jc w:val="center"/>
      </w:pPr>
    </w:p>
    <w:p w14:paraId="1E670A0D" w14:textId="77777777" w:rsidR="00D52EA7" w:rsidRDefault="003E0A1C" w:rsidP="00B37D96">
      <w:pPr>
        <w:pStyle w:val="BO-Enumration"/>
        <w:numPr>
          <w:ilvl w:val="0"/>
          <w:numId w:val="0"/>
        </w:numPr>
        <w:rPr>
          <w:b/>
          <w:bCs/>
          <w:u w:val="single"/>
        </w:rPr>
      </w:pPr>
      <w:r w:rsidRPr="003E0A1C">
        <w:rPr>
          <w:noProof/>
        </w:rPr>
        <w:drawing>
          <wp:inline distT="0" distB="0" distL="0" distR="0" wp14:anchorId="51F9F51D" wp14:editId="7D3D286E">
            <wp:extent cx="9120505" cy="610362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0505" cy="610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F95D2D" w14:textId="77777777" w:rsidR="003E0A1C" w:rsidRPr="00A83F57" w:rsidRDefault="003E0A1C" w:rsidP="00B37D96">
      <w:pPr>
        <w:pStyle w:val="BO-Enumration"/>
        <w:numPr>
          <w:ilvl w:val="0"/>
          <w:numId w:val="0"/>
        </w:numPr>
        <w:rPr>
          <w:b/>
          <w:bCs/>
          <w:u w:val="single"/>
        </w:rPr>
      </w:pPr>
      <w:r w:rsidRPr="003E0A1C">
        <w:rPr>
          <w:noProof/>
        </w:rPr>
        <w:drawing>
          <wp:inline distT="0" distB="0" distL="0" distR="0" wp14:anchorId="2E450E6E" wp14:editId="2A475F37">
            <wp:extent cx="8063230" cy="77216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3230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0A1C" w:rsidRPr="00A83F57" w:rsidSect="00B46064">
      <w:pgSz w:w="23814" w:h="16840" w:orient="landscape" w:code="8"/>
      <w:pgMar w:top="1418" w:right="1418" w:bottom="1418" w:left="1418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615FE" w14:textId="77777777" w:rsidR="003044C3" w:rsidRDefault="003044C3">
      <w:r>
        <w:separator/>
      </w:r>
    </w:p>
  </w:endnote>
  <w:endnote w:type="continuationSeparator" w:id="0">
    <w:p w14:paraId="33BD6D16" w14:textId="77777777" w:rsidR="003044C3" w:rsidRDefault="00304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12A92" w14:textId="77777777" w:rsidR="000B4E43" w:rsidRDefault="00483D24" w:rsidP="001B53AF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0B4E43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0B4E43">
      <w:rPr>
        <w:rStyle w:val="Numrodepage"/>
        <w:noProof/>
      </w:rPr>
      <w:t>9</w:t>
    </w:r>
    <w:r>
      <w:rPr>
        <w:rStyle w:val="Numrodepage"/>
      </w:rPr>
      <w:fldChar w:fldCharType="end"/>
    </w:r>
  </w:p>
  <w:p w14:paraId="527AF323" w14:textId="77777777" w:rsidR="000B4E43" w:rsidRDefault="000B4E43" w:rsidP="0017083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470BF" w14:textId="77777777" w:rsidR="000B4E43" w:rsidRPr="00842E52" w:rsidRDefault="000B4E43" w:rsidP="00842E52">
    <w:pPr>
      <w:pStyle w:val="Pieddepage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63264"/>
      <w:docPartObj>
        <w:docPartGallery w:val="Page Numbers (Bottom of Page)"/>
        <w:docPartUnique/>
      </w:docPartObj>
    </w:sdtPr>
    <w:sdtContent>
      <w:p w14:paraId="396DEB92" w14:textId="77777777" w:rsidR="005B4A4C" w:rsidRDefault="00196108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4AC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8F31336" w14:textId="77777777" w:rsidR="000B4E43" w:rsidRPr="00842E52" w:rsidRDefault="000B4E43" w:rsidP="00842E52">
    <w:pPr>
      <w:pStyle w:val="Pieddepage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56170" w14:textId="77777777" w:rsidR="003044C3" w:rsidRDefault="003044C3">
      <w:r>
        <w:separator/>
      </w:r>
    </w:p>
  </w:footnote>
  <w:footnote w:type="continuationSeparator" w:id="0">
    <w:p w14:paraId="66F989E9" w14:textId="77777777" w:rsidR="003044C3" w:rsidRDefault="00304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371AE" w14:textId="77777777" w:rsidR="000B4E43" w:rsidRPr="00B603A1" w:rsidRDefault="00B603A1" w:rsidP="00B603A1">
    <w:pPr>
      <w:pStyle w:val="En-tte"/>
      <w:pBdr>
        <w:bottom w:val="none" w:sz="0" w:space="0" w:color="auto"/>
      </w:pBdr>
      <w:jc w:val="right"/>
      <w:rPr>
        <w:i/>
      </w:rPr>
    </w:pPr>
    <w:r w:rsidRPr="00B603A1">
      <w:rPr>
        <w:i/>
      </w:rPr>
      <w:t xml:space="preserve">Utilisation de l’état sur les taux minimums garantis – </w:t>
    </w:r>
    <w:r w:rsidR="00654523">
      <w:rPr>
        <w:i/>
      </w:rPr>
      <w:t>FR.</w:t>
    </w:r>
    <w:r w:rsidRPr="00B603A1">
      <w:rPr>
        <w:i/>
      </w:rPr>
      <w:t>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74C63E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D5E89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2F08B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AC48E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0E43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2448C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62D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FBCEB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50AB0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AA017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3E6382"/>
    <w:multiLevelType w:val="hybridMultilevel"/>
    <w:tmpl w:val="A0F44490"/>
    <w:lvl w:ilvl="0" w:tplc="122800BA">
      <w:start w:val="1"/>
      <w:numFmt w:val="bullet"/>
      <w:lvlText w:val="–"/>
      <w:lvlJc w:val="left"/>
      <w:pPr>
        <w:tabs>
          <w:tab w:val="num" w:pos="700"/>
        </w:tabs>
        <w:ind w:left="700" w:hanging="34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8449A6"/>
    <w:multiLevelType w:val="hybridMultilevel"/>
    <w:tmpl w:val="476691F4"/>
    <w:lvl w:ilvl="0" w:tplc="BC9AF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67553A"/>
    <w:multiLevelType w:val="hybridMultilevel"/>
    <w:tmpl w:val="A0E02B24"/>
    <w:lvl w:ilvl="0" w:tplc="9B62935E">
      <w:start w:val="3"/>
      <w:numFmt w:val="upperLetter"/>
      <w:lvlText w:val="%1)"/>
      <w:lvlJc w:val="left"/>
      <w:pPr>
        <w:ind w:left="10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7" w:hanging="360"/>
      </w:pPr>
    </w:lvl>
    <w:lvl w:ilvl="2" w:tplc="0409001B" w:tentative="1">
      <w:start w:val="1"/>
      <w:numFmt w:val="lowerRoman"/>
      <w:lvlText w:val="%3."/>
      <w:lvlJc w:val="right"/>
      <w:pPr>
        <w:ind w:left="2497" w:hanging="180"/>
      </w:pPr>
    </w:lvl>
    <w:lvl w:ilvl="3" w:tplc="0409000F" w:tentative="1">
      <w:start w:val="1"/>
      <w:numFmt w:val="decimal"/>
      <w:lvlText w:val="%4."/>
      <w:lvlJc w:val="left"/>
      <w:pPr>
        <w:ind w:left="3217" w:hanging="360"/>
      </w:pPr>
    </w:lvl>
    <w:lvl w:ilvl="4" w:tplc="04090019" w:tentative="1">
      <w:start w:val="1"/>
      <w:numFmt w:val="lowerLetter"/>
      <w:lvlText w:val="%5."/>
      <w:lvlJc w:val="left"/>
      <w:pPr>
        <w:ind w:left="3937" w:hanging="360"/>
      </w:pPr>
    </w:lvl>
    <w:lvl w:ilvl="5" w:tplc="0409001B" w:tentative="1">
      <w:start w:val="1"/>
      <w:numFmt w:val="lowerRoman"/>
      <w:lvlText w:val="%6."/>
      <w:lvlJc w:val="right"/>
      <w:pPr>
        <w:ind w:left="4657" w:hanging="180"/>
      </w:pPr>
    </w:lvl>
    <w:lvl w:ilvl="6" w:tplc="0409000F" w:tentative="1">
      <w:start w:val="1"/>
      <w:numFmt w:val="decimal"/>
      <w:lvlText w:val="%7."/>
      <w:lvlJc w:val="left"/>
      <w:pPr>
        <w:ind w:left="5377" w:hanging="360"/>
      </w:pPr>
    </w:lvl>
    <w:lvl w:ilvl="7" w:tplc="04090019" w:tentative="1">
      <w:start w:val="1"/>
      <w:numFmt w:val="lowerLetter"/>
      <w:lvlText w:val="%8."/>
      <w:lvlJc w:val="left"/>
      <w:pPr>
        <w:ind w:left="6097" w:hanging="360"/>
      </w:pPr>
    </w:lvl>
    <w:lvl w:ilvl="8" w:tplc="040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3" w15:restartNumberingAfterBreak="0">
    <w:nsid w:val="12533E19"/>
    <w:multiLevelType w:val="hybridMultilevel"/>
    <w:tmpl w:val="0EF677EA"/>
    <w:lvl w:ilvl="0" w:tplc="BD724740">
      <w:start w:val="1"/>
      <w:numFmt w:val="bullet"/>
      <w:lvlText w:val=""/>
      <w:lvlJc w:val="left"/>
      <w:pPr>
        <w:tabs>
          <w:tab w:val="num" w:pos="454"/>
        </w:tabs>
        <w:ind w:left="568" w:hanging="284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15" w15:restartNumberingAfterBreak="0">
    <w:nsid w:val="22055E6E"/>
    <w:multiLevelType w:val="hybridMultilevel"/>
    <w:tmpl w:val="BC42E53E"/>
    <w:lvl w:ilvl="0" w:tplc="122800BA">
      <w:start w:val="1"/>
      <w:numFmt w:val="bullet"/>
      <w:lvlText w:val="–"/>
      <w:lvlJc w:val="left"/>
      <w:pPr>
        <w:tabs>
          <w:tab w:val="num" w:pos="1048"/>
        </w:tabs>
        <w:ind w:left="1048" w:hanging="34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9CF2A6E"/>
    <w:multiLevelType w:val="hybridMultilevel"/>
    <w:tmpl w:val="48D43C0A"/>
    <w:lvl w:ilvl="0" w:tplc="BD724740">
      <w:start w:val="1"/>
      <w:numFmt w:val="bullet"/>
      <w:lvlText w:val=""/>
      <w:lvlJc w:val="left"/>
      <w:pPr>
        <w:tabs>
          <w:tab w:val="num" w:pos="454"/>
        </w:tabs>
        <w:ind w:left="568" w:hanging="284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1" w:tplc="122800BA">
      <w:start w:val="1"/>
      <w:numFmt w:val="bullet"/>
      <w:lvlText w:val="–"/>
      <w:lvlJc w:val="left"/>
      <w:pPr>
        <w:tabs>
          <w:tab w:val="num" w:pos="1704"/>
        </w:tabs>
        <w:ind w:left="1704" w:hanging="34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0"/>
      </w:rPr>
    </w:lvl>
    <w:lvl w:ilvl="2" w:tplc="D4E013C8">
      <w:numFmt w:val="bullet"/>
      <w:lvlText w:val="-"/>
      <w:lvlJc w:val="left"/>
      <w:pPr>
        <w:tabs>
          <w:tab w:val="num" w:pos="2444"/>
        </w:tabs>
        <w:ind w:left="2444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AA75BE1"/>
    <w:multiLevelType w:val="hybridMultilevel"/>
    <w:tmpl w:val="0EBA4F4E"/>
    <w:lvl w:ilvl="0" w:tplc="122800BA">
      <w:start w:val="1"/>
      <w:numFmt w:val="bullet"/>
      <w:lvlText w:val="–"/>
      <w:lvlJc w:val="left"/>
      <w:pPr>
        <w:tabs>
          <w:tab w:val="num" w:pos="700"/>
        </w:tabs>
        <w:ind w:left="700" w:hanging="34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41AD3F85"/>
    <w:multiLevelType w:val="hybridMultilevel"/>
    <w:tmpl w:val="85EE8E80"/>
    <w:lvl w:ilvl="0" w:tplc="53CA058A">
      <w:start w:val="1"/>
      <w:numFmt w:val="upperRoman"/>
      <w:pStyle w:val="Titre1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pStyle w:val="Titre3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pStyle w:val="Titre4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pStyle w:val="Titre5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AE0EC5"/>
    <w:multiLevelType w:val="hybridMultilevel"/>
    <w:tmpl w:val="7BC83B30"/>
    <w:lvl w:ilvl="0" w:tplc="122800BA">
      <w:start w:val="1"/>
      <w:numFmt w:val="bullet"/>
      <w:lvlText w:val="–"/>
      <w:lvlJc w:val="left"/>
      <w:pPr>
        <w:tabs>
          <w:tab w:val="num" w:pos="700"/>
        </w:tabs>
        <w:ind w:left="700" w:hanging="34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56358F"/>
    <w:multiLevelType w:val="multilevel"/>
    <w:tmpl w:val="040C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 w15:restartNumberingAfterBreak="0">
    <w:nsid w:val="5E85650C"/>
    <w:multiLevelType w:val="hybridMultilevel"/>
    <w:tmpl w:val="F55C59A8"/>
    <w:lvl w:ilvl="0" w:tplc="A80C60C6">
      <w:start w:val="3"/>
      <w:numFmt w:val="bullet"/>
      <w:lvlText w:val="-"/>
      <w:lvlJc w:val="left"/>
      <w:pPr>
        <w:ind w:left="105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24" w15:restartNumberingAfterBreak="0">
    <w:nsid w:val="5FCE38CB"/>
    <w:multiLevelType w:val="hybridMultilevel"/>
    <w:tmpl w:val="CD06FD7C"/>
    <w:lvl w:ilvl="0" w:tplc="12A0C7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205BCC"/>
    <w:multiLevelType w:val="hybridMultilevel"/>
    <w:tmpl w:val="CD20CC88"/>
    <w:lvl w:ilvl="0" w:tplc="06C2C0D8">
      <w:start w:val="1"/>
      <w:numFmt w:val="bullet"/>
      <w:pStyle w:val="BO-Enumration"/>
      <w:lvlText w:val="–"/>
      <w:lvlJc w:val="left"/>
      <w:pPr>
        <w:tabs>
          <w:tab w:val="num" w:pos="700"/>
        </w:tabs>
        <w:ind w:left="700" w:hanging="34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FF24B2"/>
    <w:multiLevelType w:val="hybridMultilevel"/>
    <w:tmpl w:val="CAF6CA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C36324"/>
    <w:multiLevelType w:val="hybridMultilevel"/>
    <w:tmpl w:val="6DDE416A"/>
    <w:lvl w:ilvl="0" w:tplc="7EA4D7B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22800BA">
      <w:start w:val="1"/>
      <w:numFmt w:val="bullet"/>
      <w:lvlText w:val="–"/>
      <w:lvlJc w:val="left"/>
      <w:pPr>
        <w:tabs>
          <w:tab w:val="num" w:pos="1704"/>
        </w:tabs>
        <w:ind w:left="1704" w:hanging="340"/>
      </w:pPr>
      <w:rPr>
        <w:rFonts w:ascii="Arial" w:hAnsi="Aria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905E3F"/>
    <w:multiLevelType w:val="hybridMultilevel"/>
    <w:tmpl w:val="D7F0931A"/>
    <w:lvl w:ilvl="0" w:tplc="FBF46BE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68D1597A"/>
    <w:multiLevelType w:val="hybridMultilevel"/>
    <w:tmpl w:val="AFC0D19A"/>
    <w:lvl w:ilvl="0" w:tplc="122800BA">
      <w:start w:val="1"/>
      <w:numFmt w:val="bullet"/>
      <w:lvlText w:val="–"/>
      <w:lvlJc w:val="left"/>
      <w:pPr>
        <w:tabs>
          <w:tab w:val="num" w:pos="1048"/>
        </w:tabs>
        <w:ind w:left="1048" w:hanging="34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D329E9"/>
    <w:multiLevelType w:val="multilevel"/>
    <w:tmpl w:val="CF3CDE3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1" w15:restartNumberingAfterBreak="0">
    <w:nsid w:val="6C8D2EDC"/>
    <w:multiLevelType w:val="hybridMultilevel"/>
    <w:tmpl w:val="D1589674"/>
    <w:lvl w:ilvl="0" w:tplc="7EA4D7B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22800BA">
      <w:start w:val="1"/>
      <w:numFmt w:val="bullet"/>
      <w:lvlText w:val="–"/>
      <w:lvlJc w:val="left"/>
      <w:pPr>
        <w:tabs>
          <w:tab w:val="num" w:pos="1704"/>
        </w:tabs>
        <w:ind w:left="1704" w:hanging="340"/>
      </w:pPr>
      <w:rPr>
        <w:rFonts w:ascii="Arial" w:hAnsi="Aria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E11C5C"/>
    <w:multiLevelType w:val="hybridMultilevel"/>
    <w:tmpl w:val="3A94CB5C"/>
    <w:lvl w:ilvl="0" w:tplc="9B62935E">
      <w:start w:val="1"/>
      <w:numFmt w:val="upperLetter"/>
      <w:lvlText w:val="%1)"/>
      <w:lvlJc w:val="left"/>
      <w:pPr>
        <w:ind w:left="10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7" w:hanging="360"/>
      </w:pPr>
    </w:lvl>
    <w:lvl w:ilvl="2" w:tplc="0409001B" w:tentative="1">
      <w:start w:val="1"/>
      <w:numFmt w:val="lowerRoman"/>
      <w:lvlText w:val="%3."/>
      <w:lvlJc w:val="right"/>
      <w:pPr>
        <w:ind w:left="2497" w:hanging="180"/>
      </w:pPr>
    </w:lvl>
    <w:lvl w:ilvl="3" w:tplc="0409000F" w:tentative="1">
      <w:start w:val="1"/>
      <w:numFmt w:val="decimal"/>
      <w:lvlText w:val="%4."/>
      <w:lvlJc w:val="left"/>
      <w:pPr>
        <w:ind w:left="3217" w:hanging="360"/>
      </w:pPr>
    </w:lvl>
    <w:lvl w:ilvl="4" w:tplc="04090019" w:tentative="1">
      <w:start w:val="1"/>
      <w:numFmt w:val="lowerLetter"/>
      <w:lvlText w:val="%5."/>
      <w:lvlJc w:val="left"/>
      <w:pPr>
        <w:ind w:left="3937" w:hanging="360"/>
      </w:pPr>
    </w:lvl>
    <w:lvl w:ilvl="5" w:tplc="0409001B" w:tentative="1">
      <w:start w:val="1"/>
      <w:numFmt w:val="lowerRoman"/>
      <w:lvlText w:val="%6."/>
      <w:lvlJc w:val="right"/>
      <w:pPr>
        <w:ind w:left="4657" w:hanging="180"/>
      </w:pPr>
    </w:lvl>
    <w:lvl w:ilvl="6" w:tplc="0409000F" w:tentative="1">
      <w:start w:val="1"/>
      <w:numFmt w:val="decimal"/>
      <w:lvlText w:val="%7."/>
      <w:lvlJc w:val="left"/>
      <w:pPr>
        <w:ind w:left="5377" w:hanging="360"/>
      </w:pPr>
    </w:lvl>
    <w:lvl w:ilvl="7" w:tplc="04090019" w:tentative="1">
      <w:start w:val="1"/>
      <w:numFmt w:val="lowerLetter"/>
      <w:lvlText w:val="%8."/>
      <w:lvlJc w:val="left"/>
      <w:pPr>
        <w:ind w:left="6097" w:hanging="360"/>
      </w:pPr>
    </w:lvl>
    <w:lvl w:ilvl="8" w:tplc="040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3" w15:restartNumberingAfterBreak="0">
    <w:nsid w:val="7F1F1377"/>
    <w:multiLevelType w:val="hybridMultilevel"/>
    <w:tmpl w:val="C60C4FA0"/>
    <w:lvl w:ilvl="0" w:tplc="BD724740">
      <w:start w:val="1"/>
      <w:numFmt w:val="bullet"/>
      <w:lvlText w:val=""/>
      <w:lvlJc w:val="left"/>
      <w:pPr>
        <w:tabs>
          <w:tab w:val="num" w:pos="454"/>
        </w:tabs>
        <w:ind w:left="568" w:hanging="284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08972886">
    <w:abstractNumId w:val="30"/>
  </w:num>
  <w:num w:numId="2" w16cid:durableId="134879995">
    <w:abstractNumId w:val="28"/>
  </w:num>
  <w:num w:numId="3" w16cid:durableId="1030569623">
    <w:abstractNumId w:val="18"/>
  </w:num>
  <w:num w:numId="4" w16cid:durableId="1751779641">
    <w:abstractNumId w:val="21"/>
  </w:num>
  <w:num w:numId="5" w16cid:durableId="1572501722">
    <w:abstractNumId w:val="10"/>
  </w:num>
  <w:num w:numId="6" w16cid:durableId="609049068">
    <w:abstractNumId w:val="25"/>
  </w:num>
  <w:num w:numId="7" w16cid:durableId="1628121921">
    <w:abstractNumId w:val="17"/>
  </w:num>
  <w:num w:numId="8" w16cid:durableId="1053190526">
    <w:abstractNumId w:val="13"/>
  </w:num>
  <w:num w:numId="9" w16cid:durableId="852113788">
    <w:abstractNumId w:val="33"/>
  </w:num>
  <w:num w:numId="10" w16cid:durableId="1737587643">
    <w:abstractNumId w:val="31"/>
  </w:num>
  <w:num w:numId="11" w16cid:durableId="488526143">
    <w:abstractNumId w:val="27"/>
  </w:num>
  <w:num w:numId="12" w16cid:durableId="1652631458">
    <w:abstractNumId w:val="15"/>
  </w:num>
  <w:num w:numId="13" w16cid:durableId="1306622867">
    <w:abstractNumId w:val="29"/>
  </w:num>
  <w:num w:numId="14" w16cid:durableId="1126121334">
    <w:abstractNumId w:val="22"/>
  </w:num>
  <w:num w:numId="15" w16cid:durableId="62223659">
    <w:abstractNumId w:val="8"/>
  </w:num>
  <w:num w:numId="16" w16cid:durableId="1015378880">
    <w:abstractNumId w:val="3"/>
  </w:num>
  <w:num w:numId="17" w16cid:durableId="2109425116">
    <w:abstractNumId w:val="2"/>
  </w:num>
  <w:num w:numId="18" w16cid:durableId="438648057">
    <w:abstractNumId w:val="1"/>
  </w:num>
  <w:num w:numId="19" w16cid:durableId="1539665214">
    <w:abstractNumId w:val="0"/>
  </w:num>
  <w:num w:numId="20" w16cid:durableId="1075517244">
    <w:abstractNumId w:val="9"/>
  </w:num>
  <w:num w:numId="21" w16cid:durableId="130249508">
    <w:abstractNumId w:val="7"/>
  </w:num>
  <w:num w:numId="22" w16cid:durableId="83114458">
    <w:abstractNumId w:val="6"/>
  </w:num>
  <w:num w:numId="23" w16cid:durableId="444740794">
    <w:abstractNumId w:val="5"/>
  </w:num>
  <w:num w:numId="24" w16cid:durableId="1665428034">
    <w:abstractNumId w:val="4"/>
  </w:num>
  <w:num w:numId="25" w16cid:durableId="1322931957">
    <w:abstractNumId w:val="14"/>
  </w:num>
  <w:num w:numId="26" w16cid:durableId="351759978">
    <w:abstractNumId w:val="19"/>
  </w:num>
  <w:num w:numId="27" w16cid:durableId="1520506938">
    <w:abstractNumId w:val="16"/>
  </w:num>
  <w:num w:numId="28" w16cid:durableId="918517913">
    <w:abstractNumId w:val="24"/>
  </w:num>
  <w:num w:numId="29" w16cid:durableId="885601194">
    <w:abstractNumId w:val="32"/>
  </w:num>
  <w:num w:numId="30" w16cid:durableId="1443765980">
    <w:abstractNumId w:val="26"/>
  </w:num>
  <w:num w:numId="31" w16cid:durableId="783693843">
    <w:abstractNumId w:val="12"/>
  </w:num>
  <w:num w:numId="32" w16cid:durableId="881013644">
    <w:abstractNumId w:val="23"/>
  </w:num>
  <w:num w:numId="33" w16cid:durableId="1187015510">
    <w:abstractNumId w:val="20"/>
  </w:num>
  <w:num w:numId="34" w16cid:durableId="210993199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F18"/>
    <w:rsid w:val="00013148"/>
    <w:rsid w:val="00013A19"/>
    <w:rsid w:val="000167D8"/>
    <w:rsid w:val="0004043F"/>
    <w:rsid w:val="00054FB5"/>
    <w:rsid w:val="00067AA6"/>
    <w:rsid w:val="00072AFD"/>
    <w:rsid w:val="000732A2"/>
    <w:rsid w:val="00074AA9"/>
    <w:rsid w:val="0007524F"/>
    <w:rsid w:val="0007596B"/>
    <w:rsid w:val="00085E94"/>
    <w:rsid w:val="00091A62"/>
    <w:rsid w:val="00094F4B"/>
    <w:rsid w:val="000B4E43"/>
    <w:rsid w:val="000B52F1"/>
    <w:rsid w:val="000D3684"/>
    <w:rsid w:val="000E29E0"/>
    <w:rsid w:val="000F1E5B"/>
    <w:rsid w:val="000F35CA"/>
    <w:rsid w:val="001125F5"/>
    <w:rsid w:val="00136DB4"/>
    <w:rsid w:val="0014050D"/>
    <w:rsid w:val="00142F18"/>
    <w:rsid w:val="00144414"/>
    <w:rsid w:val="00157384"/>
    <w:rsid w:val="00164E9A"/>
    <w:rsid w:val="00166701"/>
    <w:rsid w:val="0017083F"/>
    <w:rsid w:val="00184483"/>
    <w:rsid w:val="00185D19"/>
    <w:rsid w:val="001909C6"/>
    <w:rsid w:val="00190CB6"/>
    <w:rsid w:val="00191618"/>
    <w:rsid w:val="00196108"/>
    <w:rsid w:val="001969EC"/>
    <w:rsid w:val="00196C47"/>
    <w:rsid w:val="001B18E4"/>
    <w:rsid w:val="001B53AF"/>
    <w:rsid w:val="001D10EF"/>
    <w:rsid w:val="001D41EF"/>
    <w:rsid w:val="001E3DE4"/>
    <w:rsid w:val="00217706"/>
    <w:rsid w:val="0022115D"/>
    <w:rsid w:val="00232B79"/>
    <w:rsid w:val="00241086"/>
    <w:rsid w:val="00242A94"/>
    <w:rsid w:val="00244EF3"/>
    <w:rsid w:val="00246547"/>
    <w:rsid w:val="002641DC"/>
    <w:rsid w:val="00265A2C"/>
    <w:rsid w:val="00266D1F"/>
    <w:rsid w:val="00275E37"/>
    <w:rsid w:val="00276C09"/>
    <w:rsid w:val="00277599"/>
    <w:rsid w:val="00283C24"/>
    <w:rsid w:val="002B62E1"/>
    <w:rsid w:val="002E1053"/>
    <w:rsid w:val="002E2FC9"/>
    <w:rsid w:val="002E4984"/>
    <w:rsid w:val="002E78E2"/>
    <w:rsid w:val="002F06AD"/>
    <w:rsid w:val="003035FA"/>
    <w:rsid w:val="003044C3"/>
    <w:rsid w:val="00312394"/>
    <w:rsid w:val="0033178A"/>
    <w:rsid w:val="00334E7D"/>
    <w:rsid w:val="00341E31"/>
    <w:rsid w:val="003548B3"/>
    <w:rsid w:val="00357D8B"/>
    <w:rsid w:val="00360D50"/>
    <w:rsid w:val="00362070"/>
    <w:rsid w:val="0036530D"/>
    <w:rsid w:val="003779DF"/>
    <w:rsid w:val="0038798E"/>
    <w:rsid w:val="00395E32"/>
    <w:rsid w:val="003A0896"/>
    <w:rsid w:val="003B4317"/>
    <w:rsid w:val="003B55AF"/>
    <w:rsid w:val="003D05BA"/>
    <w:rsid w:val="003E0A1C"/>
    <w:rsid w:val="003F0715"/>
    <w:rsid w:val="003F32B8"/>
    <w:rsid w:val="00413107"/>
    <w:rsid w:val="00420B06"/>
    <w:rsid w:val="00421187"/>
    <w:rsid w:val="00425DC9"/>
    <w:rsid w:val="0043199C"/>
    <w:rsid w:val="00440D93"/>
    <w:rsid w:val="004422A9"/>
    <w:rsid w:val="00451A0E"/>
    <w:rsid w:val="004557FC"/>
    <w:rsid w:val="00471D3A"/>
    <w:rsid w:val="00483D24"/>
    <w:rsid w:val="004A72E1"/>
    <w:rsid w:val="004B2C41"/>
    <w:rsid w:val="004B7835"/>
    <w:rsid w:val="004C3822"/>
    <w:rsid w:val="004E2CE5"/>
    <w:rsid w:val="004E2F4E"/>
    <w:rsid w:val="004E31C8"/>
    <w:rsid w:val="004E440F"/>
    <w:rsid w:val="005033DF"/>
    <w:rsid w:val="005061DB"/>
    <w:rsid w:val="00510FA0"/>
    <w:rsid w:val="00512630"/>
    <w:rsid w:val="00521700"/>
    <w:rsid w:val="0052687E"/>
    <w:rsid w:val="00530A25"/>
    <w:rsid w:val="0054569D"/>
    <w:rsid w:val="00546A6E"/>
    <w:rsid w:val="00556EE2"/>
    <w:rsid w:val="005604BB"/>
    <w:rsid w:val="00576451"/>
    <w:rsid w:val="005866B1"/>
    <w:rsid w:val="00597D7C"/>
    <w:rsid w:val="005A02A0"/>
    <w:rsid w:val="005B012C"/>
    <w:rsid w:val="005B03F9"/>
    <w:rsid w:val="005B4A4C"/>
    <w:rsid w:val="005B58AE"/>
    <w:rsid w:val="005D1EAC"/>
    <w:rsid w:val="005D28B8"/>
    <w:rsid w:val="005E4F25"/>
    <w:rsid w:val="0060503D"/>
    <w:rsid w:val="006154BC"/>
    <w:rsid w:val="00623522"/>
    <w:rsid w:val="00624B6A"/>
    <w:rsid w:val="006304CD"/>
    <w:rsid w:val="00632CB6"/>
    <w:rsid w:val="006358CA"/>
    <w:rsid w:val="00643FD5"/>
    <w:rsid w:val="00654523"/>
    <w:rsid w:val="0066413F"/>
    <w:rsid w:val="006A2D95"/>
    <w:rsid w:val="006A3CA8"/>
    <w:rsid w:val="006A59C2"/>
    <w:rsid w:val="006A6FFE"/>
    <w:rsid w:val="006B0ABA"/>
    <w:rsid w:val="006C1A31"/>
    <w:rsid w:val="006C5069"/>
    <w:rsid w:val="006E4AC8"/>
    <w:rsid w:val="006E6FD7"/>
    <w:rsid w:val="006F1A7D"/>
    <w:rsid w:val="006F2D13"/>
    <w:rsid w:val="006F5249"/>
    <w:rsid w:val="006F73AD"/>
    <w:rsid w:val="00704AB1"/>
    <w:rsid w:val="007054AC"/>
    <w:rsid w:val="00710A1C"/>
    <w:rsid w:val="0071678D"/>
    <w:rsid w:val="00726CCD"/>
    <w:rsid w:val="00727CDB"/>
    <w:rsid w:val="00732653"/>
    <w:rsid w:val="0073518C"/>
    <w:rsid w:val="0074619A"/>
    <w:rsid w:val="00754994"/>
    <w:rsid w:val="00760B80"/>
    <w:rsid w:val="007627E7"/>
    <w:rsid w:val="00765678"/>
    <w:rsid w:val="0077401F"/>
    <w:rsid w:val="00781F97"/>
    <w:rsid w:val="00791540"/>
    <w:rsid w:val="007947FD"/>
    <w:rsid w:val="007A15AF"/>
    <w:rsid w:val="007A2107"/>
    <w:rsid w:val="007B7BB2"/>
    <w:rsid w:val="007C1C3A"/>
    <w:rsid w:val="007D75C9"/>
    <w:rsid w:val="007E49D7"/>
    <w:rsid w:val="007F42F9"/>
    <w:rsid w:val="007F46BE"/>
    <w:rsid w:val="007F5523"/>
    <w:rsid w:val="007F73EF"/>
    <w:rsid w:val="00802101"/>
    <w:rsid w:val="00803E2D"/>
    <w:rsid w:val="00810057"/>
    <w:rsid w:val="00825956"/>
    <w:rsid w:val="00836061"/>
    <w:rsid w:val="008360F7"/>
    <w:rsid w:val="00837278"/>
    <w:rsid w:val="00842E52"/>
    <w:rsid w:val="00855631"/>
    <w:rsid w:val="008637D3"/>
    <w:rsid w:val="00871329"/>
    <w:rsid w:val="00871DF3"/>
    <w:rsid w:val="00875DEC"/>
    <w:rsid w:val="008775F2"/>
    <w:rsid w:val="0088018A"/>
    <w:rsid w:val="00892812"/>
    <w:rsid w:val="008A4B4A"/>
    <w:rsid w:val="008A74AD"/>
    <w:rsid w:val="008B3864"/>
    <w:rsid w:val="008C1FD7"/>
    <w:rsid w:val="008E3D97"/>
    <w:rsid w:val="008E4EBB"/>
    <w:rsid w:val="008F14BF"/>
    <w:rsid w:val="008F212B"/>
    <w:rsid w:val="008F6F93"/>
    <w:rsid w:val="0090131F"/>
    <w:rsid w:val="009120BA"/>
    <w:rsid w:val="00916C09"/>
    <w:rsid w:val="0092306A"/>
    <w:rsid w:val="009265B2"/>
    <w:rsid w:val="00934FCB"/>
    <w:rsid w:val="009358EF"/>
    <w:rsid w:val="0094578C"/>
    <w:rsid w:val="0094791D"/>
    <w:rsid w:val="00950A12"/>
    <w:rsid w:val="00955038"/>
    <w:rsid w:val="00962BC4"/>
    <w:rsid w:val="00963AE9"/>
    <w:rsid w:val="00965845"/>
    <w:rsid w:val="00965966"/>
    <w:rsid w:val="00966ABF"/>
    <w:rsid w:val="0098127C"/>
    <w:rsid w:val="00991829"/>
    <w:rsid w:val="00994856"/>
    <w:rsid w:val="009A183E"/>
    <w:rsid w:val="009A3393"/>
    <w:rsid w:val="009A53CC"/>
    <w:rsid w:val="009B0226"/>
    <w:rsid w:val="009C1A39"/>
    <w:rsid w:val="009D05C7"/>
    <w:rsid w:val="009D43A5"/>
    <w:rsid w:val="009D5B14"/>
    <w:rsid w:val="009E06FF"/>
    <w:rsid w:val="009E0C94"/>
    <w:rsid w:val="00A1635B"/>
    <w:rsid w:val="00A22BE9"/>
    <w:rsid w:val="00A23B17"/>
    <w:rsid w:val="00A3617F"/>
    <w:rsid w:val="00A413A1"/>
    <w:rsid w:val="00A4189E"/>
    <w:rsid w:val="00A60738"/>
    <w:rsid w:val="00A62900"/>
    <w:rsid w:val="00A7135D"/>
    <w:rsid w:val="00A75E95"/>
    <w:rsid w:val="00A83F57"/>
    <w:rsid w:val="00AA4093"/>
    <w:rsid w:val="00AC38B5"/>
    <w:rsid w:val="00AC440F"/>
    <w:rsid w:val="00AE0BED"/>
    <w:rsid w:val="00AE7177"/>
    <w:rsid w:val="00AF0A2D"/>
    <w:rsid w:val="00B044A4"/>
    <w:rsid w:val="00B04942"/>
    <w:rsid w:val="00B17100"/>
    <w:rsid w:val="00B368EB"/>
    <w:rsid w:val="00B37D96"/>
    <w:rsid w:val="00B46064"/>
    <w:rsid w:val="00B523F1"/>
    <w:rsid w:val="00B603A1"/>
    <w:rsid w:val="00B61D67"/>
    <w:rsid w:val="00B713D9"/>
    <w:rsid w:val="00BA5C29"/>
    <w:rsid w:val="00BA686A"/>
    <w:rsid w:val="00BC4E24"/>
    <w:rsid w:val="00BD60F1"/>
    <w:rsid w:val="00BE3481"/>
    <w:rsid w:val="00C0085E"/>
    <w:rsid w:val="00C0244F"/>
    <w:rsid w:val="00C11A0E"/>
    <w:rsid w:val="00C22273"/>
    <w:rsid w:val="00C30424"/>
    <w:rsid w:val="00C31F84"/>
    <w:rsid w:val="00C4337E"/>
    <w:rsid w:val="00C74A93"/>
    <w:rsid w:val="00C76157"/>
    <w:rsid w:val="00C84310"/>
    <w:rsid w:val="00C9399D"/>
    <w:rsid w:val="00CA3C6F"/>
    <w:rsid w:val="00CB043F"/>
    <w:rsid w:val="00CB0A3E"/>
    <w:rsid w:val="00CB4300"/>
    <w:rsid w:val="00CD1A16"/>
    <w:rsid w:val="00CE1898"/>
    <w:rsid w:val="00CF17C4"/>
    <w:rsid w:val="00D0110C"/>
    <w:rsid w:val="00D0516C"/>
    <w:rsid w:val="00D27260"/>
    <w:rsid w:val="00D444F8"/>
    <w:rsid w:val="00D45CFC"/>
    <w:rsid w:val="00D45F99"/>
    <w:rsid w:val="00D50056"/>
    <w:rsid w:val="00D50C16"/>
    <w:rsid w:val="00D52EA7"/>
    <w:rsid w:val="00D6322E"/>
    <w:rsid w:val="00D704DF"/>
    <w:rsid w:val="00D73109"/>
    <w:rsid w:val="00D75CC9"/>
    <w:rsid w:val="00D85578"/>
    <w:rsid w:val="00D87FEE"/>
    <w:rsid w:val="00DA2672"/>
    <w:rsid w:val="00DA58A2"/>
    <w:rsid w:val="00DB51F9"/>
    <w:rsid w:val="00DB662F"/>
    <w:rsid w:val="00DC1208"/>
    <w:rsid w:val="00DC184A"/>
    <w:rsid w:val="00DC2E18"/>
    <w:rsid w:val="00DC393D"/>
    <w:rsid w:val="00DC3DE6"/>
    <w:rsid w:val="00DD08B4"/>
    <w:rsid w:val="00DE3D21"/>
    <w:rsid w:val="00DE4C85"/>
    <w:rsid w:val="00DE7CB4"/>
    <w:rsid w:val="00DF3FD1"/>
    <w:rsid w:val="00DF7E09"/>
    <w:rsid w:val="00E035F0"/>
    <w:rsid w:val="00E06117"/>
    <w:rsid w:val="00E210C4"/>
    <w:rsid w:val="00E27E3E"/>
    <w:rsid w:val="00E30E87"/>
    <w:rsid w:val="00E37EEF"/>
    <w:rsid w:val="00E6575E"/>
    <w:rsid w:val="00E66613"/>
    <w:rsid w:val="00E672E9"/>
    <w:rsid w:val="00E77DAD"/>
    <w:rsid w:val="00E80C90"/>
    <w:rsid w:val="00E8385E"/>
    <w:rsid w:val="00E85E30"/>
    <w:rsid w:val="00E90F8F"/>
    <w:rsid w:val="00EA0E21"/>
    <w:rsid w:val="00EA5830"/>
    <w:rsid w:val="00EB5F99"/>
    <w:rsid w:val="00EC6C35"/>
    <w:rsid w:val="00ED64CE"/>
    <w:rsid w:val="00EF10CA"/>
    <w:rsid w:val="00EF32FA"/>
    <w:rsid w:val="00F1689D"/>
    <w:rsid w:val="00F240B5"/>
    <w:rsid w:val="00F30FD5"/>
    <w:rsid w:val="00F3471F"/>
    <w:rsid w:val="00F41664"/>
    <w:rsid w:val="00F51B83"/>
    <w:rsid w:val="00F52CDC"/>
    <w:rsid w:val="00F543C8"/>
    <w:rsid w:val="00F55D91"/>
    <w:rsid w:val="00F71131"/>
    <w:rsid w:val="00F71537"/>
    <w:rsid w:val="00F92F03"/>
    <w:rsid w:val="00F970D8"/>
    <w:rsid w:val="00F9798E"/>
    <w:rsid w:val="00FA2E07"/>
    <w:rsid w:val="00FA2E1A"/>
    <w:rsid w:val="00FA5171"/>
    <w:rsid w:val="00FA679B"/>
    <w:rsid w:val="00FA7501"/>
    <w:rsid w:val="00FB2991"/>
    <w:rsid w:val="00FC12A8"/>
    <w:rsid w:val="00FD6FA6"/>
    <w:rsid w:val="00FE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CFC380"/>
  <w15:docId w15:val="{2AE66EE9-72FC-4D51-B6AB-558B51E8B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06117"/>
    <w:pPr>
      <w:jc w:val="both"/>
    </w:pPr>
    <w:rPr>
      <w:sz w:val="22"/>
    </w:rPr>
  </w:style>
  <w:style w:type="paragraph" w:styleId="Titre1">
    <w:name w:val="heading 1"/>
    <w:basedOn w:val="Paragraphedeliste"/>
    <w:next w:val="Normal"/>
    <w:qFormat/>
    <w:rsid w:val="00AF0A2D"/>
    <w:pPr>
      <w:numPr>
        <w:numId w:val="33"/>
      </w:numPr>
      <w:outlineLvl w:val="0"/>
    </w:pPr>
    <w:rPr>
      <w:b/>
    </w:rPr>
  </w:style>
  <w:style w:type="paragraph" w:styleId="Titre2">
    <w:name w:val="heading 2"/>
    <w:basedOn w:val="Titre1"/>
    <w:next w:val="Normal"/>
    <w:qFormat/>
    <w:rsid w:val="00E06117"/>
    <w:pPr>
      <w:numPr>
        <w:ilvl w:val="1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Titre3">
    <w:name w:val="heading 3"/>
    <w:basedOn w:val="Titre2"/>
    <w:next w:val="Normal"/>
    <w:qFormat/>
    <w:rsid w:val="00E06117"/>
    <w:pPr>
      <w:numPr>
        <w:ilvl w:val="2"/>
      </w:num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qFormat/>
    <w:rsid w:val="00E06117"/>
    <w:pPr>
      <w:numPr>
        <w:ilvl w:val="3"/>
      </w:num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qFormat/>
    <w:rsid w:val="00E06117"/>
    <w:pPr>
      <w:numPr>
        <w:ilvl w:val="4"/>
      </w:numPr>
      <w:outlineLvl w:val="4"/>
    </w:pPr>
    <w:rPr>
      <w:b/>
      <w:i/>
    </w:rPr>
  </w:style>
  <w:style w:type="paragraph" w:styleId="Titre6">
    <w:name w:val="heading 6"/>
    <w:basedOn w:val="Normal"/>
    <w:next w:val="Normal"/>
    <w:qFormat/>
    <w:rsid w:val="00072AFD"/>
    <w:pPr>
      <w:spacing w:before="240" w:after="60"/>
      <w:outlineLvl w:val="5"/>
    </w:pPr>
    <w:rPr>
      <w:b/>
      <w:bCs/>
      <w:szCs w:val="22"/>
    </w:rPr>
  </w:style>
  <w:style w:type="paragraph" w:styleId="Titre7">
    <w:name w:val="heading 7"/>
    <w:basedOn w:val="Normal"/>
    <w:next w:val="Normal"/>
    <w:qFormat/>
    <w:rsid w:val="00072AFD"/>
    <w:p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072AFD"/>
    <w:p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qFormat/>
    <w:rsid w:val="00072AFD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-Dateetsignature">
    <w:name w:val="Instruction - Date et signature"/>
    <w:basedOn w:val="Normal"/>
    <w:rsid w:val="00F71131"/>
    <w:pPr>
      <w:autoSpaceDE w:val="0"/>
      <w:autoSpaceDN w:val="0"/>
      <w:adjustRightInd w:val="0"/>
      <w:ind w:left="5670"/>
      <w:jc w:val="center"/>
    </w:pPr>
    <w:rPr>
      <w:szCs w:val="22"/>
    </w:rPr>
  </w:style>
  <w:style w:type="character" w:styleId="Appelnotedebasdep">
    <w:name w:val="footnote reference"/>
    <w:basedOn w:val="Policepardfaut"/>
    <w:semiHidden/>
    <w:rsid w:val="00E06117"/>
    <w:rPr>
      <w:rFonts w:ascii="Times New Roman" w:hAnsi="Times New Roman"/>
      <w:position w:val="6"/>
      <w:sz w:val="12"/>
      <w:bdr w:val="none" w:sz="0" w:space="0" w:color="auto"/>
    </w:rPr>
  </w:style>
  <w:style w:type="paragraph" w:styleId="Notedebasdepage">
    <w:name w:val="footnote text"/>
    <w:basedOn w:val="Normal"/>
    <w:semiHidden/>
    <w:rsid w:val="00E06117"/>
    <w:pPr>
      <w:spacing w:before="40" w:after="40"/>
      <w:ind w:left="170" w:right="851" w:hanging="170"/>
    </w:pPr>
    <w:rPr>
      <w:sz w:val="16"/>
    </w:rPr>
  </w:style>
  <w:style w:type="paragraph" w:styleId="Pieddepage">
    <w:name w:val="footer"/>
    <w:basedOn w:val="Normal"/>
    <w:link w:val="PieddepageCar"/>
    <w:uiPriority w:val="99"/>
    <w:rsid w:val="00E06117"/>
    <w:pPr>
      <w:pBdr>
        <w:top w:val="single" w:sz="6" w:space="2" w:color="auto"/>
      </w:pBdr>
      <w:tabs>
        <w:tab w:val="right" w:pos="8222"/>
      </w:tabs>
    </w:pPr>
    <w:rPr>
      <w:rFonts w:ascii="Arial" w:hAnsi="Arial"/>
      <w:sz w:val="18"/>
    </w:rPr>
  </w:style>
  <w:style w:type="paragraph" w:customStyle="1" w:styleId="BO-Enumration">
    <w:name w:val="BO - Enumération"/>
    <w:basedOn w:val="Normal"/>
    <w:rsid w:val="00F71131"/>
    <w:pPr>
      <w:numPr>
        <w:numId w:val="6"/>
      </w:numPr>
      <w:spacing w:before="120"/>
      <w:ind w:left="697"/>
    </w:pPr>
    <w:rPr>
      <w:szCs w:val="22"/>
    </w:rPr>
  </w:style>
  <w:style w:type="character" w:styleId="Numrodepage">
    <w:name w:val="page number"/>
    <w:basedOn w:val="Policepardfaut"/>
    <w:rsid w:val="00530A25"/>
    <w:rPr>
      <w:rFonts w:cs="Times New Roman"/>
    </w:rPr>
  </w:style>
  <w:style w:type="character" w:styleId="Marquedecommentaire">
    <w:name w:val="annotation reference"/>
    <w:basedOn w:val="Policepardfaut"/>
    <w:rsid w:val="00D52EA7"/>
    <w:rPr>
      <w:sz w:val="16"/>
      <w:szCs w:val="16"/>
    </w:rPr>
  </w:style>
  <w:style w:type="paragraph" w:styleId="Commentaire">
    <w:name w:val="annotation text"/>
    <w:basedOn w:val="Normal"/>
    <w:link w:val="CommentaireCar"/>
    <w:rsid w:val="00D52EA7"/>
    <w:rPr>
      <w:sz w:val="20"/>
    </w:rPr>
  </w:style>
  <w:style w:type="paragraph" w:customStyle="1" w:styleId="BO-TextesofficielsCB">
    <w:name w:val="BO - Textes officiels CB"/>
    <w:basedOn w:val="Normal"/>
    <w:next w:val="BO-Textecourant"/>
    <w:rsid w:val="000B52F1"/>
    <w:pPr>
      <w:shd w:val="clear" w:color="auto" w:fill="99CCFF"/>
    </w:pPr>
    <w:rPr>
      <w:rFonts w:ascii="Arial" w:hAnsi="Arial"/>
      <w:b/>
      <w:color w:val="000080"/>
      <w:sz w:val="36"/>
    </w:rPr>
  </w:style>
  <w:style w:type="paragraph" w:customStyle="1" w:styleId="BO-Textecourant">
    <w:name w:val="BO - Texte courant"/>
    <w:basedOn w:val="Normal"/>
    <w:link w:val="BO-TextecourantCar"/>
    <w:rsid w:val="00530A25"/>
    <w:pPr>
      <w:widowControl w:val="0"/>
      <w:suppressAutoHyphens/>
      <w:autoSpaceDE w:val="0"/>
      <w:autoSpaceDN w:val="0"/>
      <w:adjustRightInd w:val="0"/>
    </w:pPr>
    <w:rPr>
      <w:szCs w:val="22"/>
    </w:rPr>
  </w:style>
  <w:style w:type="character" w:customStyle="1" w:styleId="BO-TextecourantCar">
    <w:name w:val="BO - Texte courant Car"/>
    <w:basedOn w:val="Policepardfaut"/>
    <w:link w:val="BO-Textecourant"/>
    <w:rsid w:val="00072AFD"/>
    <w:rPr>
      <w:sz w:val="22"/>
      <w:szCs w:val="22"/>
      <w:lang w:val="fr-FR" w:eastAsia="fr-FR" w:bidi="ar-SA"/>
    </w:rPr>
  </w:style>
  <w:style w:type="paragraph" w:customStyle="1" w:styleId="BO-TitreInstructionDcisJurid">
    <w:name w:val="BO - Titre Instruction/DécisJurid"/>
    <w:basedOn w:val="Normal"/>
    <w:next w:val="BO-Textecourant"/>
    <w:rsid w:val="00530A25"/>
    <w:pPr>
      <w:jc w:val="center"/>
    </w:pPr>
    <w:rPr>
      <w:rFonts w:ascii="Arial" w:hAnsi="Arial"/>
      <w:color w:val="205AA7"/>
      <w:sz w:val="32"/>
    </w:rPr>
  </w:style>
  <w:style w:type="paragraph" w:customStyle="1" w:styleId="BO-dcide">
    <w:name w:val="BO - décide"/>
    <w:basedOn w:val="Normal"/>
    <w:next w:val="BO-Textecourant"/>
    <w:rsid w:val="00530A25"/>
    <w:pPr>
      <w:widowControl w:val="0"/>
      <w:suppressAutoHyphens/>
      <w:autoSpaceDE w:val="0"/>
      <w:autoSpaceDN w:val="0"/>
      <w:adjustRightInd w:val="0"/>
    </w:pPr>
    <w:rPr>
      <w:b/>
      <w:bCs/>
      <w:szCs w:val="22"/>
    </w:rPr>
  </w:style>
  <w:style w:type="paragraph" w:customStyle="1" w:styleId="BO-NarticleDJouinstruct">
    <w:name w:val="BO - N° article DJ ou instruct"/>
    <w:basedOn w:val="Normal"/>
    <w:next w:val="BO-Textecourant"/>
    <w:link w:val="BO-NarticleDJouinstructCarCar"/>
    <w:rsid w:val="00530A25"/>
    <w:pPr>
      <w:widowControl w:val="0"/>
      <w:suppressAutoHyphens/>
      <w:autoSpaceDE w:val="0"/>
      <w:autoSpaceDN w:val="0"/>
      <w:adjustRightInd w:val="0"/>
    </w:pPr>
    <w:rPr>
      <w:b/>
      <w:bCs/>
      <w:szCs w:val="22"/>
    </w:rPr>
  </w:style>
  <w:style w:type="character" w:customStyle="1" w:styleId="BO-NarticleDJouinstructCarCar">
    <w:name w:val="BO - N° article DJ ou instruct Car Car"/>
    <w:basedOn w:val="Policepardfaut"/>
    <w:link w:val="BO-NarticleDJouinstruct"/>
    <w:rsid w:val="00072AFD"/>
    <w:rPr>
      <w:b/>
      <w:bCs/>
      <w:sz w:val="22"/>
      <w:szCs w:val="22"/>
      <w:lang w:val="fr-FR" w:eastAsia="fr-FR" w:bidi="ar-SA"/>
    </w:rPr>
  </w:style>
  <w:style w:type="paragraph" w:customStyle="1" w:styleId="InstructionnTitre">
    <w:name w:val="Instruction n° (Titre)"/>
    <w:basedOn w:val="Normal"/>
    <w:rsid w:val="00072AFD"/>
    <w:pPr>
      <w:jc w:val="center"/>
    </w:pPr>
    <w:rPr>
      <w:rFonts w:ascii="Arial" w:hAnsi="Arial" w:cs="Arial"/>
      <w:b/>
      <w:sz w:val="24"/>
      <w:szCs w:val="24"/>
    </w:rPr>
  </w:style>
  <w:style w:type="paragraph" w:customStyle="1" w:styleId="BO-Titreannexeduneinstruction">
    <w:name w:val="BO - Titre annexe d'une instruction"/>
    <w:basedOn w:val="Normal"/>
    <w:next w:val="BO-Textecourant"/>
    <w:rsid w:val="00D704DF"/>
    <w:pPr>
      <w:jc w:val="center"/>
    </w:pPr>
    <w:rPr>
      <w:rFonts w:ascii="Arial" w:hAnsi="Arial" w:cs="Arial"/>
      <w:b/>
      <w:sz w:val="24"/>
      <w:szCs w:val="24"/>
    </w:rPr>
  </w:style>
  <w:style w:type="paragraph" w:customStyle="1" w:styleId="BO-AnnexeduneinstructionEn-tte">
    <w:name w:val="BO - Annexe d'une instruction En-tête"/>
    <w:basedOn w:val="Normal"/>
    <w:rsid w:val="00D704DF"/>
    <w:pPr>
      <w:jc w:val="right"/>
    </w:pPr>
    <w:rPr>
      <w:rFonts w:ascii="Arial" w:hAnsi="Arial" w:cs="Arial"/>
      <w:bCs/>
      <w:sz w:val="18"/>
      <w:szCs w:val="18"/>
    </w:rPr>
  </w:style>
  <w:style w:type="paragraph" w:styleId="En-tte">
    <w:name w:val="header"/>
    <w:basedOn w:val="Normal"/>
    <w:rsid w:val="00E06117"/>
    <w:pPr>
      <w:pBdr>
        <w:bottom w:val="single" w:sz="6" w:space="2" w:color="auto"/>
      </w:pBdr>
      <w:tabs>
        <w:tab w:val="right" w:pos="8222"/>
      </w:tabs>
    </w:pPr>
    <w:rPr>
      <w:sz w:val="18"/>
    </w:rPr>
  </w:style>
  <w:style w:type="paragraph" w:styleId="TM1">
    <w:name w:val="toc 1"/>
    <w:basedOn w:val="Normal"/>
    <w:next w:val="Normal"/>
    <w:autoRedefine/>
    <w:semiHidden/>
    <w:rsid w:val="00E06117"/>
    <w:pPr>
      <w:tabs>
        <w:tab w:val="right" w:leader="dot" w:pos="8222"/>
      </w:tabs>
      <w:spacing w:before="240" w:after="60"/>
      <w:ind w:left="680" w:right="851" w:hanging="340"/>
    </w:pPr>
    <w:rPr>
      <w:rFonts w:ascii="Arial" w:hAnsi="Arial"/>
      <w:b/>
      <w:caps/>
      <w:sz w:val="24"/>
    </w:rPr>
  </w:style>
  <w:style w:type="paragraph" w:styleId="TM2">
    <w:name w:val="toc 2"/>
    <w:basedOn w:val="Normal"/>
    <w:next w:val="Normal"/>
    <w:autoRedefine/>
    <w:semiHidden/>
    <w:rsid w:val="00E06117"/>
    <w:pPr>
      <w:tabs>
        <w:tab w:val="right" w:leader="dot" w:pos="8222"/>
      </w:tabs>
      <w:spacing w:after="60"/>
      <w:ind w:left="1134" w:right="851" w:hanging="397"/>
      <w:jc w:val="left"/>
    </w:pPr>
    <w:rPr>
      <w:rFonts w:ascii="Arial" w:hAnsi="Arial"/>
      <w:caps/>
      <w:sz w:val="20"/>
    </w:rPr>
  </w:style>
  <w:style w:type="paragraph" w:styleId="TM3">
    <w:name w:val="toc 3"/>
    <w:basedOn w:val="Normal"/>
    <w:next w:val="Normal"/>
    <w:autoRedefine/>
    <w:semiHidden/>
    <w:rsid w:val="00E06117"/>
    <w:pPr>
      <w:tabs>
        <w:tab w:val="right" w:leader="dot" w:pos="8222"/>
      </w:tabs>
      <w:spacing w:after="60"/>
      <w:ind w:left="1871" w:right="851" w:hanging="567"/>
      <w:jc w:val="left"/>
    </w:pPr>
    <w:rPr>
      <w:rFonts w:ascii="Arial" w:hAnsi="Arial"/>
      <w:b/>
      <w:sz w:val="20"/>
    </w:rPr>
  </w:style>
  <w:style w:type="paragraph" w:styleId="TM4">
    <w:name w:val="toc 4"/>
    <w:basedOn w:val="Normal"/>
    <w:next w:val="Normal"/>
    <w:autoRedefine/>
    <w:semiHidden/>
    <w:rsid w:val="00E06117"/>
    <w:pPr>
      <w:tabs>
        <w:tab w:val="right" w:leader="dot" w:pos="8222"/>
      </w:tabs>
      <w:spacing w:after="60"/>
      <w:ind w:left="2552" w:right="851" w:hanging="624"/>
      <w:jc w:val="left"/>
    </w:pPr>
    <w:rPr>
      <w:sz w:val="20"/>
    </w:rPr>
  </w:style>
  <w:style w:type="paragraph" w:styleId="TM5">
    <w:name w:val="toc 5"/>
    <w:basedOn w:val="Normal"/>
    <w:next w:val="Normal"/>
    <w:autoRedefine/>
    <w:semiHidden/>
    <w:rsid w:val="00E06117"/>
    <w:pPr>
      <w:tabs>
        <w:tab w:val="right" w:leader="dot" w:pos="8222"/>
      </w:tabs>
      <w:ind w:left="2381" w:right="851" w:hanging="113"/>
      <w:jc w:val="left"/>
    </w:pPr>
    <w:rPr>
      <w:sz w:val="20"/>
    </w:rPr>
  </w:style>
  <w:style w:type="paragraph" w:styleId="Lgende">
    <w:name w:val="caption"/>
    <w:basedOn w:val="Normal"/>
    <w:next w:val="Normal"/>
    <w:qFormat/>
    <w:rsid w:val="00E06117"/>
    <w:rPr>
      <w:rFonts w:ascii="Arial" w:hAnsi="Arial"/>
      <w:b/>
      <w:sz w:val="20"/>
    </w:rPr>
  </w:style>
  <w:style w:type="character" w:customStyle="1" w:styleId="CommentaireCar">
    <w:name w:val="Commentaire Car"/>
    <w:basedOn w:val="Policepardfaut"/>
    <w:link w:val="Commentaire"/>
    <w:rsid w:val="00632CB6"/>
  </w:style>
  <w:style w:type="paragraph" w:styleId="Textedebulles">
    <w:name w:val="Balloon Text"/>
    <w:basedOn w:val="Normal"/>
    <w:link w:val="TextedebullesCar"/>
    <w:rsid w:val="00632CB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32CB6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2B62E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B62E1"/>
    <w:rPr>
      <w:b/>
      <w:bCs/>
    </w:rPr>
  </w:style>
  <w:style w:type="character" w:customStyle="1" w:styleId="Titre8Car">
    <w:name w:val="Titre 8 Car"/>
    <w:basedOn w:val="Policepardfaut"/>
    <w:link w:val="Titre8"/>
    <w:rsid w:val="005B58AE"/>
    <w:rPr>
      <w:i/>
      <w:iC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054AC"/>
    <w:pPr>
      <w:ind w:left="720"/>
      <w:contextualSpacing/>
    </w:pPr>
  </w:style>
  <w:style w:type="table" w:styleId="Grilledutableau">
    <w:name w:val="Table Grid"/>
    <w:basedOn w:val="TableauNormal"/>
    <w:rsid w:val="00F71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5B4A4C"/>
    <w:rPr>
      <w:rFonts w:ascii="Arial" w:hAnsi="Arial"/>
      <w:sz w:val="18"/>
    </w:rPr>
  </w:style>
  <w:style w:type="paragraph" w:styleId="Titre">
    <w:name w:val="Title"/>
    <w:basedOn w:val="Normal"/>
    <w:next w:val="Normal"/>
    <w:link w:val="TitreCar"/>
    <w:qFormat/>
    <w:rsid w:val="00AF0A2D"/>
    <w:pPr>
      <w:jc w:val="center"/>
    </w:pPr>
    <w:rPr>
      <w:rFonts w:ascii="Arial" w:hAnsi="Arial" w:cs="Arial"/>
      <w:b/>
      <w:color w:val="003B8E"/>
      <w:sz w:val="32"/>
      <w:szCs w:val="32"/>
    </w:rPr>
  </w:style>
  <w:style w:type="character" w:customStyle="1" w:styleId="TitreCar">
    <w:name w:val="Titre Car"/>
    <w:basedOn w:val="Policepardfaut"/>
    <w:link w:val="Titre"/>
    <w:rsid w:val="00AF0A2D"/>
    <w:rPr>
      <w:rFonts w:ascii="Arial" w:hAnsi="Arial" w:cs="Arial"/>
      <w:b/>
      <w:color w:val="003B8E"/>
      <w:sz w:val="32"/>
      <w:szCs w:val="32"/>
    </w:rPr>
  </w:style>
  <w:style w:type="character" w:styleId="Lienhypertexte">
    <w:name w:val="Hyperlink"/>
    <w:basedOn w:val="Policepardfaut"/>
    <w:unhideWhenUsed/>
    <w:rsid w:val="00994856"/>
    <w:rPr>
      <w:color w:val="0000FF" w:themeColor="hyperlink"/>
      <w:u w:val="single"/>
    </w:rPr>
  </w:style>
  <w:style w:type="paragraph" w:styleId="Rvision">
    <w:name w:val="Revision"/>
    <w:hidden/>
    <w:uiPriority w:val="99"/>
    <w:semiHidden/>
    <w:rsid w:val="001D10EF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3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codes/article_lc/LEGIARTI000035514611" TargetMode="External"/><Relationship Id="rId17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SAIDP\Sophie\Doc\Note%20des%20m&#233;thodes%20instructions\mod-instruction_CB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6EBB447496E64C95A543980262AD7E" ma:contentTypeVersion="5" ma:contentTypeDescription="Crée un document." ma:contentTypeScope="" ma:versionID="ec2c3264da1ef51724aca99798de7f0f">
  <xsd:schema xmlns:xsd="http://www.w3.org/2001/XMLSchema" xmlns:p="http://schemas.microsoft.com/office/2006/metadata/properties" xmlns:ns1="http://schemas.microsoft.com/sharepoint/v3" xmlns:ns2="f687ba61-5d74-4821-b051-a88d64463277" xmlns:ns3="1ca93945-1b2f-4d79-98a6-9cb0dc82f8cf" xmlns:ns4="http://schemas.microsoft.com/sharepoint/v3/fields" targetNamespace="http://schemas.microsoft.com/office/2006/metadata/properties" ma:root="true" ma:fieldsID="30086e667a2912b916415fdf5794f05a" ns1:_="" ns2:_="" ns3:_="" ns4:_="">
    <xsd:import namespace="http://schemas.microsoft.com/sharepoint/v3"/>
    <xsd:import namespace="f687ba61-5d74-4821-b051-a88d64463277"/>
    <xsd:import namespace="1ca93945-1b2f-4d79-98a6-9cb0dc82f8cf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1:BDFTheme" minOccurs="0"/>
                <xsd:element ref="ns1:BDFCategorie" minOccurs="0"/>
                <xsd:element ref="ns3:Statut" minOccurs="0"/>
                <xsd:element ref="ns4:_DCDateModified" minOccurs="0"/>
                <xsd:element ref="ns4:BDFNouvelleFenetre" minOccurs="0"/>
                <xsd:element ref="ns4:_Forma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BDFTheme" ma:index="9" nillable="true" ma:displayName="Thème" ma:format="Dropdown" ma:internalName="BDFTheme">
      <xsd:simpleType>
        <xsd:restriction base="dms:Choice">
          <xsd:enumeration value="-"/>
          <xsd:enumeration value="Information"/>
          <xsd:enumeration value="Note des méthodes"/>
          <xsd:enumeration value="Courrier-type"/>
        </xsd:restriction>
      </xsd:simpleType>
    </xsd:element>
    <xsd:element name="BDFCategorie" ma:index="10" nillable="true" ma:displayName="Catégorie" ma:format="Dropdown" ma:internalName="BDFCategorie">
      <xsd:simpleType>
        <xsd:restriction base="dms:Choice">
          <xsd:enumeration value="-"/>
        </xsd:restriction>
      </xsd:simpleType>
    </xsd:element>
  </xsd:schema>
  <xsd:schema xmlns:xsd="http://www.w3.org/2001/XMLSchema" xmlns:dms="http://schemas.microsoft.com/office/2006/documentManagement/types" targetNamespace="f687ba61-5d74-4821-b051-a88d64463277" elementFormDefault="qualified">
    <xsd:import namespace="http://schemas.microsoft.com/office/2006/documentManagement/types"/>
    <xsd:element name="Description" ma:index="8" nillable="true" ma:displayName="Description" ma:internalName="Description" ma:readOnly="false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1ca93945-1b2f-4d79-98a6-9cb0dc82f8cf" elementFormDefault="qualified">
    <xsd:import namespace="http://schemas.microsoft.com/office/2006/documentManagement/types"/>
    <xsd:element name="Statut" ma:index="11" nillable="true" ma:displayName="Statut" ma:list="{641d8864-1ac6-4fb0-a5e5-84ccd87f5946}" ma:internalName="Statut" ma:showField="Title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DCDateModified" ma:index="12" nillable="true" ma:displayName="Date de modification" ma:description="Date à laquelle la ressource a été modifiée pour la dernière fois" ma:format="DateTime" ma:internalName="_DCDateModified">
      <xsd:simpleType>
        <xsd:restriction base="dms:DateTime"/>
      </xsd:simpleType>
    </xsd:element>
    <xsd:element name="BDFNouvelleFenetre" ma:index="13" nillable="true" ma:displayName="Ouvrir le lien dans une nouvelle fenêtre" ma:internalName="BDFNouvelleFenetre">
      <xsd:simpleType>
        <xsd:restriction base="dms:Boolean"/>
      </xsd:simpleType>
    </xsd:element>
    <xsd:element name="_Format" ma:index="14" nillable="true" ma:displayName="Numero" ma:description="Colonne Format" ma:internalName="_Forma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BDFTheme xmlns="http://schemas.microsoft.com/sharepoint/v3">Modèle</BDFTheme>
    <Description xmlns="f687ba61-5d74-4821-b051-a88d64463277" xsi:nil="true"/>
    <BDFCategorie xmlns="http://schemas.microsoft.com/sharepoint/v3">Instruction ACP</BDFCategorie>
    <_DCDateModified xmlns="http://schemas.microsoft.com/sharepoint/v3/fields" xsi:nil="true"/>
    <Statut xmlns="1ca93945-1b2f-4d79-98a6-9cb0dc82f8cf">3</Statut>
    <BDFNouvelleFenetre xmlns="http://schemas.microsoft.com/sharepoint/v3/fields" xsi:nil="true"/>
    <_Forma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16B9C15E-D0CD-48C2-A945-68F3CA9A5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2921F0-649A-480D-BBDF-6E26DAA1DC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A37DF1-6E44-45B3-9150-EBF683B4F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87ba61-5d74-4821-b051-a88d64463277"/>
    <ds:schemaRef ds:uri="1ca93945-1b2f-4d79-98a6-9cb0dc82f8cf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8543177-E046-4D4B-B343-52C94AC43CA6}">
  <ds:schemaRefs>
    <ds:schemaRef ds:uri="http://schemas.microsoft.com/office/2006/metadata/properties"/>
    <ds:schemaRef ds:uri="http://schemas.microsoft.com/sharepoint/v3"/>
    <ds:schemaRef ds:uri="f687ba61-5d74-4821-b051-a88d64463277"/>
    <ds:schemaRef ds:uri="http://schemas.microsoft.com/sharepoint/v3/fields"/>
    <ds:schemaRef ds:uri="1ca93945-1b2f-4d79-98a6-9cb0dc82f8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mod-instruction_CB.dot</Template>
  <TotalTime>3</TotalTime>
  <Pages>3</Pages>
  <Words>505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d'Instruction</vt:lpstr>
    </vt:vector>
  </TitlesOfParts>
  <Company>Banque de France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d'Instruction</dc:title>
  <dc:creator>Sophie IVANOVIC</dc:creator>
  <cp:lastModifiedBy>DIAGNE Afissa-Elodie (SGACPR DAI)</cp:lastModifiedBy>
  <cp:revision>4</cp:revision>
  <cp:lastPrinted>2016-03-31T12:08:00Z</cp:lastPrinted>
  <dcterms:created xsi:type="dcterms:W3CDTF">2026-02-01T17:33:00Z</dcterms:created>
  <dcterms:modified xsi:type="dcterms:W3CDTF">2026-02-05T16:03:00Z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0x0101005C6EBB447496E64C95A543980262AD7E</vt:lpwstr>
  </property>
  <property fmtid="{D5CDD505-2E9C-101B-9397-08002B2CF9AE}" pid="3" name="BDFActuPopPup">
    <vt:lpwstr>false</vt:lpwstr>
  </property>
  <property fmtid="{D5CDD505-2E9C-101B-9397-08002B2CF9AE}" pid="4" name="BDFRubrique">
    <vt:lpwstr>-</vt:lpwstr>
  </property>
  <property fmtid="{D5CDD505-2E9C-101B-9397-08002B2CF9AE}" pid="5" name="BDFNouvelleFenetre">
    <vt:lpwstr>false</vt:lpwstr>
  </property>
  <property fmtid="{D5CDD505-2E9C-101B-9397-08002B2CF9AE}" pid="6" name="MSIP_Label_c08f1332-2cfb-404a-934f-6a2bfd1bd80c_Enabled">
    <vt:lpwstr>true</vt:lpwstr>
  </property>
  <property fmtid="{D5CDD505-2E9C-101B-9397-08002B2CF9AE}" pid="7" name="MSIP_Label_c08f1332-2cfb-404a-934f-6a2bfd1bd80c_SetDate">
    <vt:lpwstr>2026-02-01T17:31:45Z</vt:lpwstr>
  </property>
  <property fmtid="{D5CDD505-2E9C-101B-9397-08002B2CF9AE}" pid="8" name="MSIP_Label_c08f1332-2cfb-404a-934f-6a2bfd1bd80c_Method">
    <vt:lpwstr>Privileged</vt:lpwstr>
  </property>
  <property fmtid="{D5CDD505-2E9C-101B-9397-08002B2CF9AE}" pid="9" name="MSIP_Label_c08f1332-2cfb-404a-934f-6a2bfd1bd80c_Name">
    <vt:lpwstr>BDF-PUBLIC-Sans-Marquage</vt:lpwstr>
  </property>
  <property fmtid="{D5CDD505-2E9C-101B-9397-08002B2CF9AE}" pid="10" name="MSIP_Label_c08f1332-2cfb-404a-934f-6a2bfd1bd80c_SiteId">
    <vt:lpwstr>e6599448-62a0-418e-8930-d00d8d5682c2</vt:lpwstr>
  </property>
  <property fmtid="{D5CDD505-2E9C-101B-9397-08002B2CF9AE}" pid="11" name="MSIP_Label_c08f1332-2cfb-404a-934f-6a2bfd1bd80c_ActionId">
    <vt:lpwstr>c0eaa738-4551-44fc-802f-908aa877f130</vt:lpwstr>
  </property>
  <property fmtid="{D5CDD505-2E9C-101B-9397-08002B2CF9AE}" pid="12" name="MSIP_Label_c08f1332-2cfb-404a-934f-6a2bfd1bd80c_ContentBits">
    <vt:lpwstr>0</vt:lpwstr>
  </property>
  <property fmtid="{D5CDD505-2E9C-101B-9397-08002B2CF9AE}" pid="13" name="MSIP_Label_c08f1332-2cfb-404a-934f-6a2bfd1bd80c_Tag">
    <vt:lpwstr>10, 0, 1, 1</vt:lpwstr>
  </property>
</Properties>
</file>