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3C199" w14:textId="6D4FA7F7" w:rsidR="002A379C" w:rsidRDefault="005F3BE5" w:rsidP="002A379C">
      <w:r>
        <w:rPr>
          <w:noProof/>
          <w:color w:val="FFFFFF"/>
          <w:lang w:eastAsia="fr-FR"/>
        </w:rPr>
        <w:drawing>
          <wp:inline distT="0" distB="0" distL="0" distR="0" wp14:anchorId="23E2D940" wp14:editId="50B54078">
            <wp:extent cx="1130400" cy="1008000"/>
            <wp:effectExtent l="0" t="0" r="0" b="190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6863C19A" w14:textId="77777777" w:rsidR="00B36ED6" w:rsidRPr="00775EA8" w:rsidRDefault="00B36ED6" w:rsidP="002A379C"/>
    <w:p w14:paraId="6863C19B" w14:textId="77777777" w:rsidR="002A379C" w:rsidRPr="00280D74" w:rsidRDefault="008604F1" w:rsidP="002A379C">
      <w:pPr>
        <w:jc w:val="center"/>
        <w:rPr>
          <w:rFonts w:cs="Times New Roman"/>
          <w:b/>
          <w:color w:val="003B8E"/>
          <w:sz w:val="32"/>
          <w:szCs w:val="32"/>
        </w:rPr>
      </w:pPr>
      <w:r w:rsidRPr="00280D74">
        <w:rPr>
          <w:rFonts w:cs="Times New Roman"/>
          <w:b/>
          <w:color w:val="003B8E"/>
          <w:sz w:val="32"/>
          <w:szCs w:val="32"/>
        </w:rPr>
        <w:t>Guide méthodologique</w:t>
      </w:r>
    </w:p>
    <w:p w14:paraId="6863C19D" w14:textId="1D6157AF" w:rsidR="002A379C" w:rsidRPr="00280D74" w:rsidRDefault="002A379C" w:rsidP="00B8741D">
      <w:pPr>
        <w:jc w:val="center"/>
        <w:rPr>
          <w:rFonts w:cs="Times New Roman"/>
          <w:b/>
          <w:color w:val="003B8E"/>
          <w:sz w:val="32"/>
          <w:szCs w:val="32"/>
        </w:rPr>
      </w:pPr>
      <w:r w:rsidRPr="00280D74">
        <w:rPr>
          <w:rFonts w:cs="Times New Roman"/>
          <w:b/>
          <w:color w:val="003B8E"/>
          <w:sz w:val="32"/>
          <w:szCs w:val="32"/>
        </w:rPr>
        <w:t xml:space="preserve">Utilisation de l’état de </w:t>
      </w:r>
      <w:r w:rsidR="00551A55" w:rsidRPr="00280D74">
        <w:rPr>
          <w:rFonts w:cs="Times New Roman"/>
          <w:b/>
          <w:color w:val="003B8E"/>
          <w:sz w:val="32"/>
          <w:szCs w:val="32"/>
        </w:rPr>
        <w:t>suivi de l’activité en substitution</w:t>
      </w:r>
      <w:r w:rsidRPr="00280D74">
        <w:rPr>
          <w:rFonts w:cs="Times New Roman"/>
          <w:b/>
          <w:color w:val="003B8E"/>
          <w:sz w:val="32"/>
          <w:szCs w:val="32"/>
        </w:rPr>
        <w:t xml:space="preserve"> –</w:t>
      </w:r>
      <w:r w:rsidR="00091A03" w:rsidRPr="00280D74">
        <w:rPr>
          <w:rFonts w:cs="Times New Roman"/>
          <w:b/>
          <w:color w:val="003B8E"/>
          <w:sz w:val="32"/>
          <w:szCs w:val="32"/>
        </w:rPr>
        <w:t xml:space="preserve"> </w:t>
      </w:r>
      <w:r w:rsidR="00B83F99" w:rsidRPr="00280D74">
        <w:rPr>
          <w:rFonts w:cs="Times New Roman"/>
          <w:b/>
          <w:color w:val="003B8E"/>
          <w:sz w:val="32"/>
          <w:szCs w:val="32"/>
        </w:rPr>
        <w:t>FR.27 (anciennement</w:t>
      </w:r>
      <w:r w:rsidRPr="00280D74">
        <w:rPr>
          <w:rFonts w:cs="Times New Roman"/>
          <w:b/>
          <w:color w:val="003B8E"/>
          <w:sz w:val="32"/>
          <w:szCs w:val="32"/>
        </w:rPr>
        <w:t xml:space="preserve"> </w:t>
      </w:r>
      <w:r w:rsidR="00551A55" w:rsidRPr="00280D74">
        <w:rPr>
          <w:rFonts w:cs="Times New Roman"/>
          <w:b/>
          <w:color w:val="003B8E"/>
          <w:sz w:val="32"/>
          <w:szCs w:val="32"/>
        </w:rPr>
        <w:t>SUB</w:t>
      </w:r>
      <w:r w:rsidR="00B83F99" w:rsidRPr="00280D74">
        <w:rPr>
          <w:rFonts w:cs="Times New Roman"/>
          <w:b/>
          <w:color w:val="003B8E"/>
          <w:sz w:val="32"/>
          <w:szCs w:val="32"/>
        </w:rPr>
        <w:t>)</w:t>
      </w:r>
    </w:p>
    <w:p w14:paraId="6863C1A4" w14:textId="77777777" w:rsidR="0076211F" w:rsidRDefault="0076211F" w:rsidP="002A379C"/>
    <w:p w14:paraId="36515281" w14:textId="45E312AE" w:rsidR="000F1C2E" w:rsidRDefault="000F1C2E" w:rsidP="000F1C2E">
      <w:r>
        <w:t>Le</w:t>
      </w:r>
      <w:r w:rsidR="007A228A">
        <w:t>s</w:t>
      </w:r>
      <w:r>
        <w:t xml:space="preserve"> tableau</w:t>
      </w:r>
      <w:r w:rsidR="007A228A">
        <w:t>x</w:t>
      </w:r>
      <w:r>
        <w:t xml:space="preserve"> de l’état FR.27 </w:t>
      </w:r>
      <w:r w:rsidR="007A228A">
        <w:t>sont</w:t>
      </w:r>
      <w:r>
        <w:t xml:space="preserve"> à renseigner par les organismes d’assurance concernés en fonction de leur activité en application de l’instruction </w:t>
      </w:r>
      <w:r w:rsidR="00F344AA" w:rsidRPr="00F344AA">
        <w:t>de l’ACPR n°</w:t>
      </w:r>
      <w:r w:rsidR="007D373D" w:rsidRPr="00F344AA">
        <w:t>202</w:t>
      </w:r>
      <w:r w:rsidR="007D373D">
        <w:t>5</w:t>
      </w:r>
      <w:r w:rsidR="00F344AA" w:rsidRPr="00F344AA">
        <w:t>-I</w:t>
      </w:r>
      <w:r w:rsidR="00F344AA">
        <w:t>-</w:t>
      </w:r>
      <w:r w:rsidR="007D373D">
        <w:t>0</w:t>
      </w:r>
      <w:r w:rsidR="00F344AA">
        <w:t>2 (anciennement n°20</w:t>
      </w:r>
      <w:r w:rsidR="007D373D">
        <w:t>23</w:t>
      </w:r>
      <w:r w:rsidR="00F344AA">
        <w:t>-I-1</w:t>
      </w:r>
      <w:r w:rsidR="007D373D">
        <w:t>3</w:t>
      </w:r>
      <w:r w:rsidR="00F344AA">
        <w:t xml:space="preserve">) </w:t>
      </w:r>
      <w:r w:rsidRPr="00706538">
        <w:t>relative</w:t>
      </w:r>
      <w:r>
        <w:t xml:space="preserve"> à la transmission à l’Autorité du contrôle prudentiel et de résolution de documents prudentiels annuels.</w:t>
      </w:r>
    </w:p>
    <w:p w14:paraId="68D6E91D" w14:textId="77777777" w:rsidR="000F1C2E" w:rsidRDefault="000F1C2E" w:rsidP="000F1C2E"/>
    <w:p w14:paraId="2BFE7FF9" w14:textId="287ED7D1" w:rsidR="000F1C2E" w:rsidRDefault="000F1C2E" w:rsidP="000F1C2E">
      <w:r>
        <w:t>L</w:t>
      </w:r>
      <w:r w:rsidRPr="00775EA8">
        <w:t xml:space="preserve">es montants </w:t>
      </w:r>
      <w:r>
        <w:t xml:space="preserve">monétaires </w:t>
      </w:r>
      <w:r w:rsidRPr="00775EA8">
        <w:t>sont exprimés en</w:t>
      </w:r>
      <w:r>
        <w:t xml:space="preserve"> </w:t>
      </w:r>
      <w:r w:rsidRPr="00775EA8">
        <w:t>euros</w:t>
      </w:r>
      <w:r>
        <w:t xml:space="preserve"> </w:t>
      </w:r>
      <w:r w:rsidR="00550B52">
        <w:t xml:space="preserve">sans être arrondis </w:t>
      </w:r>
      <w:r>
        <w:t xml:space="preserve">et les données doivent être </w:t>
      </w:r>
      <w:r w:rsidR="007A228A">
        <w:t>télétransmises à l’ACPR</w:t>
      </w:r>
      <w:r>
        <w:t xml:space="preserve"> </w:t>
      </w:r>
      <w:r w:rsidR="00550B52">
        <w:t>au format XBRL</w:t>
      </w:r>
      <w:r w:rsidRPr="00775EA8">
        <w:t>.</w:t>
      </w:r>
    </w:p>
    <w:p w14:paraId="30FD05BA" w14:textId="77777777" w:rsidR="000F1C2E" w:rsidRDefault="000F1C2E" w:rsidP="000F1C2E"/>
    <w:p w14:paraId="5550ACF1" w14:textId="4D03EF31" w:rsidR="000F1C2E" w:rsidRDefault="00AB61D3" w:rsidP="000F1C2E">
      <w:r w:rsidRPr="00AB61D3">
        <w:t xml:space="preserve">Les organismes ne relevant pas du régime « Solvabilité II » ne doivent </w:t>
      </w:r>
      <w:r>
        <w:t>pas</w:t>
      </w:r>
      <w:r w:rsidRPr="00AB61D3">
        <w:t xml:space="preserve"> le communiquer. </w:t>
      </w:r>
    </w:p>
    <w:p w14:paraId="4B723186" w14:textId="77777777" w:rsidR="007D373D" w:rsidRPr="00775EA8" w:rsidRDefault="007D373D" w:rsidP="000F1C2E"/>
    <w:p w14:paraId="6863C1A5" w14:textId="77777777" w:rsidR="002A379C" w:rsidRPr="00280D74" w:rsidRDefault="002A379C" w:rsidP="002A379C">
      <w:pPr>
        <w:pStyle w:val="Titre1"/>
        <w:rPr>
          <w:rFonts w:ascii="Times New Roman" w:hAnsi="Times New Roman" w:cs="Times New Roman"/>
          <w:b/>
          <w:bCs w:val="0"/>
          <w:sz w:val="28"/>
          <w:szCs w:val="28"/>
        </w:rPr>
      </w:pPr>
      <w:r w:rsidRPr="00280D74">
        <w:rPr>
          <w:rFonts w:ascii="Times New Roman" w:hAnsi="Times New Roman" w:cs="Times New Roman"/>
          <w:b/>
          <w:bCs w:val="0"/>
          <w:sz w:val="28"/>
          <w:szCs w:val="28"/>
        </w:rPr>
        <w:t>Utilisation de l’état</w:t>
      </w:r>
    </w:p>
    <w:p w14:paraId="6863C1A6" w14:textId="77777777" w:rsidR="0076211F" w:rsidRDefault="0076211F" w:rsidP="002A379C"/>
    <w:tbl>
      <w:tblPr>
        <w:tblW w:w="509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99"/>
        <w:gridCol w:w="1435"/>
        <w:gridCol w:w="6857"/>
      </w:tblGrid>
      <w:tr w:rsidR="00551A55" w:rsidRPr="003B1F67" w14:paraId="12AC5484" w14:textId="77777777" w:rsidTr="00551A55">
        <w:trPr>
          <w:tblHeader/>
        </w:trPr>
        <w:tc>
          <w:tcPr>
            <w:tcW w:w="747" w:type="pct"/>
            <w:tcBorders>
              <w:bottom w:val="single" w:sz="12" w:space="0" w:color="000000"/>
              <w:right w:val="single" w:sz="12" w:space="0" w:color="000000"/>
            </w:tcBorders>
            <w:vAlign w:val="center"/>
          </w:tcPr>
          <w:p w14:paraId="3C1159DE" w14:textId="032DEE9E" w:rsidR="00551A55" w:rsidRPr="003B1F67" w:rsidRDefault="00551A55" w:rsidP="00551A55">
            <w:pPr>
              <w:jc w:val="center"/>
              <w:rPr>
                <w:b/>
              </w:rPr>
            </w:pPr>
            <w:r>
              <w:rPr>
                <w:b/>
              </w:rPr>
              <w:t>INTITULE</w:t>
            </w:r>
          </w:p>
        </w:tc>
        <w:tc>
          <w:tcPr>
            <w:tcW w:w="742" w:type="pct"/>
            <w:tcBorders>
              <w:left w:val="single" w:sz="12" w:space="0" w:color="000000"/>
              <w:bottom w:val="single" w:sz="12" w:space="0" w:color="000000"/>
              <w:right w:val="single" w:sz="12" w:space="0" w:color="000000"/>
            </w:tcBorders>
            <w:vAlign w:val="center"/>
          </w:tcPr>
          <w:p w14:paraId="00B16781" w14:textId="660BD0DF" w:rsidR="00551A55" w:rsidRPr="003B1F67" w:rsidRDefault="00551A55" w:rsidP="00B83F99">
            <w:pPr>
              <w:jc w:val="center"/>
              <w:rPr>
                <w:b/>
              </w:rPr>
            </w:pPr>
            <w:r>
              <w:rPr>
                <w:b/>
              </w:rPr>
              <w:t xml:space="preserve">NUMERO DE </w:t>
            </w:r>
            <w:r w:rsidR="00B83F99">
              <w:rPr>
                <w:b/>
              </w:rPr>
              <w:t>COLONNE</w:t>
            </w:r>
          </w:p>
        </w:tc>
        <w:tc>
          <w:tcPr>
            <w:tcW w:w="3511" w:type="pct"/>
            <w:tcBorders>
              <w:left w:val="single" w:sz="12" w:space="0" w:color="000000"/>
              <w:bottom w:val="single" w:sz="12" w:space="0" w:color="000000"/>
              <w:right w:val="single" w:sz="12" w:space="0" w:color="000000"/>
            </w:tcBorders>
            <w:vAlign w:val="center"/>
          </w:tcPr>
          <w:p w14:paraId="30DC68C6" w14:textId="1427C6FE" w:rsidR="00551A55" w:rsidRPr="003B1F67" w:rsidRDefault="00551A55" w:rsidP="00551A55">
            <w:pPr>
              <w:jc w:val="center"/>
              <w:rPr>
                <w:b/>
              </w:rPr>
            </w:pPr>
            <w:r w:rsidRPr="003B1F67">
              <w:rPr>
                <w:b/>
              </w:rPr>
              <w:t>DEFINITION</w:t>
            </w:r>
            <w:r>
              <w:rPr>
                <w:b/>
              </w:rPr>
              <w:t xml:space="preserve"> ET FORMULE</w:t>
            </w:r>
          </w:p>
        </w:tc>
      </w:tr>
      <w:tr w:rsidR="00551A55" w:rsidRPr="008E18CF" w14:paraId="54BED4D4" w14:textId="77777777" w:rsidTr="00551A55">
        <w:tc>
          <w:tcPr>
            <w:tcW w:w="747" w:type="pct"/>
            <w:tcBorders>
              <w:top w:val="single" w:sz="12" w:space="0" w:color="000000"/>
              <w:right w:val="single" w:sz="12" w:space="0" w:color="000000"/>
            </w:tcBorders>
            <w:vAlign w:val="center"/>
          </w:tcPr>
          <w:p w14:paraId="78331019" w14:textId="77777777" w:rsidR="00551A55" w:rsidRDefault="00551A55" w:rsidP="00551A55">
            <w:pPr>
              <w:jc w:val="left"/>
            </w:pPr>
            <w:r w:rsidRPr="003B1F67">
              <w:t>Comme</w:t>
            </w:r>
            <w:r>
              <w:t>ntaire général</w:t>
            </w:r>
          </w:p>
          <w:p w14:paraId="59FD83DB" w14:textId="77777777" w:rsidR="00551A55" w:rsidRPr="003B1F67" w:rsidRDefault="00551A55" w:rsidP="00551A55">
            <w:pPr>
              <w:jc w:val="left"/>
            </w:pPr>
          </w:p>
        </w:tc>
        <w:tc>
          <w:tcPr>
            <w:tcW w:w="742" w:type="pct"/>
            <w:tcBorders>
              <w:top w:val="single" w:sz="12" w:space="0" w:color="000000"/>
              <w:left w:val="single" w:sz="12" w:space="0" w:color="000000"/>
              <w:right w:val="single" w:sz="12" w:space="0" w:color="000000"/>
            </w:tcBorders>
            <w:vAlign w:val="center"/>
          </w:tcPr>
          <w:p w14:paraId="6DB85906" w14:textId="77777777" w:rsidR="00551A55" w:rsidRPr="003B1F67" w:rsidRDefault="00551A55" w:rsidP="00551A55">
            <w:pPr>
              <w:jc w:val="left"/>
            </w:pPr>
            <w:r>
              <w:t>N/A</w:t>
            </w:r>
          </w:p>
        </w:tc>
        <w:tc>
          <w:tcPr>
            <w:tcW w:w="3511" w:type="pct"/>
            <w:tcBorders>
              <w:top w:val="single" w:sz="12" w:space="0" w:color="000000"/>
              <w:left w:val="single" w:sz="12" w:space="0" w:color="000000"/>
              <w:right w:val="single" w:sz="12" w:space="0" w:color="000000"/>
            </w:tcBorders>
            <w:vAlign w:val="center"/>
          </w:tcPr>
          <w:p w14:paraId="23B0E7F1" w14:textId="4FDB4A93" w:rsidR="00551A55" w:rsidRPr="008E18CF" w:rsidRDefault="00551A55" w:rsidP="00550B52">
            <w:r w:rsidRPr="002A7F33">
              <w:t>Cet état détaille l’activité liée à la substitution</w:t>
            </w:r>
            <w:r>
              <w:t xml:space="preserve">, du point de vue de la </w:t>
            </w:r>
            <w:proofErr w:type="spellStart"/>
            <w:r>
              <w:t>substituante</w:t>
            </w:r>
            <w:proofErr w:type="spellEnd"/>
            <w:r w:rsidRPr="002A7F33">
              <w:t>.</w:t>
            </w:r>
            <w:r>
              <w:t xml:space="preserve"> Elle se place en valorisation Solvabilité 2.</w:t>
            </w:r>
          </w:p>
        </w:tc>
      </w:tr>
      <w:tr w:rsidR="00551A55" w:rsidRPr="008E18CF" w14:paraId="4C09188D" w14:textId="77777777" w:rsidTr="00551A55">
        <w:tc>
          <w:tcPr>
            <w:tcW w:w="5000" w:type="pct"/>
            <w:gridSpan w:val="3"/>
            <w:tcBorders>
              <w:right w:val="single" w:sz="12" w:space="0" w:color="000000"/>
            </w:tcBorders>
            <w:vAlign w:val="center"/>
          </w:tcPr>
          <w:p w14:paraId="37F79F69" w14:textId="77777777" w:rsidR="00551A55" w:rsidRDefault="00551A55" w:rsidP="00551A55">
            <w:pPr>
              <w:jc w:val="left"/>
              <w:rPr>
                <w:rFonts w:ascii="Arial" w:eastAsia="Times New Roman" w:hAnsi="Arial" w:cs="Arial"/>
                <w:b/>
                <w:bCs/>
                <w:highlight w:val="lightGray"/>
                <w:lang w:eastAsia="fr-FR"/>
              </w:rPr>
            </w:pPr>
          </w:p>
          <w:p w14:paraId="31AB432E" w14:textId="77777777" w:rsidR="00551A55" w:rsidRPr="00280D74" w:rsidRDefault="00551A55" w:rsidP="00551A55">
            <w:pPr>
              <w:jc w:val="left"/>
              <w:rPr>
                <w:rFonts w:eastAsia="Times New Roman" w:cs="Times New Roman"/>
                <w:b/>
                <w:bCs/>
                <w:lang w:eastAsia="fr-FR"/>
              </w:rPr>
            </w:pPr>
            <w:r w:rsidRPr="00280D74">
              <w:rPr>
                <w:rFonts w:eastAsia="Times New Roman" w:cs="Times New Roman"/>
                <w:b/>
                <w:bCs/>
                <w:lang w:eastAsia="fr-FR"/>
              </w:rPr>
              <w:t>A) DETAILS SUR CHAQUE LIGNE DE PRODUITS PRIS EN SUBSTITUTION</w:t>
            </w:r>
          </w:p>
          <w:p w14:paraId="123D12DB" w14:textId="77777777" w:rsidR="00551A55" w:rsidRPr="008E18CF" w:rsidRDefault="00551A55" w:rsidP="00551A55">
            <w:pPr>
              <w:jc w:val="left"/>
            </w:pPr>
          </w:p>
        </w:tc>
      </w:tr>
      <w:tr w:rsidR="006E248A" w:rsidRPr="003F1528" w14:paraId="29CA55A7" w14:textId="77777777" w:rsidTr="00551A55">
        <w:tc>
          <w:tcPr>
            <w:tcW w:w="747" w:type="pct"/>
            <w:tcBorders>
              <w:right w:val="single" w:sz="12" w:space="0" w:color="000000"/>
            </w:tcBorders>
            <w:vAlign w:val="center"/>
          </w:tcPr>
          <w:p w14:paraId="6F4E1A2B" w14:textId="7FB0A01D" w:rsidR="006E248A" w:rsidRPr="002772D6" w:rsidRDefault="006E248A" w:rsidP="00551A55">
            <w:pPr>
              <w:jc w:val="left"/>
            </w:pPr>
            <w:r>
              <w:t>Identifiant</w:t>
            </w:r>
            <w:r w:rsidR="00465641">
              <w:t xml:space="preserve"> (de la ligne)</w:t>
            </w:r>
          </w:p>
        </w:tc>
        <w:tc>
          <w:tcPr>
            <w:tcW w:w="742" w:type="pct"/>
            <w:tcBorders>
              <w:left w:val="single" w:sz="12" w:space="0" w:color="000000"/>
              <w:right w:val="single" w:sz="12" w:space="0" w:color="000000"/>
            </w:tcBorders>
            <w:vAlign w:val="center"/>
          </w:tcPr>
          <w:p w14:paraId="224ECD0C" w14:textId="3092C2FD" w:rsidR="006E248A" w:rsidRDefault="006E248A" w:rsidP="00551A55">
            <w:pPr>
              <w:jc w:val="left"/>
              <w:rPr>
                <w:lang w:val="en-US"/>
              </w:rPr>
            </w:pPr>
            <w:r>
              <w:rPr>
                <w:lang w:val="en-US"/>
              </w:rPr>
              <w:t>C0010</w:t>
            </w:r>
          </w:p>
        </w:tc>
        <w:tc>
          <w:tcPr>
            <w:tcW w:w="3511" w:type="pct"/>
            <w:tcBorders>
              <w:left w:val="single" w:sz="12" w:space="0" w:color="000000"/>
              <w:right w:val="single" w:sz="12" w:space="0" w:color="000000"/>
            </w:tcBorders>
            <w:vAlign w:val="center"/>
          </w:tcPr>
          <w:p w14:paraId="441D0EB7" w14:textId="2FFBDE82" w:rsidR="006E248A" w:rsidRPr="008E18CF" w:rsidRDefault="006E248A" w:rsidP="00551A55">
            <w:pPr>
              <w:jc w:val="left"/>
            </w:pPr>
            <w:r>
              <w:t>Identifiant technique de la ligne (nombre entier) à rapporter dans la remise. Le remettant doit identifier chaque ligne de manière unique.</w:t>
            </w:r>
          </w:p>
        </w:tc>
      </w:tr>
      <w:tr w:rsidR="00551A55" w:rsidRPr="003F1528" w14:paraId="7FE523BD" w14:textId="77777777" w:rsidTr="00551A55">
        <w:tc>
          <w:tcPr>
            <w:tcW w:w="747" w:type="pct"/>
            <w:tcBorders>
              <w:right w:val="single" w:sz="12" w:space="0" w:color="000000"/>
            </w:tcBorders>
            <w:vAlign w:val="center"/>
          </w:tcPr>
          <w:p w14:paraId="13FFAD85" w14:textId="77777777" w:rsidR="00551A55" w:rsidRPr="002772D6" w:rsidRDefault="00551A55" w:rsidP="00551A55">
            <w:pPr>
              <w:jc w:val="left"/>
            </w:pPr>
            <w:r w:rsidRPr="002772D6">
              <w:t>Dénomination commerciale</w:t>
            </w:r>
          </w:p>
          <w:p w14:paraId="52B0880E" w14:textId="77777777" w:rsidR="00551A55" w:rsidRPr="003B1F67" w:rsidRDefault="00551A55" w:rsidP="00551A55">
            <w:pPr>
              <w:jc w:val="left"/>
              <w:rPr>
                <w:lang w:val="en-US"/>
              </w:rPr>
            </w:pPr>
          </w:p>
        </w:tc>
        <w:tc>
          <w:tcPr>
            <w:tcW w:w="742" w:type="pct"/>
            <w:tcBorders>
              <w:left w:val="single" w:sz="12" w:space="0" w:color="000000"/>
              <w:right w:val="single" w:sz="12" w:space="0" w:color="000000"/>
            </w:tcBorders>
            <w:vAlign w:val="center"/>
          </w:tcPr>
          <w:p w14:paraId="59605887" w14:textId="7636F8F1" w:rsidR="00551A55" w:rsidRPr="003B1F67" w:rsidRDefault="00B83F99" w:rsidP="00551A55">
            <w:pPr>
              <w:jc w:val="left"/>
              <w:rPr>
                <w:lang w:val="en-US"/>
              </w:rPr>
            </w:pPr>
            <w:r>
              <w:rPr>
                <w:lang w:val="en-US"/>
              </w:rPr>
              <w:t>C0020</w:t>
            </w:r>
          </w:p>
        </w:tc>
        <w:tc>
          <w:tcPr>
            <w:tcW w:w="3511" w:type="pct"/>
            <w:tcBorders>
              <w:left w:val="single" w:sz="12" w:space="0" w:color="000000"/>
              <w:right w:val="single" w:sz="12" w:space="0" w:color="000000"/>
            </w:tcBorders>
            <w:vAlign w:val="center"/>
          </w:tcPr>
          <w:p w14:paraId="60310BE8" w14:textId="35F92E56" w:rsidR="00551A55" w:rsidRDefault="00551A55" w:rsidP="00551A55">
            <w:pPr>
              <w:jc w:val="left"/>
            </w:pPr>
            <w:r w:rsidRPr="008E18CF">
              <w:t>No</w:t>
            </w:r>
            <w:r>
              <w:t>m commercial</w:t>
            </w:r>
            <w:r w:rsidR="00E812D1">
              <w:t xml:space="preserve"> </w:t>
            </w:r>
            <w:r>
              <w:t>du produit.</w:t>
            </w:r>
          </w:p>
          <w:p w14:paraId="54A2AD74" w14:textId="6DF34B3B" w:rsidR="00551A55" w:rsidRPr="003F1528" w:rsidRDefault="00551A55">
            <w:pPr>
              <w:jc w:val="left"/>
            </w:pPr>
            <w:r w:rsidRPr="002A7F33">
              <w:t xml:space="preserve">Si </w:t>
            </w:r>
            <w:r>
              <w:t xml:space="preserve">plusieurs produits pour une même </w:t>
            </w:r>
            <w:r w:rsidR="00E812D1">
              <w:t>ligne d’activité</w:t>
            </w:r>
            <w:r>
              <w:t xml:space="preserve">, </w:t>
            </w:r>
            <w:r w:rsidRPr="002A7F33">
              <w:t>l</w:t>
            </w:r>
            <w:r>
              <w:t xml:space="preserve">es indiquer par ordre d’importance du </w:t>
            </w:r>
            <w:r w:rsidR="00E812D1">
              <w:t xml:space="preserve">chiffre </w:t>
            </w:r>
            <w:r>
              <w:t xml:space="preserve">d’affaires. </w:t>
            </w:r>
          </w:p>
        </w:tc>
      </w:tr>
      <w:tr w:rsidR="00551A55" w:rsidRPr="001373F1" w14:paraId="62B79232" w14:textId="77777777" w:rsidTr="00551A55">
        <w:tc>
          <w:tcPr>
            <w:tcW w:w="747" w:type="pct"/>
            <w:tcBorders>
              <w:right w:val="single" w:sz="12" w:space="0" w:color="000000"/>
            </w:tcBorders>
            <w:vAlign w:val="center"/>
          </w:tcPr>
          <w:p w14:paraId="1498F962" w14:textId="77777777" w:rsidR="00551A55" w:rsidRPr="003F1528" w:rsidRDefault="00551A55" w:rsidP="00551A55">
            <w:pPr>
              <w:jc w:val="left"/>
            </w:pPr>
            <w:r w:rsidRPr="003F1528">
              <w:t xml:space="preserve">Ligne </w:t>
            </w:r>
            <w:r>
              <w:t>d’activité</w:t>
            </w:r>
          </w:p>
        </w:tc>
        <w:tc>
          <w:tcPr>
            <w:tcW w:w="742" w:type="pct"/>
            <w:tcBorders>
              <w:left w:val="single" w:sz="12" w:space="0" w:color="000000"/>
              <w:right w:val="single" w:sz="12" w:space="0" w:color="000000"/>
            </w:tcBorders>
            <w:vAlign w:val="center"/>
          </w:tcPr>
          <w:p w14:paraId="4BA3D17C" w14:textId="299A0C4C" w:rsidR="00551A55" w:rsidRPr="003F1528" w:rsidRDefault="00B83F99" w:rsidP="00551A55">
            <w:pPr>
              <w:jc w:val="left"/>
            </w:pPr>
            <w:r>
              <w:t>C0030</w:t>
            </w:r>
          </w:p>
        </w:tc>
        <w:tc>
          <w:tcPr>
            <w:tcW w:w="3511" w:type="pct"/>
            <w:tcBorders>
              <w:left w:val="single" w:sz="12" w:space="0" w:color="000000"/>
              <w:right w:val="single" w:sz="12" w:space="0" w:color="000000"/>
            </w:tcBorders>
            <w:vAlign w:val="center"/>
          </w:tcPr>
          <w:p w14:paraId="471CFB1F" w14:textId="77777777" w:rsidR="00E41235" w:rsidRPr="00F344AA" w:rsidRDefault="00551A55" w:rsidP="00E41235">
            <w:pPr>
              <w:pStyle w:val="Default"/>
              <w:rPr>
                <w:rFonts w:ascii="Times New Roman" w:hAnsi="Times New Roman" w:cs="Times New Roman"/>
                <w:color w:val="auto"/>
                <w:sz w:val="22"/>
                <w:szCs w:val="22"/>
              </w:rPr>
            </w:pPr>
            <w:r w:rsidRPr="00AB61D3">
              <w:rPr>
                <w:rFonts w:ascii="Times New Roman" w:hAnsi="Times New Roman" w:cs="Times New Roman"/>
                <w:color w:val="auto"/>
                <w:sz w:val="22"/>
                <w:szCs w:val="22"/>
              </w:rPr>
              <w:t>Ligne</w:t>
            </w:r>
            <w:r w:rsidR="004F703D" w:rsidRPr="00AB61D3">
              <w:rPr>
                <w:rFonts w:ascii="Times New Roman" w:hAnsi="Times New Roman" w:cs="Times New Roman"/>
                <w:color w:val="auto"/>
                <w:sz w:val="22"/>
                <w:szCs w:val="22"/>
              </w:rPr>
              <w:t>s</w:t>
            </w:r>
            <w:r w:rsidRPr="00AB61D3">
              <w:rPr>
                <w:rFonts w:ascii="Times New Roman" w:hAnsi="Times New Roman" w:cs="Times New Roman"/>
                <w:color w:val="auto"/>
                <w:sz w:val="22"/>
                <w:szCs w:val="22"/>
              </w:rPr>
              <w:t xml:space="preserve"> d’activité comme définie dans le régime </w:t>
            </w:r>
            <w:r w:rsidR="007B3FB5" w:rsidRPr="0011453B">
              <w:rPr>
                <w:rFonts w:ascii="Times New Roman" w:hAnsi="Times New Roman" w:cs="Times New Roman"/>
                <w:color w:val="auto"/>
                <w:sz w:val="22"/>
                <w:szCs w:val="22"/>
              </w:rPr>
              <w:t>S</w:t>
            </w:r>
            <w:r w:rsidRPr="0011453B">
              <w:rPr>
                <w:rFonts w:ascii="Times New Roman" w:hAnsi="Times New Roman" w:cs="Times New Roman"/>
                <w:color w:val="auto"/>
                <w:sz w:val="22"/>
                <w:szCs w:val="22"/>
              </w:rPr>
              <w:t xml:space="preserve">olvabilité </w:t>
            </w:r>
            <w:r w:rsidR="00E812D1" w:rsidRPr="0011453B">
              <w:rPr>
                <w:rFonts w:ascii="Times New Roman" w:hAnsi="Times New Roman" w:cs="Times New Roman"/>
                <w:color w:val="auto"/>
                <w:sz w:val="22"/>
                <w:szCs w:val="22"/>
              </w:rPr>
              <w:t>II</w:t>
            </w:r>
            <w:r w:rsidRPr="0011453B">
              <w:rPr>
                <w:rFonts w:ascii="Times New Roman" w:hAnsi="Times New Roman" w:cs="Times New Roman"/>
                <w:color w:val="auto"/>
                <w:sz w:val="22"/>
                <w:szCs w:val="22"/>
              </w:rPr>
              <w:t xml:space="preserve">.  Voir annexe </w:t>
            </w:r>
            <w:r w:rsidR="004F703D" w:rsidRPr="0011453B">
              <w:rPr>
                <w:rFonts w:ascii="Times New Roman" w:hAnsi="Times New Roman" w:cs="Times New Roman"/>
                <w:color w:val="auto"/>
                <w:sz w:val="22"/>
                <w:szCs w:val="22"/>
              </w:rPr>
              <w:t xml:space="preserve">I </w:t>
            </w:r>
            <w:r w:rsidRPr="0011453B">
              <w:rPr>
                <w:rFonts w:ascii="Times New Roman" w:hAnsi="Times New Roman" w:cs="Times New Roman"/>
                <w:color w:val="auto"/>
                <w:sz w:val="22"/>
                <w:szCs w:val="22"/>
              </w:rPr>
              <w:t xml:space="preserve">du </w:t>
            </w:r>
            <w:r w:rsidR="004F703D" w:rsidRPr="0011453B">
              <w:rPr>
                <w:rFonts w:ascii="Times New Roman" w:hAnsi="Times New Roman" w:cs="Times New Roman"/>
                <w:color w:val="auto"/>
                <w:sz w:val="22"/>
                <w:szCs w:val="22"/>
              </w:rPr>
              <w:t xml:space="preserve">Règlement Délégué </w:t>
            </w:r>
            <w:r w:rsidR="004F703D" w:rsidRPr="007B58E3">
              <w:rPr>
                <w:rFonts w:ascii="Times New Roman" w:hAnsi="Times New Roman" w:cs="Times New Roman"/>
                <w:sz w:val="22"/>
                <w:szCs w:val="22"/>
              </w:rPr>
              <w:t>(</w:t>
            </w:r>
            <w:r w:rsidR="004F703D" w:rsidRPr="00AB61D3">
              <w:rPr>
                <w:rFonts w:ascii="Times New Roman" w:hAnsi="Times New Roman" w:cs="Times New Roman"/>
                <w:color w:val="auto"/>
                <w:sz w:val="22"/>
                <w:szCs w:val="22"/>
              </w:rPr>
              <w:t>UE) 2015/35</w:t>
            </w:r>
            <w:r w:rsidR="00E41235" w:rsidRPr="00AB61D3">
              <w:rPr>
                <w:rFonts w:ascii="Times New Roman" w:hAnsi="Times New Roman" w:cs="Times New Roman"/>
                <w:color w:val="auto"/>
                <w:sz w:val="22"/>
                <w:szCs w:val="22"/>
              </w:rPr>
              <w:t xml:space="preserve">. Choisir impérativement l’une des valeurs suivantes : </w:t>
            </w:r>
          </w:p>
          <w:p w14:paraId="3DDA9D2B" w14:textId="77777777" w:rsidR="00E41235" w:rsidRPr="007B58E3" w:rsidRDefault="00E41235" w:rsidP="00E41235">
            <w:pPr>
              <w:pStyle w:val="Default"/>
              <w:numPr>
                <w:ilvl w:val="0"/>
                <w:numId w:val="23"/>
              </w:numPr>
              <w:rPr>
                <w:rFonts w:ascii="Times New Roman" w:hAnsi="Times New Roman" w:cs="Times New Roman"/>
                <w:sz w:val="22"/>
                <w:szCs w:val="22"/>
              </w:rPr>
            </w:pPr>
            <w:r w:rsidRPr="007B58E3">
              <w:rPr>
                <w:rFonts w:ascii="Times New Roman" w:hAnsi="Times New Roman" w:cs="Times New Roman"/>
                <w:sz w:val="22"/>
                <w:szCs w:val="22"/>
              </w:rPr>
              <w:t>Engagements d'assurance non-vie</w:t>
            </w:r>
          </w:p>
          <w:p w14:paraId="06CC4A59" w14:textId="77777777" w:rsidR="00E41235" w:rsidRPr="007B58E3" w:rsidRDefault="00E41235" w:rsidP="000943A8">
            <w:pPr>
              <w:pStyle w:val="Default"/>
              <w:numPr>
                <w:ilvl w:val="1"/>
                <w:numId w:val="23"/>
              </w:numPr>
              <w:rPr>
                <w:rFonts w:ascii="Times New Roman" w:hAnsi="Times New Roman" w:cs="Times New Roman"/>
                <w:sz w:val="22"/>
                <w:szCs w:val="22"/>
              </w:rPr>
            </w:pPr>
            <w:proofErr w:type="gramStart"/>
            <w:r w:rsidRPr="007B58E3">
              <w:rPr>
                <w:rFonts w:ascii="Times New Roman" w:hAnsi="Times New Roman" w:cs="Times New Roman"/>
                <w:sz w:val="22"/>
                <w:szCs w:val="22"/>
              </w:rPr>
              <w:t>Assurance frais</w:t>
            </w:r>
            <w:proofErr w:type="gramEnd"/>
            <w:r w:rsidRPr="007B58E3">
              <w:rPr>
                <w:rFonts w:ascii="Times New Roman" w:hAnsi="Times New Roman" w:cs="Times New Roman"/>
                <w:sz w:val="22"/>
                <w:szCs w:val="22"/>
              </w:rPr>
              <w:t xml:space="preserve"> de santé</w:t>
            </w:r>
          </w:p>
          <w:p w14:paraId="664CF5FF"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Assurance perte de revenus</w:t>
            </w:r>
          </w:p>
          <w:p w14:paraId="31862449"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Assurance accidents du travail et maladies professionnelles</w:t>
            </w:r>
          </w:p>
          <w:p w14:paraId="022AC689"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Crédit et caution</w:t>
            </w:r>
          </w:p>
          <w:p w14:paraId="3E0F2A38"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Assurance protection juridique</w:t>
            </w:r>
          </w:p>
          <w:p w14:paraId="66D385E1"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Assistance</w:t>
            </w:r>
          </w:p>
          <w:p w14:paraId="5BC3E9EB"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Pertes pécuniaires diverses</w:t>
            </w:r>
          </w:p>
          <w:p w14:paraId="05F1CCC4" w14:textId="77777777" w:rsidR="00E41235" w:rsidRPr="007B58E3" w:rsidRDefault="00E41235" w:rsidP="00E41235">
            <w:pPr>
              <w:pStyle w:val="Default"/>
              <w:numPr>
                <w:ilvl w:val="0"/>
                <w:numId w:val="23"/>
              </w:numPr>
              <w:rPr>
                <w:rFonts w:ascii="Times New Roman" w:hAnsi="Times New Roman" w:cs="Times New Roman"/>
                <w:sz w:val="22"/>
                <w:szCs w:val="22"/>
              </w:rPr>
            </w:pPr>
            <w:r w:rsidRPr="007B58E3">
              <w:rPr>
                <w:rFonts w:ascii="Times New Roman" w:hAnsi="Times New Roman" w:cs="Times New Roman"/>
                <w:sz w:val="22"/>
                <w:szCs w:val="22"/>
              </w:rPr>
              <w:t>Engagements de réassurance non-vie proportionnels</w:t>
            </w:r>
          </w:p>
          <w:p w14:paraId="2849405D" w14:textId="77777777" w:rsidR="00E41235" w:rsidRPr="007B58E3" w:rsidRDefault="00E41235" w:rsidP="00E41235">
            <w:pPr>
              <w:pStyle w:val="Default"/>
              <w:numPr>
                <w:ilvl w:val="0"/>
                <w:numId w:val="23"/>
              </w:numPr>
              <w:rPr>
                <w:rFonts w:ascii="Times New Roman" w:hAnsi="Times New Roman" w:cs="Times New Roman"/>
                <w:sz w:val="22"/>
                <w:szCs w:val="22"/>
              </w:rPr>
            </w:pPr>
            <w:r w:rsidRPr="007B58E3">
              <w:rPr>
                <w:rFonts w:ascii="Times New Roman" w:hAnsi="Times New Roman" w:cs="Times New Roman"/>
                <w:sz w:val="22"/>
                <w:szCs w:val="22"/>
              </w:rPr>
              <w:t>Engagements de réassurance non-vie non proportionnels</w:t>
            </w:r>
          </w:p>
          <w:p w14:paraId="1D36FC5D"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Réassurance santé non proportionnelle</w:t>
            </w:r>
          </w:p>
          <w:p w14:paraId="617C47B0"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Réassurance responsabilité civile non proportionnelle</w:t>
            </w:r>
          </w:p>
          <w:p w14:paraId="77D704D9" w14:textId="77777777" w:rsidR="00E41235" w:rsidRPr="007B58E3" w:rsidRDefault="00E41235" w:rsidP="00E41235">
            <w:pPr>
              <w:pStyle w:val="Default"/>
              <w:numPr>
                <w:ilvl w:val="0"/>
                <w:numId w:val="23"/>
              </w:numPr>
              <w:rPr>
                <w:rFonts w:ascii="Times New Roman" w:hAnsi="Times New Roman" w:cs="Times New Roman"/>
                <w:sz w:val="22"/>
                <w:szCs w:val="22"/>
              </w:rPr>
            </w:pPr>
            <w:r w:rsidRPr="007B58E3">
              <w:rPr>
                <w:rFonts w:ascii="Times New Roman" w:hAnsi="Times New Roman" w:cs="Times New Roman"/>
                <w:sz w:val="22"/>
                <w:szCs w:val="22"/>
              </w:rPr>
              <w:t>Engagements d'assurance vie</w:t>
            </w:r>
          </w:p>
          <w:p w14:paraId="0EE1F7D7"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Assurance santé</w:t>
            </w:r>
          </w:p>
          <w:p w14:paraId="0DEDA217"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lastRenderedPageBreak/>
              <w:t>Assurance avec participation aux bénéfices</w:t>
            </w:r>
          </w:p>
          <w:p w14:paraId="706FFB8F"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Assurance liée à des indices et à des unités de comptes</w:t>
            </w:r>
          </w:p>
          <w:p w14:paraId="1312876D"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Autre assurance vie</w:t>
            </w:r>
          </w:p>
          <w:p w14:paraId="48E2186B" w14:textId="77777777"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Rentes issues de l'assurance non-vie autre liées à des engagements d'assurance santé</w:t>
            </w:r>
          </w:p>
          <w:p w14:paraId="24CFA713" w14:textId="77777777" w:rsidR="00E41235" w:rsidRPr="007B58E3" w:rsidRDefault="00E41235" w:rsidP="00E41235">
            <w:pPr>
              <w:pStyle w:val="Default"/>
              <w:numPr>
                <w:ilvl w:val="0"/>
                <w:numId w:val="23"/>
              </w:numPr>
              <w:rPr>
                <w:rFonts w:ascii="Times New Roman" w:hAnsi="Times New Roman" w:cs="Times New Roman"/>
                <w:sz w:val="22"/>
                <w:szCs w:val="22"/>
              </w:rPr>
            </w:pPr>
            <w:r w:rsidRPr="007B58E3">
              <w:rPr>
                <w:rFonts w:ascii="Times New Roman" w:hAnsi="Times New Roman" w:cs="Times New Roman"/>
                <w:sz w:val="22"/>
                <w:szCs w:val="22"/>
              </w:rPr>
              <w:t>Rentes issues de l'assurance non-vie autre que santé</w:t>
            </w:r>
          </w:p>
          <w:p w14:paraId="4D495473" w14:textId="77777777" w:rsidR="00E41235" w:rsidRPr="007B58E3" w:rsidRDefault="00E41235" w:rsidP="00E41235">
            <w:pPr>
              <w:pStyle w:val="Default"/>
              <w:numPr>
                <w:ilvl w:val="0"/>
                <w:numId w:val="23"/>
              </w:numPr>
              <w:rPr>
                <w:rFonts w:ascii="Times New Roman" w:hAnsi="Times New Roman" w:cs="Times New Roman"/>
                <w:sz w:val="22"/>
                <w:szCs w:val="22"/>
              </w:rPr>
            </w:pPr>
            <w:r w:rsidRPr="007B58E3">
              <w:rPr>
                <w:rFonts w:ascii="Times New Roman" w:hAnsi="Times New Roman" w:cs="Times New Roman"/>
                <w:sz w:val="22"/>
                <w:szCs w:val="22"/>
              </w:rPr>
              <w:t>Engagements de réassurance vie</w:t>
            </w:r>
          </w:p>
          <w:p w14:paraId="1139A3BC" w14:textId="5DB6B706"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Réassurance santé</w:t>
            </w:r>
          </w:p>
          <w:p w14:paraId="66A85451" w14:textId="24BF6D70" w:rsidR="00E41235" w:rsidRPr="007B58E3" w:rsidRDefault="00E41235" w:rsidP="000943A8">
            <w:pPr>
              <w:pStyle w:val="Default"/>
              <w:numPr>
                <w:ilvl w:val="1"/>
                <w:numId w:val="23"/>
              </w:numPr>
              <w:rPr>
                <w:rFonts w:ascii="Times New Roman" w:hAnsi="Times New Roman" w:cs="Times New Roman"/>
                <w:sz w:val="22"/>
                <w:szCs w:val="22"/>
              </w:rPr>
            </w:pPr>
            <w:r w:rsidRPr="007B58E3">
              <w:rPr>
                <w:rFonts w:ascii="Times New Roman" w:hAnsi="Times New Roman" w:cs="Times New Roman"/>
                <w:sz w:val="22"/>
                <w:szCs w:val="22"/>
              </w:rPr>
              <w:t>Réassurance vie</w:t>
            </w:r>
          </w:p>
        </w:tc>
      </w:tr>
      <w:tr w:rsidR="00551A55" w:rsidRPr="008E18CF" w14:paraId="0EB1618F" w14:textId="77777777" w:rsidTr="00551A55">
        <w:tc>
          <w:tcPr>
            <w:tcW w:w="747" w:type="pct"/>
            <w:tcBorders>
              <w:right w:val="single" w:sz="12" w:space="0" w:color="000000"/>
            </w:tcBorders>
            <w:vAlign w:val="center"/>
          </w:tcPr>
          <w:p w14:paraId="37708226" w14:textId="23E884FD" w:rsidR="00551A55" w:rsidRPr="003D04C2" w:rsidRDefault="003D04C2" w:rsidP="003D04C2">
            <w:pPr>
              <w:jc w:val="left"/>
            </w:pPr>
            <w:r>
              <w:lastRenderedPageBreak/>
              <w:t>Identifiant de l’organisme</w:t>
            </w:r>
            <w:r w:rsidR="00551A55" w:rsidRPr="002772D6">
              <w:t xml:space="preserve"> </w:t>
            </w:r>
            <w:r w:rsidR="00C21A8E">
              <w:t>substitué</w:t>
            </w:r>
          </w:p>
        </w:tc>
        <w:tc>
          <w:tcPr>
            <w:tcW w:w="742" w:type="pct"/>
            <w:tcBorders>
              <w:left w:val="single" w:sz="12" w:space="0" w:color="000000"/>
              <w:right w:val="single" w:sz="12" w:space="0" w:color="000000"/>
            </w:tcBorders>
            <w:vAlign w:val="center"/>
          </w:tcPr>
          <w:p w14:paraId="723DBA8D" w14:textId="2C24A05D" w:rsidR="00551A55" w:rsidRPr="003B1F67" w:rsidRDefault="00B83F99" w:rsidP="00551A55">
            <w:pPr>
              <w:jc w:val="left"/>
              <w:rPr>
                <w:lang w:val="en-US"/>
              </w:rPr>
            </w:pPr>
            <w:r>
              <w:rPr>
                <w:lang w:val="en-US"/>
              </w:rPr>
              <w:t>C0040</w:t>
            </w:r>
          </w:p>
        </w:tc>
        <w:tc>
          <w:tcPr>
            <w:tcW w:w="3511" w:type="pct"/>
            <w:tcBorders>
              <w:left w:val="single" w:sz="12" w:space="0" w:color="000000"/>
              <w:right w:val="single" w:sz="12" w:space="0" w:color="000000"/>
            </w:tcBorders>
            <w:vAlign w:val="center"/>
          </w:tcPr>
          <w:p w14:paraId="6D80924B" w14:textId="77777777" w:rsidR="007B3FB5" w:rsidRDefault="00551A55" w:rsidP="003D04C2">
            <w:pPr>
              <w:jc w:val="left"/>
            </w:pPr>
            <w:r w:rsidRPr="008E18CF">
              <w:t>Numéro d’identification</w:t>
            </w:r>
            <w:r>
              <w:t xml:space="preserve"> </w:t>
            </w:r>
            <w:r w:rsidRPr="008E18CF">
              <w:t>de</w:t>
            </w:r>
            <w:r w:rsidR="00C30054">
              <w:t xml:space="preserve"> l’organisme</w:t>
            </w:r>
            <w:r>
              <w:t>.</w:t>
            </w:r>
            <w:r w:rsidR="003D04C2">
              <w:t xml:space="preserve"> </w:t>
            </w:r>
            <w:r>
              <w:t>Ancien numéro RNM.</w:t>
            </w:r>
          </w:p>
          <w:p w14:paraId="2813EF6F" w14:textId="3CB5751B" w:rsidR="003D04C2" w:rsidRDefault="003D04C2" w:rsidP="003D04C2">
            <w:pPr>
              <w:jc w:val="left"/>
            </w:pPr>
            <w:r>
              <w:t xml:space="preserve">En priorité, l’identifiant à utiliser est le LEI (en cohérence avec l’identification demandée dans le </w:t>
            </w:r>
            <w:proofErr w:type="spellStart"/>
            <w:r w:rsidRPr="003D04C2">
              <w:rPr>
                <w:i/>
              </w:rPr>
              <w:t>reporting</w:t>
            </w:r>
            <w:proofErr w:type="spellEnd"/>
            <w:r>
              <w:t xml:space="preserve"> Solvabilité II).</w:t>
            </w:r>
            <w:r w:rsidR="00C21A8E">
              <w:t xml:space="preserve"> </w:t>
            </w:r>
            <w:proofErr w:type="spellStart"/>
            <w:r w:rsidR="004F6D62">
              <w:t>A</w:t>
            </w:r>
            <w:proofErr w:type="spellEnd"/>
            <w:r w:rsidR="004F6D62">
              <w:t xml:space="preserve"> défaut</w:t>
            </w:r>
            <w:r w:rsidR="00C21A8E">
              <w:t>, l’identifiant à indiquer est le SIREN.</w:t>
            </w:r>
          </w:p>
          <w:p w14:paraId="507F6727" w14:textId="77777777" w:rsidR="00C21A8E" w:rsidRDefault="00C21A8E" w:rsidP="003D04C2">
            <w:pPr>
              <w:jc w:val="left"/>
            </w:pPr>
          </w:p>
          <w:p w14:paraId="0CE49A7C" w14:textId="09021353" w:rsidR="00C21A8E" w:rsidRDefault="00C21A8E" w:rsidP="00C21A8E">
            <w:pPr>
              <w:jc w:val="left"/>
            </w:pPr>
            <w:r>
              <w:t xml:space="preserve">Dans les deux cas, comme dans le </w:t>
            </w:r>
            <w:proofErr w:type="spellStart"/>
            <w:r>
              <w:t>reporting</w:t>
            </w:r>
            <w:proofErr w:type="spellEnd"/>
            <w:r>
              <w:t xml:space="preserve"> Solvabilité II, il convient de renseigner ce champ dans le respect des règles de remise XBRL, en indiquant le type de code (LEI ou SIREN) puis le code de la façon suivante :</w:t>
            </w:r>
          </w:p>
          <w:p w14:paraId="24F398C6" w14:textId="531B26A8" w:rsidR="00C21A8E" w:rsidRDefault="00C21A8E" w:rsidP="00C21A8E">
            <w:pPr>
              <w:pStyle w:val="Paragraphedeliste"/>
              <w:numPr>
                <w:ilvl w:val="0"/>
                <w:numId w:val="22"/>
              </w:numPr>
              <w:jc w:val="left"/>
            </w:pPr>
            <w:r>
              <w:t>« LEI/XXXXXXXXXXXXXXXXXXXX »</w:t>
            </w:r>
          </w:p>
          <w:p w14:paraId="11A554C2" w14:textId="4E7210FA" w:rsidR="00C21A8E" w:rsidRPr="008E18CF" w:rsidRDefault="00C21A8E" w:rsidP="00C21A8E">
            <w:pPr>
              <w:pStyle w:val="Paragraphedeliste"/>
              <w:numPr>
                <w:ilvl w:val="0"/>
                <w:numId w:val="22"/>
              </w:numPr>
              <w:jc w:val="left"/>
            </w:pPr>
            <w:r>
              <w:t>« SIREN/XXXXXXXXX »</w:t>
            </w:r>
          </w:p>
        </w:tc>
      </w:tr>
      <w:tr w:rsidR="00551A55" w:rsidRPr="008E18CF" w14:paraId="7778EF6C" w14:textId="77777777" w:rsidTr="00551A55">
        <w:tc>
          <w:tcPr>
            <w:tcW w:w="747" w:type="pct"/>
            <w:tcBorders>
              <w:right w:val="single" w:sz="12" w:space="0" w:color="000000"/>
            </w:tcBorders>
            <w:vAlign w:val="center"/>
          </w:tcPr>
          <w:p w14:paraId="45F85E93" w14:textId="6D8C9D6E" w:rsidR="00551A55" w:rsidRPr="001373F1" w:rsidRDefault="00820495" w:rsidP="00820495">
            <w:pPr>
              <w:jc w:val="left"/>
            </w:pPr>
            <w:r>
              <w:t>Produit encore commercialisé</w:t>
            </w:r>
          </w:p>
        </w:tc>
        <w:tc>
          <w:tcPr>
            <w:tcW w:w="742" w:type="pct"/>
            <w:tcBorders>
              <w:left w:val="single" w:sz="12" w:space="0" w:color="000000"/>
              <w:right w:val="single" w:sz="12" w:space="0" w:color="000000"/>
            </w:tcBorders>
            <w:vAlign w:val="center"/>
          </w:tcPr>
          <w:p w14:paraId="64510D02" w14:textId="2FAC1C16" w:rsidR="00551A55" w:rsidRDefault="00B83F99" w:rsidP="00551A55">
            <w:pPr>
              <w:jc w:val="left"/>
              <w:rPr>
                <w:lang w:val="en-US"/>
              </w:rPr>
            </w:pPr>
            <w:r>
              <w:rPr>
                <w:lang w:val="en-US"/>
              </w:rPr>
              <w:t>C0050</w:t>
            </w:r>
          </w:p>
        </w:tc>
        <w:tc>
          <w:tcPr>
            <w:tcW w:w="3511" w:type="pct"/>
            <w:tcBorders>
              <w:left w:val="single" w:sz="12" w:space="0" w:color="000000"/>
              <w:right w:val="single" w:sz="12" w:space="0" w:color="000000"/>
            </w:tcBorders>
            <w:vAlign w:val="center"/>
          </w:tcPr>
          <w:p w14:paraId="146CFD3D" w14:textId="72BF9F5B" w:rsidR="00551A55" w:rsidRDefault="00551A55" w:rsidP="00551A55">
            <w:pPr>
              <w:jc w:val="left"/>
            </w:pPr>
            <w:r w:rsidRPr="001373F1">
              <w:t>Spécifier si le</w:t>
            </w:r>
            <w:r>
              <w:t>(s)</w:t>
            </w:r>
            <w:r w:rsidRPr="001373F1">
              <w:t xml:space="preserve"> produit</w:t>
            </w:r>
            <w:r>
              <w:t>(s)</w:t>
            </w:r>
            <w:r w:rsidRPr="001373F1">
              <w:t xml:space="preserve"> est encore en vente ou en </w:t>
            </w:r>
            <w:r w:rsidRPr="00C21A8E">
              <w:rPr>
                <w:i/>
              </w:rPr>
              <w:t>run–off</w:t>
            </w:r>
            <w:r w:rsidR="00820495">
              <w:t xml:space="preserve">. </w:t>
            </w:r>
            <w:r w:rsidR="009448BD">
              <w:t>Liste de choix</w:t>
            </w:r>
            <w:r w:rsidR="00820495">
              <w:t> :</w:t>
            </w:r>
          </w:p>
          <w:p w14:paraId="7A69261A" w14:textId="612D5B3A" w:rsidR="00C21A8E" w:rsidRDefault="00820495" w:rsidP="00820495">
            <w:pPr>
              <w:pStyle w:val="Paragraphedeliste"/>
              <w:numPr>
                <w:ilvl w:val="0"/>
                <w:numId w:val="22"/>
              </w:numPr>
              <w:jc w:val="left"/>
            </w:pPr>
            <w:r>
              <w:t>En vente</w:t>
            </w:r>
          </w:p>
          <w:p w14:paraId="343BDC23" w14:textId="46D83497" w:rsidR="00551A55" w:rsidRPr="008E18CF" w:rsidRDefault="00820495" w:rsidP="00820495">
            <w:pPr>
              <w:pStyle w:val="Paragraphedeliste"/>
              <w:numPr>
                <w:ilvl w:val="0"/>
                <w:numId w:val="22"/>
              </w:numPr>
              <w:jc w:val="left"/>
            </w:pPr>
            <w:r>
              <w:t xml:space="preserve">En </w:t>
            </w:r>
            <w:r w:rsidRPr="00820495">
              <w:rPr>
                <w:i/>
              </w:rPr>
              <w:t>run-off</w:t>
            </w:r>
          </w:p>
        </w:tc>
      </w:tr>
      <w:tr w:rsidR="00551A55" w:rsidRPr="0009495A" w14:paraId="20351A29" w14:textId="77777777" w:rsidTr="00551A55">
        <w:tc>
          <w:tcPr>
            <w:tcW w:w="747" w:type="pct"/>
            <w:tcBorders>
              <w:right w:val="single" w:sz="12" w:space="0" w:color="000000"/>
            </w:tcBorders>
            <w:vAlign w:val="center"/>
          </w:tcPr>
          <w:p w14:paraId="7585F1BA" w14:textId="533EA653" w:rsidR="00551A55" w:rsidRPr="00820495" w:rsidRDefault="00551A55" w:rsidP="00551A55">
            <w:pPr>
              <w:jc w:val="left"/>
            </w:pPr>
            <w:r w:rsidRPr="00820495">
              <w:t>Type de prime</w:t>
            </w:r>
          </w:p>
        </w:tc>
        <w:tc>
          <w:tcPr>
            <w:tcW w:w="742" w:type="pct"/>
            <w:tcBorders>
              <w:left w:val="single" w:sz="12" w:space="0" w:color="000000"/>
              <w:right w:val="single" w:sz="12" w:space="0" w:color="000000"/>
            </w:tcBorders>
            <w:vAlign w:val="center"/>
          </w:tcPr>
          <w:p w14:paraId="2E975133" w14:textId="6D5F9B69" w:rsidR="00551A55" w:rsidRPr="00820495" w:rsidRDefault="00B83F99" w:rsidP="00551A55">
            <w:pPr>
              <w:jc w:val="left"/>
            </w:pPr>
            <w:r w:rsidRPr="00820495">
              <w:t>C0060</w:t>
            </w:r>
          </w:p>
        </w:tc>
        <w:tc>
          <w:tcPr>
            <w:tcW w:w="3511" w:type="pct"/>
            <w:tcBorders>
              <w:left w:val="single" w:sz="12" w:space="0" w:color="000000"/>
              <w:right w:val="single" w:sz="12" w:space="0" w:color="000000"/>
            </w:tcBorders>
            <w:vAlign w:val="center"/>
          </w:tcPr>
          <w:p w14:paraId="7E12E944" w14:textId="77777777" w:rsidR="00551A55" w:rsidRPr="008E18CF" w:rsidRDefault="00551A55" w:rsidP="00551A55">
            <w:pPr>
              <w:jc w:val="left"/>
            </w:pPr>
            <w:r>
              <w:t>L</w:t>
            </w:r>
            <w:r w:rsidRPr="008E18CF">
              <w:t xml:space="preserve">iste de choix : </w:t>
            </w:r>
          </w:p>
          <w:p w14:paraId="368BCA71" w14:textId="2B023E7E" w:rsidR="00551A55" w:rsidRPr="0009495A" w:rsidRDefault="00551A55" w:rsidP="00551A55">
            <w:pPr>
              <w:jc w:val="left"/>
            </w:pPr>
            <w:r w:rsidRPr="0009495A">
              <w:t>-</w:t>
            </w:r>
            <w:r w:rsidR="00820495">
              <w:t xml:space="preserve"> </w:t>
            </w:r>
            <w:r w:rsidRPr="0009495A">
              <w:t>Prime régulière</w:t>
            </w:r>
            <w:r w:rsidR="00C30054">
              <w:t xml:space="preserve"> </w:t>
            </w:r>
            <w:r w:rsidRPr="0009495A">
              <w:t>(</w:t>
            </w:r>
            <w:r>
              <w:t>PR</w:t>
            </w:r>
            <w:r w:rsidRPr="0009495A">
              <w:t>)</w:t>
            </w:r>
            <w:r>
              <w:t> ;</w:t>
            </w:r>
            <w:r w:rsidRPr="0009495A">
              <w:t xml:space="preserve"> </w:t>
            </w:r>
          </w:p>
          <w:p w14:paraId="2BE22AE4" w14:textId="1024212C" w:rsidR="00551A55" w:rsidRPr="0009495A" w:rsidRDefault="00551A55" w:rsidP="00551A55">
            <w:pPr>
              <w:jc w:val="left"/>
            </w:pPr>
            <w:r w:rsidRPr="0009495A">
              <w:t>-</w:t>
            </w:r>
            <w:r w:rsidR="00820495">
              <w:t xml:space="preserve"> </w:t>
            </w:r>
            <w:r w:rsidRPr="0009495A">
              <w:t>Prime unique</w:t>
            </w:r>
            <w:r w:rsidR="00C30054">
              <w:t xml:space="preserve"> </w:t>
            </w:r>
            <w:r w:rsidRPr="0009495A">
              <w:t>(</w:t>
            </w:r>
            <w:r>
              <w:t>P</w:t>
            </w:r>
            <w:r w:rsidRPr="0009495A">
              <w:t>S)</w:t>
            </w:r>
            <w:r>
              <w:t> ;</w:t>
            </w:r>
          </w:p>
          <w:p w14:paraId="1E943E81" w14:textId="6FDAD4DC" w:rsidR="00551A55" w:rsidRPr="0009495A" w:rsidRDefault="00551A55" w:rsidP="00551A55">
            <w:pPr>
              <w:jc w:val="left"/>
            </w:pPr>
            <w:r w:rsidRPr="0009495A">
              <w:t>-</w:t>
            </w:r>
            <w:r w:rsidR="00820495">
              <w:t xml:space="preserve"> </w:t>
            </w:r>
            <w:r w:rsidR="00E812D1">
              <w:t>P</w:t>
            </w:r>
            <w:r w:rsidRPr="0009495A">
              <w:t>rime simple sans échéance (NS)</w:t>
            </w:r>
            <w:r>
              <w:t> ;</w:t>
            </w:r>
            <w:r w:rsidRPr="0009495A">
              <w:t xml:space="preserve"> </w:t>
            </w:r>
          </w:p>
          <w:p w14:paraId="382E8DE4" w14:textId="3924FDB3" w:rsidR="00551A55" w:rsidRPr="0009495A" w:rsidRDefault="00551A55" w:rsidP="00551A55">
            <w:pPr>
              <w:jc w:val="left"/>
            </w:pPr>
            <w:r w:rsidRPr="0009495A">
              <w:t>-</w:t>
            </w:r>
            <w:r w:rsidR="00820495">
              <w:t xml:space="preserve"> </w:t>
            </w:r>
            <w:r w:rsidR="00E812D1">
              <w:t>P</w:t>
            </w:r>
            <w:r w:rsidRPr="0009495A">
              <w:t xml:space="preserve">rime exceptionnelle </w:t>
            </w:r>
            <w:r>
              <w:t>(PE</w:t>
            </w:r>
            <w:r w:rsidRPr="0009495A">
              <w:t>)</w:t>
            </w:r>
            <w:r>
              <w:t> ;</w:t>
            </w:r>
            <w:r w:rsidRPr="0009495A">
              <w:t xml:space="preserve"> </w:t>
            </w:r>
          </w:p>
          <w:p w14:paraId="6D06320D" w14:textId="5B258694" w:rsidR="00551A55" w:rsidRDefault="00551A55" w:rsidP="00551A55">
            <w:pPr>
              <w:jc w:val="left"/>
            </w:pPr>
            <w:r w:rsidRPr="0009495A">
              <w:t>-</w:t>
            </w:r>
            <w:r w:rsidR="00820495">
              <w:t xml:space="preserve"> </w:t>
            </w:r>
            <w:r w:rsidR="00E812D1">
              <w:t>A</w:t>
            </w:r>
            <w:r w:rsidRPr="0009495A">
              <w:t>utre</w:t>
            </w:r>
            <w:r>
              <w:t xml:space="preserve"> prime (PO)</w:t>
            </w:r>
            <w:r w:rsidRPr="0009495A">
              <w:t>.</w:t>
            </w:r>
          </w:p>
          <w:p w14:paraId="21BB0ED7" w14:textId="05AA22AC" w:rsidR="00551A55" w:rsidRPr="0009495A" w:rsidRDefault="00551A55" w:rsidP="009448BD">
            <w:pPr>
              <w:jc w:val="left"/>
            </w:pPr>
            <w:r>
              <w:t>(Plusieurs choix possibles</w:t>
            </w:r>
            <w:r w:rsidR="00820495">
              <w:t>, si plusieurs valeurs sont remises, il convient de les</w:t>
            </w:r>
            <w:r w:rsidR="009448BD">
              <w:t xml:space="preserve"> séparer par un espace</w:t>
            </w:r>
            <w:r>
              <w:t>)</w:t>
            </w:r>
          </w:p>
        </w:tc>
      </w:tr>
      <w:tr w:rsidR="00551A55" w14:paraId="46E39142" w14:textId="77777777" w:rsidTr="00551A55">
        <w:tc>
          <w:tcPr>
            <w:tcW w:w="747" w:type="pct"/>
            <w:tcBorders>
              <w:right w:val="single" w:sz="12" w:space="0" w:color="000000"/>
            </w:tcBorders>
            <w:vAlign w:val="center"/>
          </w:tcPr>
          <w:p w14:paraId="30395862" w14:textId="77777777" w:rsidR="00551A55" w:rsidRPr="00A93298" w:rsidRDefault="00551A55" w:rsidP="00551A55">
            <w:pPr>
              <w:jc w:val="left"/>
            </w:pPr>
            <w:r w:rsidRPr="00A93298">
              <w:t>Nombre de personnes couvertes à la fin de l'année</w:t>
            </w:r>
          </w:p>
          <w:p w14:paraId="23007800" w14:textId="77777777" w:rsidR="00551A55" w:rsidRPr="00BA5B74" w:rsidRDefault="00551A55" w:rsidP="00551A55">
            <w:pPr>
              <w:jc w:val="left"/>
            </w:pPr>
          </w:p>
        </w:tc>
        <w:tc>
          <w:tcPr>
            <w:tcW w:w="742" w:type="pct"/>
            <w:tcBorders>
              <w:left w:val="single" w:sz="12" w:space="0" w:color="000000"/>
              <w:right w:val="single" w:sz="12" w:space="0" w:color="000000"/>
            </w:tcBorders>
            <w:vAlign w:val="center"/>
          </w:tcPr>
          <w:p w14:paraId="64086E04" w14:textId="07D9F3E6" w:rsidR="00551A55" w:rsidRDefault="00B83F99" w:rsidP="00551A55">
            <w:pPr>
              <w:jc w:val="left"/>
              <w:rPr>
                <w:lang w:val="en-US"/>
              </w:rPr>
            </w:pPr>
            <w:r>
              <w:rPr>
                <w:lang w:val="en-US"/>
              </w:rPr>
              <w:t>C0070</w:t>
            </w:r>
          </w:p>
        </w:tc>
        <w:tc>
          <w:tcPr>
            <w:tcW w:w="3511" w:type="pct"/>
            <w:tcBorders>
              <w:left w:val="single" w:sz="12" w:space="0" w:color="000000"/>
              <w:right w:val="single" w:sz="12" w:space="0" w:color="000000"/>
            </w:tcBorders>
            <w:vAlign w:val="center"/>
          </w:tcPr>
          <w:p w14:paraId="32717D60" w14:textId="1FDC2826" w:rsidR="00551A55" w:rsidRPr="00385009" w:rsidRDefault="00551A55" w:rsidP="00B83F99">
            <w:pPr>
              <w:jc w:val="left"/>
            </w:pPr>
            <w:r w:rsidRPr="00385009">
              <w:t xml:space="preserve">Stock de </w:t>
            </w:r>
            <w:r w:rsidRPr="008E18CF">
              <w:t>personnes</w:t>
            </w:r>
            <w:r w:rsidR="00385009" w:rsidRPr="00385009">
              <w:t xml:space="preserve"> </w:t>
            </w:r>
            <w:r w:rsidRPr="00385009">
              <w:t>couvertes</w:t>
            </w:r>
            <w:r w:rsidR="00385009" w:rsidRPr="00385009">
              <w:t xml:space="preserve"> à la fin de l’exercice.</w:t>
            </w:r>
          </w:p>
        </w:tc>
      </w:tr>
      <w:tr w:rsidR="00551A55" w:rsidRPr="003F1528" w14:paraId="39A4FCF3" w14:textId="77777777" w:rsidTr="00551A55">
        <w:tc>
          <w:tcPr>
            <w:tcW w:w="747" w:type="pct"/>
            <w:tcBorders>
              <w:right w:val="single" w:sz="12" w:space="0" w:color="000000"/>
            </w:tcBorders>
            <w:vAlign w:val="center"/>
          </w:tcPr>
          <w:p w14:paraId="2D5BD868" w14:textId="3978C5B0" w:rsidR="00551A55" w:rsidRPr="008E18CF" w:rsidRDefault="00551A55" w:rsidP="00551A55">
            <w:pPr>
              <w:jc w:val="left"/>
            </w:pPr>
            <w:r w:rsidRPr="002772D6">
              <w:t>Nombre de nouvelles personnes couvertes au cours de l'année</w:t>
            </w:r>
          </w:p>
        </w:tc>
        <w:tc>
          <w:tcPr>
            <w:tcW w:w="742" w:type="pct"/>
            <w:tcBorders>
              <w:left w:val="single" w:sz="12" w:space="0" w:color="000000"/>
              <w:right w:val="single" w:sz="12" w:space="0" w:color="000000"/>
            </w:tcBorders>
            <w:vAlign w:val="center"/>
          </w:tcPr>
          <w:p w14:paraId="3789E8D2" w14:textId="16F608C2" w:rsidR="00551A55" w:rsidRPr="00872D5B" w:rsidRDefault="00B83F99" w:rsidP="00551A55">
            <w:pPr>
              <w:jc w:val="left"/>
            </w:pPr>
            <w:r>
              <w:t>C0080</w:t>
            </w:r>
          </w:p>
        </w:tc>
        <w:tc>
          <w:tcPr>
            <w:tcW w:w="3511" w:type="pct"/>
            <w:tcBorders>
              <w:left w:val="single" w:sz="12" w:space="0" w:color="000000"/>
              <w:right w:val="single" w:sz="12" w:space="0" w:color="000000"/>
            </w:tcBorders>
            <w:vAlign w:val="center"/>
          </w:tcPr>
          <w:p w14:paraId="40B58E5D" w14:textId="77777777" w:rsidR="00551A55" w:rsidRPr="003F1528" w:rsidRDefault="00551A55" w:rsidP="00551A55">
            <w:pPr>
              <w:jc w:val="left"/>
            </w:pPr>
            <w:r>
              <w:t>Nouvelles personnes couvertes</w:t>
            </w:r>
            <w:r w:rsidRPr="003F1528">
              <w:t xml:space="preserve"> dans l’année</w:t>
            </w:r>
            <w:r>
              <w:t>.</w:t>
            </w:r>
            <w:r w:rsidRPr="003F1528">
              <w:t xml:space="preserve"> </w:t>
            </w:r>
          </w:p>
          <w:p w14:paraId="102369F8" w14:textId="77777777" w:rsidR="00551A55" w:rsidRPr="003F1528" w:rsidRDefault="00551A55" w:rsidP="00551A55">
            <w:pPr>
              <w:jc w:val="left"/>
            </w:pPr>
          </w:p>
        </w:tc>
      </w:tr>
      <w:tr w:rsidR="00551A55" w:rsidRPr="007F730B" w14:paraId="7DCC9CFE" w14:textId="77777777" w:rsidTr="00551A55">
        <w:tc>
          <w:tcPr>
            <w:tcW w:w="747" w:type="pct"/>
            <w:tcBorders>
              <w:right w:val="single" w:sz="12" w:space="0" w:color="000000"/>
            </w:tcBorders>
            <w:vAlign w:val="center"/>
          </w:tcPr>
          <w:p w14:paraId="619655B5" w14:textId="651032C6" w:rsidR="00551A55" w:rsidRPr="008E18CF" w:rsidRDefault="00551A55" w:rsidP="00551A55">
            <w:pPr>
              <w:jc w:val="left"/>
            </w:pPr>
            <w:r w:rsidRPr="002772D6">
              <w:t>Montant des primes émises au cours de l'année</w:t>
            </w:r>
          </w:p>
        </w:tc>
        <w:tc>
          <w:tcPr>
            <w:tcW w:w="742" w:type="pct"/>
            <w:tcBorders>
              <w:left w:val="single" w:sz="12" w:space="0" w:color="000000"/>
              <w:right w:val="single" w:sz="12" w:space="0" w:color="000000"/>
            </w:tcBorders>
            <w:vAlign w:val="center"/>
          </w:tcPr>
          <w:p w14:paraId="5F62D93E" w14:textId="77BAB42B" w:rsidR="00551A55" w:rsidRPr="003F1528" w:rsidRDefault="00B83F99" w:rsidP="00551A55">
            <w:pPr>
              <w:jc w:val="left"/>
            </w:pPr>
            <w:r>
              <w:t>C0090</w:t>
            </w:r>
          </w:p>
        </w:tc>
        <w:tc>
          <w:tcPr>
            <w:tcW w:w="3511" w:type="pct"/>
            <w:tcBorders>
              <w:left w:val="single" w:sz="12" w:space="0" w:color="000000"/>
              <w:right w:val="single" w:sz="12" w:space="0" w:color="000000"/>
            </w:tcBorders>
            <w:vAlign w:val="center"/>
          </w:tcPr>
          <w:p w14:paraId="6E350D37" w14:textId="77B49A73" w:rsidR="00551A55" w:rsidRPr="007F730B" w:rsidRDefault="00551A55" w:rsidP="00551A55">
            <w:pPr>
              <w:autoSpaceDE w:val="0"/>
              <w:autoSpaceDN w:val="0"/>
              <w:adjustRightInd w:val="0"/>
              <w:jc w:val="left"/>
            </w:pPr>
            <w:r w:rsidRPr="007F730B">
              <w:t>Montant émis au cours de l’année.</w:t>
            </w:r>
          </w:p>
          <w:p w14:paraId="0448F431" w14:textId="77777777" w:rsidR="00551A55" w:rsidRPr="007F730B" w:rsidRDefault="00551A55" w:rsidP="00551A55">
            <w:pPr>
              <w:autoSpaceDE w:val="0"/>
              <w:autoSpaceDN w:val="0"/>
              <w:adjustRightInd w:val="0"/>
              <w:jc w:val="left"/>
            </w:pPr>
          </w:p>
        </w:tc>
      </w:tr>
      <w:tr w:rsidR="00551A55" w:rsidRPr="007F730B" w14:paraId="52F538F8" w14:textId="77777777" w:rsidTr="00551A55">
        <w:tc>
          <w:tcPr>
            <w:tcW w:w="747" w:type="pct"/>
            <w:tcBorders>
              <w:right w:val="single" w:sz="12" w:space="0" w:color="000000"/>
            </w:tcBorders>
            <w:vAlign w:val="center"/>
          </w:tcPr>
          <w:p w14:paraId="46CDA973" w14:textId="0650CE8A" w:rsidR="00551A55" w:rsidRPr="007F730B" w:rsidRDefault="00551A55" w:rsidP="00551A55">
            <w:pPr>
              <w:jc w:val="left"/>
            </w:pPr>
            <w:r w:rsidRPr="002772D6">
              <w:t xml:space="preserve">Montant des sorties (rachats, </w:t>
            </w:r>
            <w:r w:rsidRPr="002772D6">
              <w:lastRenderedPageBreak/>
              <w:t>résiliations, …)</w:t>
            </w:r>
          </w:p>
        </w:tc>
        <w:tc>
          <w:tcPr>
            <w:tcW w:w="742" w:type="pct"/>
            <w:tcBorders>
              <w:left w:val="single" w:sz="12" w:space="0" w:color="000000"/>
              <w:right w:val="single" w:sz="12" w:space="0" w:color="000000"/>
            </w:tcBorders>
            <w:vAlign w:val="center"/>
          </w:tcPr>
          <w:p w14:paraId="5AEA6E40" w14:textId="66962210" w:rsidR="00551A55" w:rsidRDefault="00B83F99" w:rsidP="00551A55">
            <w:pPr>
              <w:jc w:val="left"/>
              <w:rPr>
                <w:lang w:val="en-US"/>
              </w:rPr>
            </w:pPr>
            <w:r>
              <w:rPr>
                <w:lang w:val="en-US"/>
              </w:rPr>
              <w:lastRenderedPageBreak/>
              <w:t>C0100</w:t>
            </w:r>
          </w:p>
        </w:tc>
        <w:tc>
          <w:tcPr>
            <w:tcW w:w="3511" w:type="pct"/>
            <w:tcBorders>
              <w:left w:val="single" w:sz="12" w:space="0" w:color="000000"/>
              <w:right w:val="single" w:sz="12" w:space="0" w:color="000000"/>
            </w:tcBorders>
            <w:vAlign w:val="center"/>
          </w:tcPr>
          <w:p w14:paraId="6E948668" w14:textId="7CEDEE70" w:rsidR="00551A55" w:rsidRPr="007F730B" w:rsidRDefault="00551A55" w:rsidP="00551A55">
            <w:pPr>
              <w:jc w:val="left"/>
            </w:pPr>
            <w:r w:rsidRPr="007F730B">
              <w:t xml:space="preserve">Montant des </w:t>
            </w:r>
            <w:r>
              <w:t>sorties</w:t>
            </w:r>
            <w:r w:rsidRPr="007F730B">
              <w:t xml:space="preserve"> versées au cours de l’année. </w:t>
            </w:r>
            <w:r>
              <w:t>(</w:t>
            </w:r>
            <w:proofErr w:type="gramStart"/>
            <w:r>
              <w:t>rachat</w:t>
            </w:r>
            <w:r w:rsidR="004F703D">
              <w:t>s</w:t>
            </w:r>
            <w:proofErr w:type="gramEnd"/>
            <w:r>
              <w:t>, résiliation</w:t>
            </w:r>
            <w:r w:rsidR="004F703D">
              <w:t>s</w:t>
            </w:r>
            <w:r>
              <w:t>, …)</w:t>
            </w:r>
            <w:r w:rsidR="00E812D1">
              <w:t>.</w:t>
            </w:r>
          </w:p>
        </w:tc>
      </w:tr>
      <w:tr w:rsidR="00551A55" w:rsidRPr="007F730B" w14:paraId="66E88A0D" w14:textId="77777777" w:rsidTr="00551A55">
        <w:tc>
          <w:tcPr>
            <w:tcW w:w="747" w:type="pct"/>
            <w:tcBorders>
              <w:right w:val="single" w:sz="12" w:space="0" w:color="000000"/>
            </w:tcBorders>
            <w:vAlign w:val="center"/>
          </w:tcPr>
          <w:p w14:paraId="5E2D2BCE" w14:textId="1FDD429A" w:rsidR="00551A55" w:rsidRPr="007F730B" w:rsidRDefault="00551A55" w:rsidP="00551A55">
            <w:pPr>
              <w:jc w:val="left"/>
            </w:pPr>
            <w:r w:rsidRPr="002772D6">
              <w:t>Montant total des prestations payées au cours de l'année</w:t>
            </w:r>
          </w:p>
        </w:tc>
        <w:tc>
          <w:tcPr>
            <w:tcW w:w="742" w:type="pct"/>
            <w:tcBorders>
              <w:left w:val="single" w:sz="12" w:space="0" w:color="000000"/>
              <w:right w:val="single" w:sz="12" w:space="0" w:color="000000"/>
            </w:tcBorders>
            <w:vAlign w:val="center"/>
          </w:tcPr>
          <w:p w14:paraId="05F661B8" w14:textId="28A5BC6C" w:rsidR="00551A55" w:rsidRPr="00EA597F" w:rsidRDefault="00B83F99" w:rsidP="00551A55">
            <w:pPr>
              <w:jc w:val="left"/>
            </w:pPr>
            <w:r>
              <w:t>C0110</w:t>
            </w:r>
          </w:p>
        </w:tc>
        <w:tc>
          <w:tcPr>
            <w:tcW w:w="3511" w:type="pct"/>
            <w:tcBorders>
              <w:left w:val="single" w:sz="12" w:space="0" w:color="000000"/>
              <w:right w:val="single" w:sz="12" w:space="0" w:color="000000"/>
            </w:tcBorders>
            <w:vAlign w:val="center"/>
          </w:tcPr>
          <w:p w14:paraId="580F8830" w14:textId="77777777" w:rsidR="00551A55" w:rsidRPr="007F730B" w:rsidRDefault="00551A55" w:rsidP="00551A55">
            <w:pPr>
              <w:jc w:val="left"/>
            </w:pPr>
            <w:r w:rsidRPr="007F730B">
              <w:t xml:space="preserve">Montant des </w:t>
            </w:r>
            <w:r>
              <w:t xml:space="preserve">prestations </w:t>
            </w:r>
            <w:r w:rsidRPr="007F730B">
              <w:t xml:space="preserve">versées au cours de l’année. </w:t>
            </w:r>
          </w:p>
        </w:tc>
      </w:tr>
      <w:tr w:rsidR="00551A55" w:rsidRPr="00D36FC7" w14:paraId="355ABD97" w14:textId="77777777" w:rsidTr="00551A55">
        <w:tc>
          <w:tcPr>
            <w:tcW w:w="747" w:type="pct"/>
            <w:tcBorders>
              <w:right w:val="single" w:sz="12" w:space="0" w:color="000000"/>
            </w:tcBorders>
            <w:vAlign w:val="center"/>
          </w:tcPr>
          <w:p w14:paraId="18093962" w14:textId="00ED04C9" w:rsidR="00551A55" w:rsidRPr="00820495" w:rsidRDefault="00551A55" w:rsidP="00551A55">
            <w:pPr>
              <w:jc w:val="left"/>
            </w:pPr>
            <w:r w:rsidRPr="002772D6">
              <w:t>Montant</w:t>
            </w:r>
            <w:r>
              <w:t xml:space="preserve"> des</w:t>
            </w:r>
            <w:r w:rsidRPr="002772D6">
              <w:t xml:space="preserve"> capitaux assurés </w:t>
            </w:r>
          </w:p>
        </w:tc>
        <w:tc>
          <w:tcPr>
            <w:tcW w:w="742" w:type="pct"/>
            <w:tcBorders>
              <w:left w:val="single" w:sz="12" w:space="0" w:color="000000"/>
              <w:right w:val="single" w:sz="12" w:space="0" w:color="000000"/>
            </w:tcBorders>
            <w:vAlign w:val="center"/>
          </w:tcPr>
          <w:p w14:paraId="34EB31A2" w14:textId="793A3154" w:rsidR="00551A55" w:rsidRDefault="00B83F99" w:rsidP="00551A55">
            <w:pPr>
              <w:jc w:val="left"/>
              <w:rPr>
                <w:lang w:val="en-US"/>
              </w:rPr>
            </w:pPr>
            <w:r>
              <w:rPr>
                <w:lang w:val="en-US"/>
              </w:rPr>
              <w:t>C0120</w:t>
            </w:r>
          </w:p>
        </w:tc>
        <w:tc>
          <w:tcPr>
            <w:tcW w:w="3511" w:type="pct"/>
            <w:tcBorders>
              <w:left w:val="single" w:sz="12" w:space="0" w:color="000000"/>
              <w:right w:val="single" w:sz="12" w:space="0" w:color="000000"/>
            </w:tcBorders>
            <w:vAlign w:val="center"/>
          </w:tcPr>
          <w:p w14:paraId="3DDBD3D7" w14:textId="48836943" w:rsidR="00551A55" w:rsidRPr="00D36FC7" w:rsidRDefault="00551A55" w:rsidP="00551A55">
            <w:pPr>
              <w:jc w:val="left"/>
            </w:pPr>
            <w:r w:rsidRPr="00D36FC7">
              <w:t>Montant d</w:t>
            </w:r>
            <w:r>
              <w:t>es</w:t>
            </w:r>
            <w:r w:rsidRPr="00D36FC7">
              <w:t xml:space="preserve"> capita</w:t>
            </w:r>
            <w:r>
              <w:t>ux</w:t>
            </w:r>
            <w:r w:rsidRPr="00D36FC7">
              <w:t xml:space="preserve"> assuré</w:t>
            </w:r>
            <w:r>
              <w:t>s</w:t>
            </w:r>
            <w:r w:rsidR="00E812D1">
              <w:t>.</w:t>
            </w:r>
          </w:p>
        </w:tc>
      </w:tr>
      <w:tr w:rsidR="00551A55" w:rsidRPr="00D36FC7" w14:paraId="7FB18321" w14:textId="77777777" w:rsidTr="00551A55">
        <w:tc>
          <w:tcPr>
            <w:tcW w:w="747" w:type="pct"/>
            <w:tcBorders>
              <w:right w:val="single" w:sz="12" w:space="0" w:color="000000"/>
            </w:tcBorders>
            <w:vAlign w:val="center"/>
          </w:tcPr>
          <w:p w14:paraId="2036121B" w14:textId="39C2CADB" w:rsidR="00551A55" w:rsidRPr="00D36FC7" w:rsidRDefault="00551A55" w:rsidP="00551A55">
            <w:pPr>
              <w:jc w:val="left"/>
            </w:pPr>
            <w:r w:rsidRPr="002772D6">
              <w:t xml:space="preserve">Montant des annuités assurées </w:t>
            </w:r>
          </w:p>
        </w:tc>
        <w:tc>
          <w:tcPr>
            <w:tcW w:w="742" w:type="pct"/>
            <w:tcBorders>
              <w:left w:val="single" w:sz="12" w:space="0" w:color="000000"/>
              <w:right w:val="single" w:sz="12" w:space="0" w:color="000000"/>
            </w:tcBorders>
            <w:vAlign w:val="center"/>
          </w:tcPr>
          <w:p w14:paraId="556154F9" w14:textId="746A1204" w:rsidR="00551A55" w:rsidRDefault="00B83F99" w:rsidP="00551A55">
            <w:pPr>
              <w:jc w:val="left"/>
              <w:rPr>
                <w:lang w:val="en-US"/>
              </w:rPr>
            </w:pPr>
            <w:r>
              <w:rPr>
                <w:lang w:val="en-US"/>
              </w:rPr>
              <w:t>C0130</w:t>
            </w:r>
          </w:p>
        </w:tc>
        <w:tc>
          <w:tcPr>
            <w:tcW w:w="3511" w:type="pct"/>
            <w:tcBorders>
              <w:left w:val="single" w:sz="12" w:space="0" w:color="000000"/>
              <w:right w:val="single" w:sz="12" w:space="0" w:color="000000"/>
            </w:tcBorders>
            <w:vAlign w:val="center"/>
          </w:tcPr>
          <w:p w14:paraId="1205B305" w14:textId="77777777" w:rsidR="00551A55" w:rsidRPr="00D36FC7" w:rsidRDefault="00551A55" w:rsidP="00551A55">
            <w:pPr>
              <w:jc w:val="left"/>
            </w:pPr>
            <w:r w:rsidRPr="00D36FC7">
              <w:t>Montant d</w:t>
            </w:r>
            <w:r>
              <w:t xml:space="preserve">u capital constitutif des </w:t>
            </w:r>
            <w:r w:rsidRPr="00D36FC7">
              <w:t>rentes assur</w:t>
            </w:r>
            <w:r>
              <w:t>ées.</w:t>
            </w:r>
          </w:p>
        </w:tc>
      </w:tr>
      <w:tr w:rsidR="00551A55" w:rsidRPr="003240EC" w14:paraId="600C7BCB" w14:textId="77777777" w:rsidTr="00551A55">
        <w:tc>
          <w:tcPr>
            <w:tcW w:w="747" w:type="pct"/>
            <w:tcBorders>
              <w:right w:val="single" w:sz="12" w:space="0" w:color="000000"/>
            </w:tcBorders>
            <w:vAlign w:val="center"/>
          </w:tcPr>
          <w:p w14:paraId="28E0BFDC" w14:textId="243ED73D" w:rsidR="00551A55" w:rsidRPr="00820495" w:rsidRDefault="0011453B" w:rsidP="00551A55">
            <w:pPr>
              <w:jc w:val="left"/>
            </w:pPr>
            <w:r>
              <w:t xml:space="preserve">Valeur </w:t>
            </w:r>
            <w:r w:rsidR="00E812D1">
              <w:t xml:space="preserve">de </w:t>
            </w:r>
            <w:r w:rsidR="00551A55" w:rsidRPr="002772D6">
              <w:t>rachat</w:t>
            </w:r>
            <w:r w:rsidR="00E812D1">
              <w:t>s</w:t>
            </w:r>
          </w:p>
        </w:tc>
        <w:tc>
          <w:tcPr>
            <w:tcW w:w="742" w:type="pct"/>
            <w:tcBorders>
              <w:left w:val="single" w:sz="12" w:space="0" w:color="000000"/>
              <w:right w:val="single" w:sz="12" w:space="0" w:color="000000"/>
            </w:tcBorders>
            <w:vAlign w:val="center"/>
          </w:tcPr>
          <w:p w14:paraId="512D2EFE" w14:textId="19A38718" w:rsidR="00551A55" w:rsidRDefault="00B83F99" w:rsidP="00551A55">
            <w:pPr>
              <w:jc w:val="left"/>
              <w:rPr>
                <w:lang w:val="en-US"/>
              </w:rPr>
            </w:pPr>
            <w:r>
              <w:rPr>
                <w:lang w:val="en-US"/>
              </w:rPr>
              <w:t>C0140</w:t>
            </w:r>
          </w:p>
        </w:tc>
        <w:tc>
          <w:tcPr>
            <w:tcW w:w="3511" w:type="pct"/>
            <w:tcBorders>
              <w:left w:val="single" w:sz="12" w:space="0" w:color="000000"/>
              <w:right w:val="single" w:sz="12" w:space="0" w:color="000000"/>
            </w:tcBorders>
            <w:vAlign w:val="center"/>
          </w:tcPr>
          <w:p w14:paraId="73961765" w14:textId="71A0D92D" w:rsidR="00551A55" w:rsidRPr="003240EC" w:rsidRDefault="00E812D1" w:rsidP="00551A55">
            <w:pPr>
              <w:jc w:val="left"/>
            </w:pPr>
            <w:r>
              <w:t>Montant des valeurs</w:t>
            </w:r>
            <w:r w:rsidRPr="006D643C">
              <w:t xml:space="preserve"> </w:t>
            </w:r>
            <w:r w:rsidR="00551A55" w:rsidRPr="006D643C">
              <w:t xml:space="preserve">de rachat </w:t>
            </w:r>
            <w:r w:rsidRPr="006D643C">
              <w:t>garanti</w:t>
            </w:r>
            <w:r w:rsidR="004F703D">
              <w:t>es</w:t>
            </w:r>
            <w:r>
              <w:t>.</w:t>
            </w:r>
          </w:p>
        </w:tc>
      </w:tr>
      <w:tr w:rsidR="00551A55" w:rsidRPr="006D643C" w14:paraId="477833FF" w14:textId="77777777" w:rsidTr="00551A55">
        <w:tc>
          <w:tcPr>
            <w:tcW w:w="5000" w:type="pct"/>
            <w:gridSpan w:val="3"/>
            <w:tcBorders>
              <w:right w:val="single" w:sz="12" w:space="0" w:color="000000"/>
            </w:tcBorders>
            <w:vAlign w:val="center"/>
          </w:tcPr>
          <w:p w14:paraId="59F60F8F" w14:textId="77777777" w:rsidR="00551A55" w:rsidRDefault="00551A55" w:rsidP="00551A55">
            <w:pPr>
              <w:jc w:val="left"/>
              <w:rPr>
                <w:rFonts w:ascii="Arial" w:eastAsia="Times New Roman" w:hAnsi="Arial" w:cs="Arial"/>
                <w:b/>
                <w:bCs/>
                <w:highlight w:val="lightGray"/>
                <w:lang w:eastAsia="fr-FR"/>
              </w:rPr>
            </w:pPr>
          </w:p>
          <w:p w14:paraId="4FBFC19B" w14:textId="77777777" w:rsidR="00551A55" w:rsidRDefault="00551A55" w:rsidP="00551A55">
            <w:pPr>
              <w:jc w:val="left"/>
              <w:rPr>
                <w:rFonts w:ascii="Arial" w:eastAsia="Times New Roman" w:hAnsi="Arial" w:cs="Arial"/>
                <w:b/>
                <w:bCs/>
                <w:highlight w:val="lightGray"/>
                <w:lang w:eastAsia="fr-FR"/>
              </w:rPr>
            </w:pPr>
          </w:p>
          <w:p w14:paraId="0A733D4A" w14:textId="0BC88CA3" w:rsidR="00551A55" w:rsidRDefault="00551A55" w:rsidP="00551A55">
            <w:pPr>
              <w:jc w:val="left"/>
              <w:rPr>
                <w:rFonts w:ascii="Arial" w:eastAsia="Times New Roman" w:hAnsi="Arial" w:cs="Arial"/>
                <w:b/>
                <w:bCs/>
                <w:lang w:eastAsia="fr-FR"/>
              </w:rPr>
            </w:pPr>
            <w:r w:rsidRPr="00551A55">
              <w:rPr>
                <w:rFonts w:ascii="Arial" w:eastAsia="Times New Roman" w:hAnsi="Arial" w:cs="Arial"/>
                <w:b/>
                <w:bCs/>
                <w:lang w:eastAsia="fr-FR"/>
              </w:rPr>
              <w:t xml:space="preserve">B) CALCUL DES PROVISIONS TECHNIQUES </w:t>
            </w:r>
            <w:r w:rsidR="00E812D1" w:rsidRPr="00551A55">
              <w:rPr>
                <w:rFonts w:ascii="Arial" w:eastAsia="Times New Roman" w:hAnsi="Arial" w:cs="Arial"/>
                <w:b/>
                <w:bCs/>
                <w:lang w:eastAsia="fr-FR"/>
              </w:rPr>
              <w:t>(</w:t>
            </w:r>
            <w:r w:rsidR="00E812D1">
              <w:rPr>
                <w:rFonts w:ascii="Arial" w:eastAsia="Times New Roman" w:hAnsi="Arial" w:cs="Arial"/>
                <w:b/>
                <w:bCs/>
                <w:lang w:eastAsia="fr-FR"/>
              </w:rPr>
              <w:t>Meilleure estimation</w:t>
            </w:r>
            <w:r w:rsidRPr="00551A55">
              <w:rPr>
                <w:rFonts w:ascii="Arial" w:eastAsia="Times New Roman" w:hAnsi="Arial" w:cs="Arial"/>
                <w:b/>
                <w:bCs/>
                <w:lang w:eastAsia="fr-FR"/>
              </w:rPr>
              <w:t>)</w:t>
            </w:r>
          </w:p>
          <w:p w14:paraId="0202FB88" w14:textId="77777777" w:rsidR="00551A55" w:rsidRPr="006D643C" w:rsidRDefault="00551A55" w:rsidP="00551A55">
            <w:pPr>
              <w:jc w:val="left"/>
            </w:pPr>
          </w:p>
        </w:tc>
      </w:tr>
      <w:tr w:rsidR="00551A55" w:rsidRPr="008E18CF" w14:paraId="5F006B2F" w14:textId="77777777" w:rsidTr="00551A55">
        <w:tc>
          <w:tcPr>
            <w:tcW w:w="747" w:type="pct"/>
            <w:tcBorders>
              <w:right w:val="single" w:sz="12" w:space="0" w:color="000000"/>
            </w:tcBorders>
            <w:vAlign w:val="center"/>
          </w:tcPr>
          <w:p w14:paraId="696FA231" w14:textId="4E5940B9" w:rsidR="00551A55" w:rsidRDefault="00820495" w:rsidP="00820495">
            <w:pPr>
              <w:jc w:val="left"/>
              <w:rPr>
                <w:lang w:val="en-US"/>
              </w:rPr>
            </w:pPr>
            <w:r>
              <w:t>Identifiant de l’</w:t>
            </w:r>
            <w:r w:rsidR="00551A55" w:rsidRPr="002772D6">
              <w:t>organisme substitué</w:t>
            </w:r>
          </w:p>
        </w:tc>
        <w:tc>
          <w:tcPr>
            <w:tcW w:w="742" w:type="pct"/>
            <w:tcBorders>
              <w:left w:val="single" w:sz="12" w:space="0" w:color="000000"/>
              <w:right w:val="single" w:sz="12" w:space="0" w:color="000000"/>
            </w:tcBorders>
            <w:vAlign w:val="center"/>
          </w:tcPr>
          <w:p w14:paraId="7AAE1980" w14:textId="27C800D0" w:rsidR="00551A55" w:rsidRPr="003B1F67" w:rsidRDefault="00B83F99" w:rsidP="00551A55">
            <w:pPr>
              <w:jc w:val="left"/>
              <w:rPr>
                <w:lang w:val="en-US"/>
              </w:rPr>
            </w:pPr>
            <w:r>
              <w:rPr>
                <w:lang w:val="en-US"/>
              </w:rPr>
              <w:t>C0150</w:t>
            </w:r>
          </w:p>
        </w:tc>
        <w:tc>
          <w:tcPr>
            <w:tcW w:w="3511" w:type="pct"/>
            <w:tcBorders>
              <w:left w:val="single" w:sz="12" w:space="0" w:color="000000"/>
              <w:right w:val="single" w:sz="12" w:space="0" w:color="000000"/>
            </w:tcBorders>
            <w:vAlign w:val="center"/>
          </w:tcPr>
          <w:p w14:paraId="5F57E468" w14:textId="77777777" w:rsidR="00820495" w:rsidRDefault="00820495" w:rsidP="00820495">
            <w:pPr>
              <w:jc w:val="left"/>
            </w:pPr>
            <w:r w:rsidRPr="008E18CF">
              <w:t>Numéro d’identification</w:t>
            </w:r>
            <w:r>
              <w:t xml:space="preserve"> </w:t>
            </w:r>
            <w:r w:rsidRPr="008E18CF">
              <w:t>de</w:t>
            </w:r>
            <w:r>
              <w:t xml:space="preserve"> l’organisme. Ancien numéro RNM.</w:t>
            </w:r>
          </w:p>
          <w:p w14:paraId="49E25959" w14:textId="34E42DC3" w:rsidR="00820495" w:rsidRDefault="00820495" w:rsidP="00820495">
            <w:pPr>
              <w:jc w:val="left"/>
            </w:pPr>
            <w:r>
              <w:t xml:space="preserve">En priorité, l’identifiant à utiliser est le LEI (en cohérence avec l’identification demandée dans le </w:t>
            </w:r>
            <w:proofErr w:type="spellStart"/>
            <w:r w:rsidRPr="003D04C2">
              <w:rPr>
                <w:i/>
              </w:rPr>
              <w:t>reporting</w:t>
            </w:r>
            <w:proofErr w:type="spellEnd"/>
            <w:r>
              <w:t xml:space="preserve"> Solvabilité II). </w:t>
            </w:r>
            <w:r w:rsidR="004F6D62">
              <w:t>À défaut</w:t>
            </w:r>
            <w:r>
              <w:t>, l’identifiant à indiquer est le SIREN.</w:t>
            </w:r>
          </w:p>
          <w:p w14:paraId="0B8A96EF" w14:textId="77777777" w:rsidR="00820495" w:rsidRDefault="00820495" w:rsidP="00820495">
            <w:pPr>
              <w:jc w:val="left"/>
            </w:pPr>
          </w:p>
          <w:p w14:paraId="5ECCFC01" w14:textId="77777777" w:rsidR="00820495" w:rsidRDefault="00820495" w:rsidP="00820495">
            <w:pPr>
              <w:jc w:val="left"/>
            </w:pPr>
            <w:r>
              <w:t xml:space="preserve">Dans les deux cas, comme dans le </w:t>
            </w:r>
            <w:proofErr w:type="spellStart"/>
            <w:r>
              <w:t>reporting</w:t>
            </w:r>
            <w:proofErr w:type="spellEnd"/>
            <w:r>
              <w:t xml:space="preserve"> Solvabilité II, il convient de renseigner ce champ dans le respect des règles de remise XBRL, en indiquant le type de code (LEI ou SIREN) puis le code de la façon suivante :</w:t>
            </w:r>
          </w:p>
          <w:p w14:paraId="78ECA081" w14:textId="77777777" w:rsidR="00820495" w:rsidRDefault="00820495" w:rsidP="00820495">
            <w:pPr>
              <w:pStyle w:val="Paragraphedeliste"/>
              <w:numPr>
                <w:ilvl w:val="0"/>
                <w:numId w:val="22"/>
              </w:numPr>
              <w:jc w:val="left"/>
            </w:pPr>
            <w:r>
              <w:t>« LEI/XXXXXXXXXXXXXXXXXXXX »</w:t>
            </w:r>
          </w:p>
          <w:p w14:paraId="3B524A7D" w14:textId="7CFC5F6F" w:rsidR="00551A55" w:rsidRPr="008E18CF" w:rsidRDefault="00820495" w:rsidP="00820495">
            <w:pPr>
              <w:pStyle w:val="Paragraphedeliste"/>
              <w:numPr>
                <w:ilvl w:val="0"/>
                <w:numId w:val="22"/>
              </w:numPr>
              <w:jc w:val="left"/>
            </w:pPr>
            <w:r>
              <w:t>« SIREN/XXXXXXXXX »</w:t>
            </w:r>
          </w:p>
        </w:tc>
      </w:tr>
      <w:tr w:rsidR="00551A55" w:rsidRPr="001373F1" w14:paraId="3C88F78A" w14:textId="77777777" w:rsidTr="00551A55">
        <w:tc>
          <w:tcPr>
            <w:tcW w:w="747" w:type="pct"/>
            <w:tcBorders>
              <w:right w:val="single" w:sz="12" w:space="0" w:color="000000"/>
            </w:tcBorders>
            <w:vAlign w:val="center"/>
          </w:tcPr>
          <w:p w14:paraId="2E1CD8BF" w14:textId="77777777" w:rsidR="00551A55" w:rsidRPr="003F1528" w:rsidRDefault="00551A55" w:rsidP="00551A55">
            <w:pPr>
              <w:jc w:val="left"/>
            </w:pPr>
            <w:r w:rsidRPr="003F1528">
              <w:t xml:space="preserve">Ligne </w:t>
            </w:r>
            <w:r>
              <w:t>d’activité</w:t>
            </w:r>
          </w:p>
        </w:tc>
        <w:tc>
          <w:tcPr>
            <w:tcW w:w="742" w:type="pct"/>
            <w:tcBorders>
              <w:left w:val="single" w:sz="12" w:space="0" w:color="000000"/>
              <w:right w:val="single" w:sz="12" w:space="0" w:color="000000"/>
            </w:tcBorders>
            <w:vAlign w:val="center"/>
          </w:tcPr>
          <w:p w14:paraId="23B3D5BB" w14:textId="38C3F366" w:rsidR="00551A55" w:rsidRPr="003F1528" w:rsidRDefault="00B83F99" w:rsidP="00551A55">
            <w:pPr>
              <w:jc w:val="left"/>
            </w:pPr>
            <w:r>
              <w:t>C0160</w:t>
            </w:r>
          </w:p>
        </w:tc>
        <w:tc>
          <w:tcPr>
            <w:tcW w:w="3511" w:type="pct"/>
            <w:tcBorders>
              <w:left w:val="single" w:sz="12" w:space="0" w:color="000000"/>
              <w:right w:val="single" w:sz="12" w:space="0" w:color="000000"/>
            </w:tcBorders>
            <w:vAlign w:val="center"/>
          </w:tcPr>
          <w:p w14:paraId="74B06A29" w14:textId="77777777" w:rsidR="00B03380" w:rsidRDefault="00551A55" w:rsidP="00B03380">
            <w:pPr>
              <w:pStyle w:val="Default"/>
              <w:rPr>
                <w:rFonts w:ascii="Times New Roman" w:hAnsi="Times New Roman" w:cstheme="minorBidi"/>
                <w:color w:val="auto"/>
                <w:sz w:val="22"/>
                <w:szCs w:val="22"/>
              </w:rPr>
            </w:pPr>
            <w:r w:rsidRPr="001373F1">
              <w:t>L</w:t>
            </w:r>
            <w:r>
              <w:t>igne</w:t>
            </w:r>
            <w:r w:rsidR="00C30054">
              <w:t>s</w:t>
            </w:r>
            <w:r>
              <w:t xml:space="preserve"> d’activité</w:t>
            </w:r>
            <w:r w:rsidRPr="001373F1">
              <w:t xml:space="preserve"> comme définie dans le</w:t>
            </w:r>
            <w:r>
              <w:t xml:space="preserve"> régime </w:t>
            </w:r>
            <w:r w:rsidR="00C30054">
              <w:t>S</w:t>
            </w:r>
            <w:r>
              <w:t xml:space="preserve">olvabilité </w:t>
            </w:r>
            <w:r w:rsidR="00E812D1">
              <w:t>II</w:t>
            </w:r>
            <w:r>
              <w:t>.</w:t>
            </w:r>
            <w:r w:rsidRPr="001373F1">
              <w:t xml:space="preserve"> </w:t>
            </w:r>
            <w:r>
              <w:t xml:space="preserve"> </w:t>
            </w:r>
            <w:r w:rsidR="00C30054" w:rsidRPr="008A3C44">
              <w:t xml:space="preserve">Voir annexe I du </w:t>
            </w:r>
            <w:r w:rsidR="00C30054">
              <w:t xml:space="preserve">Règlement Délégué </w:t>
            </w:r>
            <w:r w:rsidR="00C30054" w:rsidRPr="008A3C44">
              <w:t>(UE) 2015/35</w:t>
            </w:r>
            <w:r w:rsidR="00C30054">
              <w:t>.</w:t>
            </w:r>
            <w:r w:rsidR="00B03380">
              <w:t xml:space="preserve"> </w:t>
            </w:r>
            <w:r w:rsidR="00B03380">
              <w:rPr>
                <w:rFonts w:ascii="Times New Roman" w:hAnsi="Times New Roman" w:cstheme="minorBidi"/>
                <w:color w:val="auto"/>
                <w:sz w:val="22"/>
                <w:szCs w:val="22"/>
              </w:rPr>
              <w:t xml:space="preserve">Choisir impérativement l’une des valeurs suivantes : </w:t>
            </w:r>
          </w:p>
          <w:p w14:paraId="2EE59EA2" w14:textId="77777777" w:rsidR="00B03380" w:rsidRDefault="00B03380" w:rsidP="00B03380">
            <w:pPr>
              <w:pStyle w:val="Default"/>
              <w:numPr>
                <w:ilvl w:val="0"/>
                <w:numId w:val="23"/>
              </w:numPr>
            </w:pPr>
            <w:r>
              <w:t>Engagements d'assurance non-vie</w:t>
            </w:r>
          </w:p>
          <w:p w14:paraId="3A036A85" w14:textId="77777777" w:rsidR="00B03380" w:rsidRDefault="00B03380" w:rsidP="00B03380">
            <w:pPr>
              <w:pStyle w:val="Default"/>
              <w:numPr>
                <w:ilvl w:val="1"/>
                <w:numId w:val="23"/>
              </w:numPr>
            </w:pPr>
            <w:proofErr w:type="gramStart"/>
            <w:r>
              <w:t>Assurance frais</w:t>
            </w:r>
            <w:proofErr w:type="gramEnd"/>
            <w:r>
              <w:t xml:space="preserve"> de santé</w:t>
            </w:r>
          </w:p>
          <w:p w14:paraId="301A369A" w14:textId="77777777" w:rsidR="00B03380" w:rsidRDefault="00B03380" w:rsidP="00B03380">
            <w:pPr>
              <w:pStyle w:val="Default"/>
              <w:numPr>
                <w:ilvl w:val="1"/>
                <w:numId w:val="23"/>
              </w:numPr>
            </w:pPr>
            <w:r>
              <w:t>Assurance perte de revenus</w:t>
            </w:r>
          </w:p>
          <w:p w14:paraId="78AD73F4" w14:textId="77777777" w:rsidR="00B03380" w:rsidRDefault="00B03380" w:rsidP="00B03380">
            <w:pPr>
              <w:pStyle w:val="Default"/>
              <w:numPr>
                <w:ilvl w:val="1"/>
                <w:numId w:val="23"/>
              </w:numPr>
            </w:pPr>
            <w:r>
              <w:t>Assurance accidents du travail et maladies professionnelles</w:t>
            </w:r>
          </w:p>
          <w:p w14:paraId="314658D1" w14:textId="77777777" w:rsidR="00B03380" w:rsidRDefault="00B03380" w:rsidP="00B03380">
            <w:pPr>
              <w:pStyle w:val="Default"/>
              <w:numPr>
                <w:ilvl w:val="1"/>
                <w:numId w:val="23"/>
              </w:numPr>
            </w:pPr>
            <w:r>
              <w:t>Crédit et caution</w:t>
            </w:r>
          </w:p>
          <w:p w14:paraId="72CA2975" w14:textId="77777777" w:rsidR="00B03380" w:rsidRDefault="00B03380" w:rsidP="00B03380">
            <w:pPr>
              <w:pStyle w:val="Default"/>
              <w:numPr>
                <w:ilvl w:val="1"/>
                <w:numId w:val="23"/>
              </w:numPr>
            </w:pPr>
            <w:r>
              <w:t>Assurance protection juridique</w:t>
            </w:r>
          </w:p>
          <w:p w14:paraId="50A55E0C" w14:textId="77777777" w:rsidR="00B03380" w:rsidRDefault="00B03380" w:rsidP="00B03380">
            <w:pPr>
              <w:pStyle w:val="Default"/>
              <w:numPr>
                <w:ilvl w:val="1"/>
                <w:numId w:val="23"/>
              </w:numPr>
            </w:pPr>
            <w:r>
              <w:t>Assistance</w:t>
            </w:r>
          </w:p>
          <w:p w14:paraId="7315C59A" w14:textId="77777777" w:rsidR="00B03380" w:rsidRDefault="00B03380" w:rsidP="00B03380">
            <w:pPr>
              <w:pStyle w:val="Default"/>
              <w:numPr>
                <w:ilvl w:val="1"/>
                <w:numId w:val="23"/>
              </w:numPr>
            </w:pPr>
            <w:r>
              <w:t>Pertes pécuniaires diverses</w:t>
            </w:r>
          </w:p>
          <w:p w14:paraId="254A9D95" w14:textId="77777777" w:rsidR="00B03380" w:rsidRDefault="00B03380" w:rsidP="00B03380">
            <w:pPr>
              <w:pStyle w:val="Default"/>
              <w:numPr>
                <w:ilvl w:val="0"/>
                <w:numId w:val="23"/>
              </w:numPr>
            </w:pPr>
            <w:r>
              <w:t>Engagements de réassurance non-vie proportionnels</w:t>
            </w:r>
          </w:p>
          <w:p w14:paraId="3A8C21B0" w14:textId="77777777" w:rsidR="00B03380" w:rsidRDefault="00B03380" w:rsidP="00B03380">
            <w:pPr>
              <w:pStyle w:val="Default"/>
              <w:numPr>
                <w:ilvl w:val="0"/>
                <w:numId w:val="23"/>
              </w:numPr>
            </w:pPr>
            <w:r>
              <w:t>Engagements de réassurance non-vie non proportionnels</w:t>
            </w:r>
          </w:p>
          <w:p w14:paraId="2CF53E7F" w14:textId="77777777" w:rsidR="00B03380" w:rsidRDefault="00B03380" w:rsidP="00B03380">
            <w:pPr>
              <w:pStyle w:val="Default"/>
              <w:numPr>
                <w:ilvl w:val="1"/>
                <w:numId w:val="23"/>
              </w:numPr>
            </w:pPr>
            <w:r>
              <w:t>Réassurance santé non proportionnelle</w:t>
            </w:r>
          </w:p>
          <w:p w14:paraId="576B54A5" w14:textId="77777777" w:rsidR="00B03380" w:rsidRDefault="00B03380" w:rsidP="00B03380">
            <w:pPr>
              <w:pStyle w:val="Default"/>
              <w:numPr>
                <w:ilvl w:val="1"/>
                <w:numId w:val="23"/>
              </w:numPr>
            </w:pPr>
            <w:r>
              <w:t>Réassurance responsabilité civile non proportionnelle</w:t>
            </w:r>
          </w:p>
          <w:p w14:paraId="4B9B14DC" w14:textId="77777777" w:rsidR="00B03380" w:rsidRDefault="00B03380" w:rsidP="00B03380">
            <w:pPr>
              <w:pStyle w:val="Default"/>
              <w:numPr>
                <w:ilvl w:val="0"/>
                <w:numId w:val="23"/>
              </w:numPr>
            </w:pPr>
            <w:r>
              <w:t>Engagements d'assurance vie</w:t>
            </w:r>
          </w:p>
          <w:p w14:paraId="177C0A60" w14:textId="77777777" w:rsidR="00B03380" w:rsidRDefault="00B03380" w:rsidP="00B03380">
            <w:pPr>
              <w:pStyle w:val="Default"/>
              <w:numPr>
                <w:ilvl w:val="1"/>
                <w:numId w:val="23"/>
              </w:numPr>
            </w:pPr>
            <w:r>
              <w:t>Assurance santé</w:t>
            </w:r>
          </w:p>
          <w:p w14:paraId="0CA6BF2C" w14:textId="77777777" w:rsidR="00B03380" w:rsidRDefault="00B03380" w:rsidP="00B03380">
            <w:pPr>
              <w:pStyle w:val="Default"/>
              <w:numPr>
                <w:ilvl w:val="1"/>
                <w:numId w:val="23"/>
              </w:numPr>
            </w:pPr>
            <w:r>
              <w:lastRenderedPageBreak/>
              <w:t>Assurance avec participation aux bénéfices</w:t>
            </w:r>
          </w:p>
          <w:p w14:paraId="7400BA98" w14:textId="77777777" w:rsidR="00B03380" w:rsidRDefault="00B03380" w:rsidP="00B03380">
            <w:pPr>
              <w:pStyle w:val="Default"/>
              <w:numPr>
                <w:ilvl w:val="1"/>
                <w:numId w:val="23"/>
              </w:numPr>
            </w:pPr>
            <w:r>
              <w:t>Assurance liée à des indices et à des unités de comptes</w:t>
            </w:r>
          </w:p>
          <w:p w14:paraId="5B036196" w14:textId="77777777" w:rsidR="00B03380" w:rsidRDefault="00B03380" w:rsidP="00B03380">
            <w:pPr>
              <w:pStyle w:val="Default"/>
              <w:numPr>
                <w:ilvl w:val="1"/>
                <w:numId w:val="23"/>
              </w:numPr>
            </w:pPr>
            <w:r>
              <w:t>Autre assurance vie</w:t>
            </w:r>
          </w:p>
          <w:p w14:paraId="2BC3A7D0" w14:textId="77777777" w:rsidR="00B03380" w:rsidRDefault="00B03380" w:rsidP="00B03380">
            <w:pPr>
              <w:pStyle w:val="Default"/>
              <w:numPr>
                <w:ilvl w:val="1"/>
                <w:numId w:val="23"/>
              </w:numPr>
            </w:pPr>
            <w:r>
              <w:t>Rentes issues de l'assurance non-vie autre liées à des engagements d'assurance santé</w:t>
            </w:r>
          </w:p>
          <w:p w14:paraId="0C0994C2" w14:textId="77777777" w:rsidR="00B03380" w:rsidRDefault="00B03380" w:rsidP="00B03380">
            <w:pPr>
              <w:pStyle w:val="Default"/>
              <w:numPr>
                <w:ilvl w:val="0"/>
                <w:numId w:val="23"/>
              </w:numPr>
            </w:pPr>
            <w:r>
              <w:t>Rentes issues de l'assurance non-vie autre que santé</w:t>
            </w:r>
          </w:p>
          <w:p w14:paraId="669C80CF" w14:textId="77777777" w:rsidR="00B03380" w:rsidRDefault="00B03380" w:rsidP="00B03380">
            <w:pPr>
              <w:pStyle w:val="Default"/>
              <w:numPr>
                <w:ilvl w:val="0"/>
                <w:numId w:val="23"/>
              </w:numPr>
            </w:pPr>
            <w:r>
              <w:t>Engagements de réassurance vie</w:t>
            </w:r>
          </w:p>
          <w:p w14:paraId="1D067718" w14:textId="21AF0776" w:rsidR="00B03380" w:rsidRDefault="00B03380" w:rsidP="00B03380">
            <w:pPr>
              <w:pStyle w:val="Default"/>
              <w:numPr>
                <w:ilvl w:val="1"/>
                <w:numId w:val="23"/>
              </w:numPr>
            </w:pPr>
            <w:r>
              <w:t>Réassurance santé</w:t>
            </w:r>
          </w:p>
          <w:p w14:paraId="451B1F34" w14:textId="4CB85BBD" w:rsidR="00551A55" w:rsidRPr="001373F1" w:rsidRDefault="00B03380" w:rsidP="000943A8">
            <w:pPr>
              <w:pStyle w:val="Default"/>
              <w:numPr>
                <w:ilvl w:val="1"/>
                <w:numId w:val="23"/>
              </w:numPr>
            </w:pPr>
            <w:r>
              <w:t>Réassurance vie</w:t>
            </w:r>
          </w:p>
        </w:tc>
      </w:tr>
      <w:tr w:rsidR="00551A55" w:rsidRPr="007F730B" w14:paraId="74C73E39" w14:textId="77777777" w:rsidTr="00551A55">
        <w:tc>
          <w:tcPr>
            <w:tcW w:w="747" w:type="pct"/>
            <w:tcBorders>
              <w:right w:val="single" w:sz="12" w:space="0" w:color="000000"/>
            </w:tcBorders>
            <w:vAlign w:val="center"/>
          </w:tcPr>
          <w:p w14:paraId="6D8D4751" w14:textId="77777777" w:rsidR="00551A55" w:rsidRDefault="00551A55" w:rsidP="00551A55">
            <w:pPr>
              <w:jc w:val="left"/>
              <w:rPr>
                <w:lang w:val="en-US"/>
              </w:rPr>
            </w:pPr>
            <w:r w:rsidRPr="002772D6">
              <w:lastRenderedPageBreak/>
              <w:t>Provisions techniques</w:t>
            </w:r>
            <w:r>
              <w:rPr>
                <w:rFonts w:ascii="Arial" w:hAnsi="Arial" w:cs="Arial"/>
                <w:sz w:val="20"/>
                <w:szCs w:val="20"/>
              </w:rPr>
              <w:t xml:space="preserve"> </w:t>
            </w:r>
          </w:p>
        </w:tc>
        <w:tc>
          <w:tcPr>
            <w:tcW w:w="742" w:type="pct"/>
            <w:tcBorders>
              <w:left w:val="single" w:sz="12" w:space="0" w:color="000000"/>
              <w:right w:val="single" w:sz="12" w:space="0" w:color="000000"/>
            </w:tcBorders>
            <w:vAlign w:val="center"/>
          </w:tcPr>
          <w:p w14:paraId="5FF5D4A0" w14:textId="4BABCC64" w:rsidR="00551A55" w:rsidRPr="003B1F67" w:rsidRDefault="00B83F99" w:rsidP="00551A55">
            <w:pPr>
              <w:jc w:val="left"/>
              <w:rPr>
                <w:lang w:val="en-US"/>
              </w:rPr>
            </w:pPr>
            <w:r>
              <w:rPr>
                <w:lang w:val="en-US"/>
              </w:rPr>
              <w:t>C0170</w:t>
            </w:r>
          </w:p>
        </w:tc>
        <w:tc>
          <w:tcPr>
            <w:tcW w:w="3511" w:type="pct"/>
            <w:tcBorders>
              <w:left w:val="single" w:sz="12" w:space="0" w:color="000000"/>
              <w:right w:val="single" w:sz="12" w:space="0" w:color="000000"/>
            </w:tcBorders>
            <w:vAlign w:val="center"/>
          </w:tcPr>
          <w:p w14:paraId="74EAF509" w14:textId="04124348" w:rsidR="00551A55" w:rsidRPr="007F730B" w:rsidRDefault="00551A55">
            <w:pPr>
              <w:jc w:val="left"/>
            </w:pPr>
            <w:r w:rsidRPr="007F730B">
              <w:t>Calcul des provisions techniques selon les norm</w:t>
            </w:r>
            <w:r>
              <w:t>es Solvabilité II (</w:t>
            </w:r>
            <w:r w:rsidR="00E812D1">
              <w:rPr>
                <w:i/>
              </w:rPr>
              <w:t>meilleure estimation</w:t>
            </w:r>
            <w:r>
              <w:t>)</w:t>
            </w:r>
            <w:r w:rsidRPr="007F730B">
              <w:t xml:space="preserve">. </w:t>
            </w:r>
          </w:p>
        </w:tc>
      </w:tr>
    </w:tbl>
    <w:p w14:paraId="6863C1B4" w14:textId="77777777" w:rsidR="0076211F" w:rsidRDefault="0076211F" w:rsidP="002A379C"/>
    <w:p w14:paraId="6863C3CC" w14:textId="77777777" w:rsidR="00E23148" w:rsidRPr="00604B0D" w:rsidRDefault="00E23148" w:rsidP="002A379C">
      <w:pPr>
        <w:sectPr w:rsidR="00E23148" w:rsidRPr="00604B0D" w:rsidSect="006C79DC">
          <w:headerReference w:type="default" r:id="rId13"/>
          <w:footerReference w:type="default" r:id="rId14"/>
          <w:headerReference w:type="first" r:id="rId15"/>
          <w:footerReference w:type="first" r:id="rId16"/>
          <w:pgSz w:w="11906" w:h="16838" w:code="9"/>
          <w:pgMar w:top="1134" w:right="1134" w:bottom="1701" w:left="1134" w:header="567" w:footer="851" w:gutter="0"/>
          <w:cols w:space="720"/>
          <w:titlePg/>
        </w:sectPr>
      </w:pPr>
    </w:p>
    <w:p w14:paraId="6863C3CD" w14:textId="774BD821" w:rsidR="002A379C" w:rsidRPr="00F918F6" w:rsidRDefault="002A379C" w:rsidP="007B58E3">
      <w:pPr>
        <w:pStyle w:val="Titre1"/>
      </w:pPr>
      <w:r w:rsidRPr="00F918F6">
        <w:lastRenderedPageBreak/>
        <w:t>Tableaux</w:t>
      </w:r>
    </w:p>
    <w:p w14:paraId="6863C3CE" w14:textId="2926BECC" w:rsidR="002A379C" w:rsidRPr="00775EA8" w:rsidRDefault="002A379C" w:rsidP="002A379C"/>
    <w:p w14:paraId="6934C8A5" w14:textId="77777777" w:rsidR="008371CD" w:rsidRDefault="008371CD" w:rsidP="007B58E3">
      <w:pPr>
        <w:jc w:val="left"/>
      </w:pPr>
      <w:r w:rsidRPr="008371CD">
        <w:rPr>
          <w:noProof/>
          <w:lang w:eastAsia="fr-FR"/>
        </w:rPr>
        <w:drawing>
          <wp:inline distT="0" distB="0" distL="0" distR="0" wp14:anchorId="19BEE1EF" wp14:editId="5BA391CF">
            <wp:extent cx="9901555" cy="1125220"/>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9901555" cy="1125220"/>
                    </a:xfrm>
                    <a:prstGeom prst="rect">
                      <a:avLst/>
                    </a:prstGeom>
                  </pic:spPr>
                </pic:pic>
              </a:graphicData>
            </a:graphic>
          </wp:inline>
        </w:drawing>
      </w:r>
    </w:p>
    <w:p w14:paraId="61B218B5" w14:textId="77777777" w:rsidR="008371CD" w:rsidRDefault="008371CD" w:rsidP="007B58E3">
      <w:pPr>
        <w:jc w:val="left"/>
      </w:pPr>
    </w:p>
    <w:p w14:paraId="0FBEC6C6" w14:textId="402DB06D" w:rsidR="005B6A59" w:rsidRPr="00775EA8" w:rsidRDefault="008371CD" w:rsidP="007B58E3">
      <w:pPr>
        <w:jc w:val="left"/>
      </w:pPr>
      <w:r w:rsidRPr="008371CD">
        <w:rPr>
          <w:noProof/>
          <w:lang w:eastAsia="fr-FR"/>
        </w:rPr>
        <w:drawing>
          <wp:inline distT="0" distB="0" distL="0" distR="0" wp14:anchorId="629609F6" wp14:editId="17E29E00">
            <wp:extent cx="2325895" cy="816677"/>
            <wp:effectExtent l="0" t="0" r="0" b="254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409561" cy="846054"/>
                    </a:xfrm>
                    <a:prstGeom prst="rect">
                      <a:avLst/>
                    </a:prstGeom>
                  </pic:spPr>
                </pic:pic>
              </a:graphicData>
            </a:graphic>
          </wp:inline>
        </w:drawing>
      </w:r>
      <w:r w:rsidR="005B6A59">
        <w:br w:type="textWrapping" w:clear="all"/>
      </w:r>
    </w:p>
    <w:sectPr w:rsidR="005B6A59" w:rsidRPr="00775EA8" w:rsidSect="00422F75">
      <w:headerReference w:type="default" r:id="rId19"/>
      <w:footerReference w:type="default" r:id="rId20"/>
      <w:footerReference w:type="first" r:id="rId21"/>
      <w:pgSz w:w="16838" w:h="11906" w:orient="landscape" w:code="9"/>
      <w:pgMar w:top="1134" w:right="678" w:bottom="1134" w:left="56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2AF3E0" w14:textId="77777777" w:rsidR="00B74815" w:rsidRDefault="00B74815" w:rsidP="001B3C2B">
      <w:r>
        <w:separator/>
      </w:r>
    </w:p>
  </w:endnote>
  <w:endnote w:type="continuationSeparator" w:id="0">
    <w:p w14:paraId="40112666" w14:textId="77777777" w:rsidR="00B74815" w:rsidRDefault="00B74815" w:rsidP="001B3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3C50A" w14:textId="080333B9" w:rsidR="004D3C1D" w:rsidRDefault="004D3C1D" w:rsidP="006C79DC">
    <w:pPr>
      <w:pStyle w:val="Pieddepage"/>
      <w:tabs>
        <w:tab w:val="clear" w:pos="4536"/>
        <w:tab w:val="clear" w:pos="9072"/>
        <w:tab w:val="right" w:pos="9639"/>
        <w:tab w:val="center" w:pos="15451"/>
      </w:tabs>
    </w:pPr>
    <w:r>
      <w:t>Secrétariat général de l’Autorité de contrôle prudentiel</w:t>
    </w:r>
    <w:r w:rsidR="005B6A59">
      <w:t xml:space="preserve"> et de résolution</w:t>
    </w:r>
    <w:r>
      <w:tab/>
    </w:r>
    <w:r>
      <w:fldChar w:fldCharType="begin"/>
    </w:r>
    <w:r>
      <w:instrText xml:space="preserve"> PAGE  \* Arabic  \* MERGEFORMAT </w:instrText>
    </w:r>
    <w:r>
      <w:fldChar w:fldCharType="separate"/>
    </w:r>
    <w:r w:rsidR="007B58E3">
      <w:rPr>
        <w:noProof/>
      </w:rPr>
      <w:t>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3C50C" w14:textId="77777777" w:rsidR="004D3C1D" w:rsidRPr="00703E34" w:rsidRDefault="004D3C1D" w:rsidP="00703E34">
    <w:pPr>
      <w:pStyle w:val="Pieddepage"/>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3C512" w14:textId="2E9AC024" w:rsidR="004D3C1D" w:rsidRPr="0025503E" w:rsidRDefault="004D3C1D"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w:t>
    </w:r>
    <w:r w:rsidR="005B6A59">
      <w:t xml:space="preserve"> et de résolution</w:t>
    </w:r>
    <w:r>
      <w:tab/>
    </w:r>
    <w:sdt>
      <w:sdtPr>
        <w:id w:val="19669390"/>
        <w:docPartObj>
          <w:docPartGallery w:val="Page Numbers (Bottom of Page)"/>
          <w:docPartUnique/>
        </w:docPartObj>
      </w:sdtPr>
      <w:sdtContent>
        <w:r>
          <w:fldChar w:fldCharType="begin"/>
        </w:r>
        <w:r>
          <w:instrText xml:space="preserve"> PAGE   \* MERGEFORMAT </w:instrText>
        </w:r>
        <w:r>
          <w:fldChar w:fldCharType="separate"/>
        </w:r>
        <w:r w:rsidR="007B58E3">
          <w:rPr>
            <w:noProof/>
          </w:rPr>
          <w:t>5</w:t>
        </w:r>
        <w:r>
          <w:rPr>
            <w:noProof/>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3C513" w14:textId="77777777" w:rsidR="004D3C1D" w:rsidRPr="0025503E" w:rsidRDefault="004D3C1D"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w:t>
    </w:r>
    <w:r>
      <w:tab/>
    </w:r>
    <w:sdt>
      <w:sdtPr>
        <w:id w:val="19669369"/>
        <w:docPartObj>
          <w:docPartGallery w:val="Page Numbers (Bottom of Page)"/>
          <w:docPartUnique/>
        </w:docPartObj>
      </w:sdtPr>
      <w:sdtContent>
        <w:r>
          <w:fldChar w:fldCharType="begin"/>
        </w:r>
        <w:r>
          <w:instrText xml:space="preserve"> PAGE   \* MERGEFORMAT </w:instrText>
        </w:r>
        <w:r>
          <w:fldChar w:fldCharType="separate"/>
        </w:r>
        <w:r>
          <w:rPr>
            <w:noProof/>
          </w:rPr>
          <w:t>15</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FC5E6C" w14:textId="77777777" w:rsidR="00B74815" w:rsidRDefault="00B74815" w:rsidP="001B3C2B">
      <w:r>
        <w:separator/>
      </w:r>
    </w:p>
  </w:footnote>
  <w:footnote w:type="continuationSeparator" w:id="0">
    <w:p w14:paraId="1AD4A7BD" w14:textId="77777777" w:rsidR="00B74815" w:rsidRDefault="00B74815" w:rsidP="001B3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3C509" w14:textId="3C12177C" w:rsidR="004D3C1D" w:rsidRPr="00B36ED6" w:rsidRDefault="004D3C1D" w:rsidP="006C79DC">
    <w:pPr>
      <w:pStyle w:val="En-tte"/>
      <w:tabs>
        <w:tab w:val="clear" w:pos="4536"/>
        <w:tab w:val="clear" w:pos="9072"/>
      </w:tabs>
    </w:pPr>
    <w:r>
      <w:t>Guide méthodologique</w:t>
    </w:r>
    <w:r w:rsidRPr="00EA2125">
      <w:t xml:space="preserve"> – Utilisation de l’état </w:t>
    </w:r>
    <w:r w:rsidR="005B6A59" w:rsidRPr="005B6A59">
      <w:t>de suivi de l’activité en substitution –FR.27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3C50B" w14:textId="77777777" w:rsidR="004D3C1D" w:rsidRPr="006C79DC" w:rsidRDefault="004D3C1D" w:rsidP="00703E34">
    <w:pPr>
      <w:pStyle w:val="En-tt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3C511" w14:textId="4C764E26" w:rsidR="004D3C1D" w:rsidRPr="00774E7B" w:rsidRDefault="004D3C1D" w:rsidP="00703E34">
    <w:pPr>
      <w:pStyle w:val="En-tte"/>
      <w:tabs>
        <w:tab w:val="clear" w:pos="4536"/>
        <w:tab w:val="clear" w:pos="9072"/>
      </w:tabs>
    </w:pPr>
    <w:r>
      <w:t>Guide méthodologique</w:t>
    </w:r>
    <w:r w:rsidRPr="00EA2125">
      <w:t xml:space="preserve"> – Utilisation de l’état de </w:t>
    </w:r>
    <w:r w:rsidR="005B6A59">
      <w:t>suivi de l’activité en substitution</w:t>
    </w:r>
    <w:r w:rsidRPr="00EA2125">
      <w:t xml:space="preserve"> –</w:t>
    </w:r>
    <w:r w:rsidR="005B6A59">
      <w:t>FR.27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129B1"/>
    <w:multiLevelType w:val="multilevel"/>
    <w:tmpl w:val="48D22BBE"/>
    <w:lvl w:ilvl="0">
      <w:start w:val="1"/>
      <w:numFmt w:val="upperRoman"/>
      <w:pStyle w:val="Titre1"/>
      <w:lvlText w:val="%1."/>
      <w:lvlJc w:val="righ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5DF7084"/>
    <w:multiLevelType w:val="hybridMultilevel"/>
    <w:tmpl w:val="06B8263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15:restartNumberingAfterBreak="0">
    <w:nsid w:val="07FF747C"/>
    <w:multiLevelType w:val="hybridMultilevel"/>
    <w:tmpl w:val="34C24EC4"/>
    <w:lvl w:ilvl="0" w:tplc="1FD6D5AE">
      <w:start w:val="1"/>
      <w:numFmt w:val="bullet"/>
      <w:pStyle w:val="Publinumration2eniv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A03F44"/>
    <w:multiLevelType w:val="hybridMultilevel"/>
    <w:tmpl w:val="ACA48BC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15:restartNumberingAfterBreak="0">
    <w:nsid w:val="0EF8759C"/>
    <w:multiLevelType w:val="hybridMultilevel"/>
    <w:tmpl w:val="66FE86A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1BB93DFD"/>
    <w:multiLevelType w:val="hybridMultilevel"/>
    <w:tmpl w:val="7262A798"/>
    <w:lvl w:ilvl="0" w:tplc="0F64B672">
      <w:start w:val="1"/>
      <w:numFmt w:val="bullet"/>
      <w:pStyle w:val="Publinumration1erniveau"/>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4856CC"/>
    <w:multiLevelType w:val="hybridMultilevel"/>
    <w:tmpl w:val="DAA0BD2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248B2616"/>
    <w:multiLevelType w:val="hybridMultilevel"/>
    <w:tmpl w:val="C382EFF0"/>
    <w:lvl w:ilvl="0" w:tplc="3E0E0EB0">
      <w:numFmt w:val="bullet"/>
      <w:lvlText w:val="−"/>
      <w:lvlJc w:val="left"/>
      <w:pPr>
        <w:ind w:left="927"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3414204B"/>
    <w:multiLevelType w:val="hybridMultilevel"/>
    <w:tmpl w:val="1444ED5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9" w15:restartNumberingAfterBreak="0">
    <w:nsid w:val="351A62E9"/>
    <w:multiLevelType w:val="hybridMultilevel"/>
    <w:tmpl w:val="018CA83A"/>
    <w:lvl w:ilvl="0" w:tplc="3F5883F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A57D63"/>
    <w:multiLevelType w:val="hybridMultilevel"/>
    <w:tmpl w:val="2B96933C"/>
    <w:lvl w:ilvl="0" w:tplc="3E0E0EB0">
      <w:numFmt w:val="bullet"/>
      <w:lvlText w:val="−"/>
      <w:lvlJc w:val="left"/>
      <w:pPr>
        <w:ind w:left="643" w:hanging="360"/>
      </w:pPr>
      <w:rPr>
        <w:rFonts w:ascii="Calibri" w:eastAsia="Times New Roman" w:hAnsi="Calibri"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1" w15:restartNumberingAfterBreak="0">
    <w:nsid w:val="3AAD33F6"/>
    <w:multiLevelType w:val="hybridMultilevel"/>
    <w:tmpl w:val="57D85D9E"/>
    <w:lvl w:ilvl="0" w:tplc="301A9EB6">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2" w15:restartNumberingAfterBreak="0">
    <w:nsid w:val="3D6D3174"/>
    <w:multiLevelType w:val="hybridMultilevel"/>
    <w:tmpl w:val="D176207A"/>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4E7A67E2"/>
    <w:multiLevelType w:val="hybridMultilevel"/>
    <w:tmpl w:val="46A0E8A2"/>
    <w:lvl w:ilvl="0" w:tplc="3F5883FC">
      <w:numFmt w:val="bullet"/>
      <w:lvlText w:val="-"/>
      <w:lvlJc w:val="left"/>
      <w:pPr>
        <w:ind w:left="360" w:hanging="360"/>
      </w:pPr>
      <w:rPr>
        <w:rFonts w:ascii="Times New Roman" w:eastAsiaTheme="minorHAnsi"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EF85706"/>
    <w:multiLevelType w:val="hybridMultilevel"/>
    <w:tmpl w:val="A85A292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5" w15:restartNumberingAfterBreak="0">
    <w:nsid w:val="592115BA"/>
    <w:multiLevelType w:val="hybridMultilevel"/>
    <w:tmpl w:val="39A018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15:restartNumberingAfterBreak="0">
    <w:nsid w:val="5AED72DE"/>
    <w:multiLevelType w:val="hybridMultilevel"/>
    <w:tmpl w:val="1F5096A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5B86609E"/>
    <w:multiLevelType w:val="hybridMultilevel"/>
    <w:tmpl w:val="971A6B7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5C3F344D"/>
    <w:multiLevelType w:val="hybridMultilevel"/>
    <w:tmpl w:val="4FC472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5ECA3574"/>
    <w:multiLevelType w:val="hybridMultilevel"/>
    <w:tmpl w:val="46BE448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15:restartNumberingAfterBreak="0">
    <w:nsid w:val="6C0E1261"/>
    <w:multiLevelType w:val="hybridMultilevel"/>
    <w:tmpl w:val="A01E4984"/>
    <w:lvl w:ilvl="0" w:tplc="3E0E0EB0">
      <w:numFmt w:val="bullet"/>
      <w:lvlText w:val="−"/>
      <w:lvlJc w:val="left"/>
      <w:pPr>
        <w:ind w:left="922" w:hanging="360"/>
      </w:pPr>
      <w:rPr>
        <w:rFonts w:ascii="Calibri" w:eastAsia="Times New Roman" w:hAnsi="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21" w15:restartNumberingAfterBreak="0">
    <w:nsid w:val="78D66935"/>
    <w:multiLevelType w:val="hybridMultilevel"/>
    <w:tmpl w:val="E4844BD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2" w15:restartNumberingAfterBreak="0">
    <w:nsid w:val="7EDE5504"/>
    <w:multiLevelType w:val="hybridMultilevel"/>
    <w:tmpl w:val="290C00B2"/>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16cid:durableId="199244295">
    <w:abstractNumId w:val="5"/>
  </w:num>
  <w:num w:numId="2" w16cid:durableId="63798173">
    <w:abstractNumId w:val="0"/>
  </w:num>
  <w:num w:numId="3" w16cid:durableId="124087674">
    <w:abstractNumId w:val="2"/>
  </w:num>
  <w:num w:numId="4" w16cid:durableId="101219968">
    <w:abstractNumId w:val="10"/>
  </w:num>
  <w:num w:numId="5" w16cid:durableId="1594320017">
    <w:abstractNumId w:val="15"/>
  </w:num>
  <w:num w:numId="6" w16cid:durableId="2012945899">
    <w:abstractNumId w:val="7"/>
  </w:num>
  <w:num w:numId="7" w16cid:durableId="965502716">
    <w:abstractNumId w:val="4"/>
  </w:num>
  <w:num w:numId="8" w16cid:durableId="1855148986">
    <w:abstractNumId w:val="17"/>
  </w:num>
  <w:num w:numId="9" w16cid:durableId="443309414">
    <w:abstractNumId w:val="16"/>
  </w:num>
  <w:num w:numId="10" w16cid:durableId="1662074886">
    <w:abstractNumId w:val="1"/>
  </w:num>
  <w:num w:numId="11" w16cid:durableId="1480030306">
    <w:abstractNumId w:val="6"/>
  </w:num>
  <w:num w:numId="12" w16cid:durableId="1205631270">
    <w:abstractNumId w:val="14"/>
  </w:num>
  <w:num w:numId="13" w16cid:durableId="782261175">
    <w:abstractNumId w:val="20"/>
  </w:num>
  <w:num w:numId="14" w16cid:durableId="2086032845">
    <w:abstractNumId w:val="19"/>
  </w:num>
  <w:num w:numId="15" w16cid:durableId="1576938627">
    <w:abstractNumId w:val="22"/>
  </w:num>
  <w:num w:numId="16" w16cid:durableId="202594293">
    <w:abstractNumId w:val="3"/>
  </w:num>
  <w:num w:numId="17" w16cid:durableId="684290621">
    <w:abstractNumId w:val="21"/>
  </w:num>
  <w:num w:numId="18" w16cid:durableId="1759330729">
    <w:abstractNumId w:val="12"/>
  </w:num>
  <w:num w:numId="19" w16cid:durableId="1002397753">
    <w:abstractNumId w:val="8"/>
  </w:num>
  <w:num w:numId="20" w16cid:durableId="220023149">
    <w:abstractNumId w:val="18"/>
  </w:num>
  <w:num w:numId="21" w16cid:durableId="467363878">
    <w:abstractNumId w:val="11"/>
  </w:num>
  <w:num w:numId="22" w16cid:durableId="662197697">
    <w:abstractNumId w:val="9"/>
  </w:num>
  <w:num w:numId="23" w16cid:durableId="1124345954">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6CC"/>
    <w:rsid w:val="00000620"/>
    <w:rsid w:val="000140CB"/>
    <w:rsid w:val="00025C3B"/>
    <w:rsid w:val="00027C0B"/>
    <w:rsid w:val="000302C8"/>
    <w:rsid w:val="00044379"/>
    <w:rsid w:val="00081E9D"/>
    <w:rsid w:val="0008631A"/>
    <w:rsid w:val="00091A03"/>
    <w:rsid w:val="000943A8"/>
    <w:rsid w:val="000B1B3A"/>
    <w:rsid w:val="000B50E0"/>
    <w:rsid w:val="000E702B"/>
    <w:rsid w:val="000F1C2E"/>
    <w:rsid w:val="001057D4"/>
    <w:rsid w:val="0011453B"/>
    <w:rsid w:val="001158F7"/>
    <w:rsid w:val="00161289"/>
    <w:rsid w:val="0019347F"/>
    <w:rsid w:val="001A42D0"/>
    <w:rsid w:val="001B3C00"/>
    <w:rsid w:val="001B3C2B"/>
    <w:rsid w:val="001D646A"/>
    <w:rsid w:val="001D7C42"/>
    <w:rsid w:val="00202053"/>
    <w:rsid w:val="00203F23"/>
    <w:rsid w:val="00211C2C"/>
    <w:rsid w:val="00212F47"/>
    <w:rsid w:val="00224299"/>
    <w:rsid w:val="00227AFA"/>
    <w:rsid w:val="0023690B"/>
    <w:rsid w:val="00243E84"/>
    <w:rsid w:val="00244779"/>
    <w:rsid w:val="0025503E"/>
    <w:rsid w:val="00262A92"/>
    <w:rsid w:val="002658F6"/>
    <w:rsid w:val="00273C45"/>
    <w:rsid w:val="00280D74"/>
    <w:rsid w:val="00296814"/>
    <w:rsid w:val="00296B8E"/>
    <w:rsid w:val="002A379C"/>
    <w:rsid w:val="002A385B"/>
    <w:rsid w:val="002B4608"/>
    <w:rsid w:val="002B580C"/>
    <w:rsid w:val="002D266F"/>
    <w:rsid w:val="002F3708"/>
    <w:rsid w:val="003129A8"/>
    <w:rsid w:val="00314604"/>
    <w:rsid w:val="00316D83"/>
    <w:rsid w:val="00322550"/>
    <w:rsid w:val="00325225"/>
    <w:rsid w:val="00335E52"/>
    <w:rsid w:val="00336DF8"/>
    <w:rsid w:val="00350BA2"/>
    <w:rsid w:val="00355906"/>
    <w:rsid w:val="0036364D"/>
    <w:rsid w:val="00385009"/>
    <w:rsid w:val="003A63F7"/>
    <w:rsid w:val="003A71B9"/>
    <w:rsid w:val="003C25A3"/>
    <w:rsid w:val="003D04C2"/>
    <w:rsid w:val="003D72F0"/>
    <w:rsid w:val="00411C09"/>
    <w:rsid w:val="0041790D"/>
    <w:rsid w:val="00422F75"/>
    <w:rsid w:val="00435D31"/>
    <w:rsid w:val="00454B2D"/>
    <w:rsid w:val="00465641"/>
    <w:rsid w:val="00467E83"/>
    <w:rsid w:val="00470679"/>
    <w:rsid w:val="00473383"/>
    <w:rsid w:val="00497494"/>
    <w:rsid w:val="004A1026"/>
    <w:rsid w:val="004C2565"/>
    <w:rsid w:val="004D3431"/>
    <w:rsid w:val="004D3C1D"/>
    <w:rsid w:val="004D69AF"/>
    <w:rsid w:val="004E4CEB"/>
    <w:rsid w:val="004F172F"/>
    <w:rsid w:val="004F6D62"/>
    <w:rsid w:val="004F703D"/>
    <w:rsid w:val="005013DB"/>
    <w:rsid w:val="00507793"/>
    <w:rsid w:val="0051013C"/>
    <w:rsid w:val="00512B23"/>
    <w:rsid w:val="005171A6"/>
    <w:rsid w:val="00542D38"/>
    <w:rsid w:val="00550B52"/>
    <w:rsid w:val="00551A55"/>
    <w:rsid w:val="00572A0A"/>
    <w:rsid w:val="00572C00"/>
    <w:rsid w:val="005B2E7B"/>
    <w:rsid w:val="005B6A59"/>
    <w:rsid w:val="005E57C9"/>
    <w:rsid w:val="005E58E2"/>
    <w:rsid w:val="005F0017"/>
    <w:rsid w:val="005F3BE5"/>
    <w:rsid w:val="00604B0D"/>
    <w:rsid w:val="00605D0B"/>
    <w:rsid w:val="00611552"/>
    <w:rsid w:val="00621BBD"/>
    <w:rsid w:val="00660257"/>
    <w:rsid w:val="006812CA"/>
    <w:rsid w:val="0069408B"/>
    <w:rsid w:val="006A6FFE"/>
    <w:rsid w:val="006C79DC"/>
    <w:rsid w:val="006D3D5B"/>
    <w:rsid w:val="006D5B51"/>
    <w:rsid w:val="006D6E5C"/>
    <w:rsid w:val="006E248A"/>
    <w:rsid w:val="006E2559"/>
    <w:rsid w:val="006F3D90"/>
    <w:rsid w:val="00703E34"/>
    <w:rsid w:val="00720A62"/>
    <w:rsid w:val="0072151C"/>
    <w:rsid w:val="007265CA"/>
    <w:rsid w:val="0073039C"/>
    <w:rsid w:val="0074170B"/>
    <w:rsid w:val="00742C51"/>
    <w:rsid w:val="0076211F"/>
    <w:rsid w:val="007661B9"/>
    <w:rsid w:val="00774E7B"/>
    <w:rsid w:val="00785456"/>
    <w:rsid w:val="007A228A"/>
    <w:rsid w:val="007A3845"/>
    <w:rsid w:val="007B3FB5"/>
    <w:rsid w:val="007B58E3"/>
    <w:rsid w:val="007C1CCA"/>
    <w:rsid w:val="007C3FB3"/>
    <w:rsid w:val="007D1061"/>
    <w:rsid w:val="007D27A7"/>
    <w:rsid w:val="007D373D"/>
    <w:rsid w:val="007E2AFB"/>
    <w:rsid w:val="007E7D4B"/>
    <w:rsid w:val="007F7629"/>
    <w:rsid w:val="00817886"/>
    <w:rsid w:val="00820495"/>
    <w:rsid w:val="008226DD"/>
    <w:rsid w:val="0082603B"/>
    <w:rsid w:val="00831CF0"/>
    <w:rsid w:val="008333D0"/>
    <w:rsid w:val="008337E7"/>
    <w:rsid w:val="008371CD"/>
    <w:rsid w:val="0084083C"/>
    <w:rsid w:val="00857803"/>
    <w:rsid w:val="008604F1"/>
    <w:rsid w:val="00871241"/>
    <w:rsid w:val="00881098"/>
    <w:rsid w:val="0089460C"/>
    <w:rsid w:val="008A146D"/>
    <w:rsid w:val="008A1DE9"/>
    <w:rsid w:val="008C3D24"/>
    <w:rsid w:val="008E54CA"/>
    <w:rsid w:val="00904F63"/>
    <w:rsid w:val="0091238E"/>
    <w:rsid w:val="0091657B"/>
    <w:rsid w:val="009323EB"/>
    <w:rsid w:val="00932EC7"/>
    <w:rsid w:val="009448BD"/>
    <w:rsid w:val="00944D8E"/>
    <w:rsid w:val="00950715"/>
    <w:rsid w:val="00956A9D"/>
    <w:rsid w:val="00966AC1"/>
    <w:rsid w:val="00981107"/>
    <w:rsid w:val="00985BD8"/>
    <w:rsid w:val="00993346"/>
    <w:rsid w:val="0099730D"/>
    <w:rsid w:val="009C08DE"/>
    <w:rsid w:val="009D7E47"/>
    <w:rsid w:val="009F4C63"/>
    <w:rsid w:val="00A1140F"/>
    <w:rsid w:val="00A13167"/>
    <w:rsid w:val="00A13EB8"/>
    <w:rsid w:val="00A33950"/>
    <w:rsid w:val="00A4413E"/>
    <w:rsid w:val="00A471AF"/>
    <w:rsid w:val="00A574D6"/>
    <w:rsid w:val="00A74034"/>
    <w:rsid w:val="00A74EBF"/>
    <w:rsid w:val="00AA075F"/>
    <w:rsid w:val="00AA4C01"/>
    <w:rsid w:val="00AB5BD3"/>
    <w:rsid w:val="00AB61D3"/>
    <w:rsid w:val="00AC3A9A"/>
    <w:rsid w:val="00AE033D"/>
    <w:rsid w:val="00B03380"/>
    <w:rsid w:val="00B11D52"/>
    <w:rsid w:val="00B1708B"/>
    <w:rsid w:val="00B36ED6"/>
    <w:rsid w:val="00B552F1"/>
    <w:rsid w:val="00B74815"/>
    <w:rsid w:val="00B83F99"/>
    <w:rsid w:val="00B8741D"/>
    <w:rsid w:val="00B9135F"/>
    <w:rsid w:val="00B966A6"/>
    <w:rsid w:val="00B97BC4"/>
    <w:rsid w:val="00C05EC5"/>
    <w:rsid w:val="00C108E0"/>
    <w:rsid w:val="00C21A8E"/>
    <w:rsid w:val="00C30054"/>
    <w:rsid w:val="00C405A2"/>
    <w:rsid w:val="00C57E1B"/>
    <w:rsid w:val="00C60C91"/>
    <w:rsid w:val="00C62406"/>
    <w:rsid w:val="00C76012"/>
    <w:rsid w:val="00C832FC"/>
    <w:rsid w:val="00C953FF"/>
    <w:rsid w:val="00CA780A"/>
    <w:rsid w:val="00CB52DD"/>
    <w:rsid w:val="00CB61E4"/>
    <w:rsid w:val="00CB7920"/>
    <w:rsid w:val="00CB7C4D"/>
    <w:rsid w:val="00CC034F"/>
    <w:rsid w:val="00CC0CA7"/>
    <w:rsid w:val="00CC5034"/>
    <w:rsid w:val="00CE14D4"/>
    <w:rsid w:val="00CE1898"/>
    <w:rsid w:val="00CF51AE"/>
    <w:rsid w:val="00D112F5"/>
    <w:rsid w:val="00D17786"/>
    <w:rsid w:val="00D468D8"/>
    <w:rsid w:val="00D52967"/>
    <w:rsid w:val="00D672B8"/>
    <w:rsid w:val="00D84321"/>
    <w:rsid w:val="00DA1F8B"/>
    <w:rsid w:val="00DB682C"/>
    <w:rsid w:val="00DB6A71"/>
    <w:rsid w:val="00DC60A4"/>
    <w:rsid w:val="00DF2D66"/>
    <w:rsid w:val="00E02777"/>
    <w:rsid w:val="00E069DB"/>
    <w:rsid w:val="00E23148"/>
    <w:rsid w:val="00E41235"/>
    <w:rsid w:val="00E50825"/>
    <w:rsid w:val="00E7144C"/>
    <w:rsid w:val="00E71BB6"/>
    <w:rsid w:val="00E812D1"/>
    <w:rsid w:val="00E962E9"/>
    <w:rsid w:val="00EA7379"/>
    <w:rsid w:val="00EB0903"/>
    <w:rsid w:val="00EB3DFB"/>
    <w:rsid w:val="00EB559C"/>
    <w:rsid w:val="00EC16CC"/>
    <w:rsid w:val="00EC48DC"/>
    <w:rsid w:val="00EC6A4C"/>
    <w:rsid w:val="00EE1210"/>
    <w:rsid w:val="00EE3E9E"/>
    <w:rsid w:val="00EF3B90"/>
    <w:rsid w:val="00EF7FE2"/>
    <w:rsid w:val="00F1117D"/>
    <w:rsid w:val="00F1593F"/>
    <w:rsid w:val="00F25040"/>
    <w:rsid w:val="00F344AA"/>
    <w:rsid w:val="00F45026"/>
    <w:rsid w:val="00F454B9"/>
    <w:rsid w:val="00F71853"/>
    <w:rsid w:val="00F86E6F"/>
    <w:rsid w:val="00F918F6"/>
    <w:rsid w:val="00FA4B45"/>
    <w:rsid w:val="00FB0A0B"/>
    <w:rsid w:val="00FC1ADC"/>
    <w:rsid w:val="00FE0E54"/>
    <w:rsid w:val="00FF3E27"/>
    <w:rsid w:val="00FF7C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63C199"/>
  <w15:docId w15:val="{169B5C66-D1CA-4993-8BAB-A905C6797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814"/>
    <w:pPr>
      <w:spacing w:after="0" w:line="240" w:lineRule="auto"/>
      <w:jc w:val="both"/>
    </w:pPr>
    <w:rPr>
      <w:rFonts w:ascii="Times New Roman" w:hAnsi="Times New Roman"/>
    </w:rPr>
  </w:style>
  <w:style w:type="paragraph" w:styleId="Titre1">
    <w:name w:val="heading 1"/>
    <w:basedOn w:val="Normal"/>
    <w:next w:val="Normal"/>
    <w:link w:val="Titre1Car"/>
    <w:qFormat/>
    <w:rsid w:val="001B3C00"/>
    <w:pPr>
      <w:keepNext/>
      <w:keepLines/>
      <w:numPr>
        <w:numId w:val="2"/>
      </w:numPr>
      <w:jc w:val="left"/>
      <w:outlineLvl w:val="0"/>
    </w:pPr>
    <w:rPr>
      <w:rFonts w:ascii="Arial" w:eastAsiaTheme="majorEastAsia" w:hAnsi="Arial" w:cs="Arial"/>
      <w:bCs/>
      <w:sz w:val="32"/>
      <w:szCs w:val="32"/>
    </w:rPr>
  </w:style>
  <w:style w:type="paragraph" w:styleId="Titre2">
    <w:name w:val="heading 2"/>
    <w:basedOn w:val="Normal"/>
    <w:next w:val="Normal"/>
    <w:link w:val="Titre2Car"/>
    <w:unhideWhenUsed/>
    <w:qFormat/>
    <w:rsid w:val="001B3C00"/>
    <w:pPr>
      <w:keepNext/>
      <w:keepLines/>
      <w:numPr>
        <w:ilvl w:val="1"/>
        <w:numId w:val="2"/>
      </w:numPr>
      <w:jc w:val="left"/>
      <w:outlineLvl w:val="1"/>
    </w:pPr>
    <w:rPr>
      <w:rFonts w:ascii="Arial" w:eastAsiaTheme="majorEastAsia" w:hAnsi="Arial" w:cs="Arial"/>
      <w:b/>
      <w:bCs/>
      <w:sz w:val="24"/>
      <w:szCs w:val="24"/>
    </w:rPr>
  </w:style>
  <w:style w:type="paragraph" w:styleId="Titre3">
    <w:name w:val="heading 3"/>
    <w:basedOn w:val="Normal"/>
    <w:next w:val="Normal"/>
    <w:link w:val="Titre3Car"/>
    <w:unhideWhenUsed/>
    <w:qFormat/>
    <w:rsid w:val="001B3C00"/>
    <w:pPr>
      <w:keepNext/>
      <w:keepLines/>
      <w:numPr>
        <w:ilvl w:val="2"/>
        <w:numId w:val="2"/>
      </w:numPr>
      <w:jc w:val="left"/>
      <w:outlineLvl w:val="2"/>
    </w:pPr>
    <w:rPr>
      <w:rFonts w:ascii="Arial" w:eastAsiaTheme="majorEastAsia" w:hAnsi="Arial" w:cs="Arial"/>
      <w:bCs/>
    </w:rPr>
  </w:style>
  <w:style w:type="paragraph" w:styleId="Titre4">
    <w:name w:val="heading 4"/>
    <w:basedOn w:val="Normal"/>
    <w:next w:val="Normal"/>
    <w:link w:val="Titre4Car"/>
    <w:unhideWhenUsed/>
    <w:qFormat/>
    <w:rsid w:val="001B3C00"/>
    <w:pPr>
      <w:keepNext/>
      <w:keepLines/>
      <w:numPr>
        <w:ilvl w:val="3"/>
        <w:numId w:val="2"/>
      </w:numPr>
      <w:jc w:val="left"/>
      <w:outlineLvl w:val="3"/>
    </w:pPr>
    <w:rPr>
      <w:rFonts w:eastAsiaTheme="majorEastAsia"/>
      <w:b/>
      <w:bCs/>
      <w:i/>
      <w:iCs/>
    </w:rPr>
  </w:style>
  <w:style w:type="paragraph" w:styleId="Titre5">
    <w:name w:val="heading 5"/>
    <w:basedOn w:val="Normal"/>
    <w:next w:val="Normal"/>
    <w:link w:val="Titre5Car"/>
    <w:unhideWhenUsed/>
    <w:qFormat/>
    <w:rsid w:val="001B3C00"/>
    <w:pPr>
      <w:keepNext/>
      <w:keepLines/>
      <w:jc w:val="left"/>
      <w:outlineLvl w:val="4"/>
    </w:pPr>
    <w:rPr>
      <w:rFonts w:eastAsiaTheme="majorEastAsia"/>
      <w:b/>
    </w:rPr>
  </w:style>
  <w:style w:type="paragraph" w:styleId="Titre6">
    <w:name w:val="heading 6"/>
    <w:basedOn w:val="Normal"/>
    <w:next w:val="Normal"/>
    <w:link w:val="Titre6Car"/>
    <w:uiPriority w:val="9"/>
    <w:unhideWhenUsed/>
    <w:qFormat/>
    <w:rsid w:val="001B3C00"/>
    <w:pPr>
      <w:keepNext/>
      <w:keepLines/>
      <w:jc w:val="left"/>
      <w:outlineLvl w:val="5"/>
    </w:pPr>
    <w:rPr>
      <w:rFonts w:eastAsiaTheme="majorEastAsia"/>
      <w:i/>
      <w:iCs/>
    </w:rPr>
  </w:style>
  <w:style w:type="paragraph" w:styleId="Titre7">
    <w:name w:val="heading 7"/>
    <w:basedOn w:val="Normal"/>
    <w:next w:val="Normal"/>
    <w:link w:val="Titre7Car"/>
    <w:uiPriority w:val="9"/>
    <w:unhideWhenUsed/>
    <w:qFormat/>
    <w:rsid w:val="001B3C00"/>
    <w:pPr>
      <w:keepNext/>
      <w:keepLines/>
      <w:jc w:val="left"/>
      <w:outlineLvl w:val="6"/>
    </w:pPr>
    <w:rPr>
      <w:rFonts w:eastAsiaTheme="majorEastAsia"/>
      <w:iCs/>
      <w:color w:val="000000" w:themeColor="text1"/>
    </w:rPr>
  </w:style>
  <w:style w:type="paragraph" w:styleId="Titre8">
    <w:name w:val="heading 8"/>
    <w:basedOn w:val="Normal"/>
    <w:next w:val="Normal"/>
    <w:link w:val="Titre8Car"/>
    <w:uiPriority w:val="9"/>
    <w:semiHidden/>
    <w:qFormat/>
    <w:rsid w:val="001B3C00"/>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1B3C00"/>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B3C00"/>
    <w:rPr>
      <w:rFonts w:ascii="Arial" w:eastAsiaTheme="majorEastAsia" w:hAnsi="Arial" w:cs="Arial"/>
      <w:bCs/>
      <w:sz w:val="32"/>
      <w:szCs w:val="32"/>
    </w:rPr>
  </w:style>
  <w:style w:type="character" w:customStyle="1" w:styleId="Titre2Car">
    <w:name w:val="Titre 2 Car"/>
    <w:basedOn w:val="Policepardfaut"/>
    <w:link w:val="Titre2"/>
    <w:rsid w:val="001B3C00"/>
    <w:rPr>
      <w:rFonts w:ascii="Arial" w:eastAsiaTheme="majorEastAsia" w:hAnsi="Arial" w:cs="Arial"/>
      <w:b/>
      <w:bCs/>
      <w:sz w:val="24"/>
      <w:szCs w:val="24"/>
    </w:rPr>
  </w:style>
  <w:style w:type="character" w:customStyle="1" w:styleId="Titre3Car">
    <w:name w:val="Titre 3 Car"/>
    <w:basedOn w:val="Policepardfaut"/>
    <w:link w:val="Titre3"/>
    <w:rsid w:val="001B3C00"/>
    <w:rPr>
      <w:rFonts w:ascii="Arial" w:eastAsiaTheme="majorEastAsia" w:hAnsi="Arial" w:cs="Arial"/>
      <w:bCs/>
    </w:rPr>
  </w:style>
  <w:style w:type="character" w:customStyle="1" w:styleId="Titre4Car">
    <w:name w:val="Titre 4 Car"/>
    <w:basedOn w:val="Policepardfaut"/>
    <w:link w:val="Titre4"/>
    <w:rsid w:val="001B3C00"/>
    <w:rPr>
      <w:rFonts w:ascii="Times New Roman" w:eastAsiaTheme="majorEastAsia" w:hAnsi="Times New Roman"/>
      <w:b/>
      <w:bCs/>
      <w:i/>
      <w:iCs/>
    </w:rPr>
  </w:style>
  <w:style w:type="character" w:customStyle="1" w:styleId="Titre5Car">
    <w:name w:val="Titre 5 Car"/>
    <w:basedOn w:val="Policepardfaut"/>
    <w:link w:val="Titre5"/>
    <w:uiPriority w:val="9"/>
    <w:rsid w:val="001B3C00"/>
    <w:rPr>
      <w:rFonts w:ascii="Times New Roman" w:eastAsiaTheme="majorEastAsia" w:hAnsi="Times New Roman"/>
      <w:b/>
    </w:rPr>
  </w:style>
  <w:style w:type="character" w:customStyle="1" w:styleId="Titre6Car">
    <w:name w:val="Titre 6 Car"/>
    <w:basedOn w:val="Policepardfaut"/>
    <w:link w:val="Titre6"/>
    <w:uiPriority w:val="9"/>
    <w:rsid w:val="001B3C00"/>
    <w:rPr>
      <w:rFonts w:ascii="Times New Roman" w:eastAsiaTheme="majorEastAsia" w:hAnsi="Times New Roman"/>
      <w:i/>
      <w:iCs/>
    </w:rPr>
  </w:style>
  <w:style w:type="character" w:customStyle="1" w:styleId="Titre7Car">
    <w:name w:val="Titre 7 Car"/>
    <w:basedOn w:val="Policepardfaut"/>
    <w:link w:val="Titre7"/>
    <w:uiPriority w:val="9"/>
    <w:rsid w:val="001B3C00"/>
    <w:rPr>
      <w:rFonts w:ascii="Times New Roman" w:eastAsiaTheme="majorEastAsia" w:hAnsi="Times New Roman"/>
      <w:iCs/>
      <w:color w:val="000000" w:themeColor="text1"/>
    </w:rPr>
  </w:style>
  <w:style w:type="character" w:customStyle="1" w:styleId="Titre8Car">
    <w:name w:val="Titre 8 Car"/>
    <w:basedOn w:val="Policepardfaut"/>
    <w:link w:val="Titre8"/>
    <w:uiPriority w:val="9"/>
    <w:semiHidden/>
    <w:rsid w:val="0029681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96814"/>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qFormat/>
    <w:rsid w:val="001B3C00"/>
    <w:pPr>
      <w:contextualSpacing/>
      <w:jc w:val="center"/>
    </w:pPr>
    <w:rPr>
      <w:rFonts w:ascii="Arial" w:eastAsiaTheme="majorEastAsia" w:hAnsi="Arial" w:cs="Arial"/>
      <w:b/>
      <w:color w:val="003B8E"/>
      <w:spacing w:val="5"/>
      <w:kern w:val="28"/>
      <w:sz w:val="36"/>
      <w:szCs w:val="36"/>
    </w:rPr>
  </w:style>
  <w:style w:type="character" w:customStyle="1" w:styleId="TitreCar">
    <w:name w:val="Titre Car"/>
    <w:basedOn w:val="Policepardfaut"/>
    <w:link w:val="Titre"/>
    <w:rsid w:val="00296814"/>
    <w:rPr>
      <w:rFonts w:ascii="Arial" w:eastAsiaTheme="majorEastAsia" w:hAnsi="Arial" w:cs="Arial"/>
      <w:b/>
      <w:color w:val="003B8E"/>
      <w:spacing w:val="5"/>
      <w:kern w:val="28"/>
      <w:sz w:val="36"/>
      <w:szCs w:val="36"/>
    </w:rPr>
  </w:style>
  <w:style w:type="paragraph" w:styleId="Paragraphedeliste">
    <w:name w:val="List Paragraph"/>
    <w:basedOn w:val="Normal"/>
    <w:uiPriority w:val="34"/>
    <w:qFormat/>
    <w:rsid w:val="001B3C00"/>
    <w:pPr>
      <w:ind w:left="720"/>
      <w:contextualSpacing/>
    </w:pPr>
  </w:style>
  <w:style w:type="paragraph" w:customStyle="1" w:styleId="Publinumration1erniveau">
    <w:name w:val="Publi énumération 1er niveau"/>
    <w:basedOn w:val="Paragraphedeliste"/>
    <w:link w:val="Publinumration1erniveauCar"/>
    <w:autoRedefine/>
    <w:qFormat/>
    <w:rsid w:val="005F0017"/>
    <w:pPr>
      <w:numPr>
        <w:numId w:val="1"/>
      </w:numPr>
      <w:ind w:left="284" w:hanging="284"/>
    </w:pPr>
  </w:style>
  <w:style w:type="character" w:customStyle="1" w:styleId="Publinumration1erniveauCar">
    <w:name w:val="Publi énumération 1er niveau Car"/>
    <w:basedOn w:val="Policepardfaut"/>
    <w:link w:val="Publinumration1erniveau"/>
    <w:rsid w:val="005F0017"/>
    <w:rPr>
      <w:rFonts w:ascii="Times New Roman" w:hAnsi="Times New Roman"/>
    </w:rPr>
  </w:style>
  <w:style w:type="paragraph" w:customStyle="1" w:styleId="Publinumration2eniveau">
    <w:name w:val="Publi énumération 2e niveau"/>
    <w:basedOn w:val="Paragraphedeliste"/>
    <w:link w:val="Publinumration2eniveauCar"/>
    <w:qFormat/>
    <w:rsid w:val="00857803"/>
    <w:pPr>
      <w:numPr>
        <w:numId w:val="3"/>
      </w:numPr>
      <w:ind w:left="567" w:hanging="283"/>
    </w:pPr>
  </w:style>
  <w:style w:type="character" w:customStyle="1" w:styleId="Publinumration2eniveauCar">
    <w:name w:val="Publi énumération 2e niveau Car"/>
    <w:basedOn w:val="Policepardfaut"/>
    <w:link w:val="Publinumration2eniveau"/>
    <w:rsid w:val="00857803"/>
    <w:rPr>
      <w:rFonts w:ascii="Times New Roman" w:hAnsi="Times New Roman"/>
    </w:rPr>
  </w:style>
  <w:style w:type="paragraph" w:customStyle="1" w:styleId="Publitextecourant">
    <w:name w:val="Publi texte courant"/>
    <w:basedOn w:val="Normal"/>
    <w:link w:val="PublitextecourantCar"/>
    <w:qFormat/>
    <w:rsid w:val="001B3C00"/>
  </w:style>
  <w:style w:type="character" w:customStyle="1" w:styleId="PublitextecourantCar">
    <w:name w:val="Publi texte courant Car"/>
    <w:basedOn w:val="Policepardfaut"/>
    <w:link w:val="Publitextecourant"/>
    <w:rsid w:val="001B3C00"/>
    <w:rPr>
      <w:rFonts w:ascii="Times New Roman" w:hAnsi="Times New Roman"/>
    </w:rPr>
  </w:style>
  <w:style w:type="paragraph" w:styleId="NormalWeb">
    <w:name w:val="Normal (Web)"/>
    <w:basedOn w:val="Normal"/>
    <w:uiPriority w:val="99"/>
    <w:unhideWhenUsed/>
    <w:rsid w:val="00EB0903"/>
    <w:pPr>
      <w:spacing w:before="100" w:beforeAutospacing="1" w:after="100" w:afterAutospacing="1"/>
      <w:jc w:val="left"/>
    </w:pPr>
    <w:rPr>
      <w:rFonts w:eastAsia="Times New Roman" w:cs="Times New Roman"/>
      <w:sz w:val="24"/>
      <w:szCs w:val="24"/>
      <w:lang w:eastAsia="fr-FR"/>
    </w:rPr>
  </w:style>
  <w:style w:type="character" w:styleId="Accentuation">
    <w:name w:val="Emphasis"/>
    <w:basedOn w:val="Policepardfaut"/>
    <w:uiPriority w:val="20"/>
    <w:semiHidden/>
    <w:qFormat/>
    <w:rsid w:val="00EB0903"/>
    <w:rPr>
      <w:i/>
      <w:iCs/>
    </w:rPr>
  </w:style>
  <w:style w:type="character" w:styleId="Lienhypertexte">
    <w:name w:val="Hyperlink"/>
    <w:basedOn w:val="Policepardfaut"/>
    <w:uiPriority w:val="99"/>
    <w:unhideWhenUsed/>
    <w:rsid w:val="0099730D"/>
    <w:rPr>
      <w:color w:val="0000FF" w:themeColor="hyperlink"/>
      <w:u w:val="single"/>
    </w:rPr>
  </w:style>
  <w:style w:type="paragraph" w:customStyle="1" w:styleId="InstructionACP">
    <w:name w:val="Instruction ACP"/>
    <w:basedOn w:val="Normal"/>
    <w:link w:val="InstructionACPCar"/>
    <w:qFormat/>
    <w:rsid w:val="00CC5034"/>
    <w:pPr>
      <w:jc w:val="center"/>
    </w:pPr>
    <w:rPr>
      <w:rFonts w:ascii="Arial" w:hAnsi="Arial" w:cs="Arial"/>
      <w:b/>
      <w:sz w:val="36"/>
      <w:szCs w:val="36"/>
    </w:rPr>
  </w:style>
  <w:style w:type="paragraph" w:customStyle="1" w:styleId="Instructiontitre">
    <w:name w:val="Instruction titre"/>
    <w:basedOn w:val="Normal"/>
    <w:link w:val="InstructiontitreCar"/>
    <w:qFormat/>
    <w:rsid w:val="00CC5034"/>
    <w:pPr>
      <w:jc w:val="center"/>
    </w:pPr>
    <w:rPr>
      <w:rFonts w:ascii="Arial" w:hAnsi="Arial" w:cs="Arial"/>
      <w:color w:val="003B8E"/>
      <w:sz w:val="32"/>
      <w:szCs w:val="32"/>
    </w:rPr>
  </w:style>
  <w:style w:type="character" w:customStyle="1" w:styleId="InstructionACPCar">
    <w:name w:val="Instruction ACP Car"/>
    <w:basedOn w:val="Policepardfaut"/>
    <w:link w:val="InstructionACP"/>
    <w:rsid w:val="00CC5034"/>
    <w:rPr>
      <w:rFonts w:ascii="Arial" w:hAnsi="Arial" w:cs="Arial"/>
      <w:b/>
      <w:sz w:val="36"/>
      <w:szCs w:val="36"/>
    </w:rPr>
  </w:style>
  <w:style w:type="paragraph" w:customStyle="1" w:styleId="Instructionarticle">
    <w:name w:val="Instruction article"/>
    <w:basedOn w:val="Normal"/>
    <w:link w:val="InstructionarticleCar"/>
    <w:qFormat/>
    <w:rsid w:val="00CC5034"/>
    <w:rPr>
      <w:b/>
    </w:rPr>
  </w:style>
  <w:style w:type="character" w:customStyle="1" w:styleId="InstructiontitreCar">
    <w:name w:val="Instruction titre Car"/>
    <w:basedOn w:val="Policepardfaut"/>
    <w:link w:val="Instructiontitre"/>
    <w:rsid w:val="00CC5034"/>
    <w:rPr>
      <w:rFonts w:ascii="Arial" w:hAnsi="Arial" w:cs="Arial"/>
      <w:color w:val="003B8E"/>
      <w:sz w:val="32"/>
      <w:szCs w:val="32"/>
    </w:rPr>
  </w:style>
  <w:style w:type="paragraph" w:customStyle="1" w:styleId="Instructionsignature">
    <w:name w:val="Instruction signature"/>
    <w:basedOn w:val="Normal"/>
    <w:link w:val="InstructionsignatureCar"/>
    <w:qFormat/>
    <w:rsid w:val="00CC5034"/>
    <w:pPr>
      <w:ind w:left="4820"/>
      <w:jc w:val="center"/>
    </w:pPr>
  </w:style>
  <w:style w:type="character" w:customStyle="1" w:styleId="InstructionarticleCar">
    <w:name w:val="Instruction article Car"/>
    <w:basedOn w:val="Policepardfaut"/>
    <w:link w:val="Instructionarticle"/>
    <w:rsid w:val="00CC5034"/>
    <w:rPr>
      <w:rFonts w:ascii="Times New Roman" w:hAnsi="Times New Roman"/>
      <w:b/>
    </w:rPr>
  </w:style>
  <w:style w:type="character" w:customStyle="1" w:styleId="InstructionsignatureCar">
    <w:name w:val="Instruction signature Car"/>
    <w:basedOn w:val="Policepardfaut"/>
    <w:link w:val="Instructionsignature"/>
    <w:rsid w:val="00CC5034"/>
    <w:rPr>
      <w:rFonts w:ascii="Times New Roman" w:hAnsi="Times New Roman"/>
    </w:rPr>
  </w:style>
  <w:style w:type="paragraph" w:styleId="Notedebasdepage">
    <w:name w:val="footnote text"/>
    <w:basedOn w:val="Normal"/>
    <w:link w:val="NotedebasdepageCar"/>
    <w:unhideWhenUsed/>
    <w:rsid w:val="001B3C2B"/>
    <w:pPr>
      <w:spacing w:before="60" w:after="60"/>
      <w:ind w:left="284" w:hanging="284"/>
    </w:pPr>
    <w:rPr>
      <w:rFonts w:cs="Times New Roman"/>
      <w:sz w:val="16"/>
      <w:szCs w:val="16"/>
    </w:rPr>
  </w:style>
  <w:style w:type="character" w:customStyle="1" w:styleId="NotedebasdepageCar">
    <w:name w:val="Note de bas de page Car"/>
    <w:basedOn w:val="Policepardfaut"/>
    <w:link w:val="Notedebasdepage"/>
    <w:uiPriority w:val="99"/>
    <w:rsid w:val="001B3C2B"/>
    <w:rPr>
      <w:rFonts w:ascii="Times New Roman" w:hAnsi="Times New Roman" w:cs="Times New Roman"/>
      <w:sz w:val="16"/>
      <w:szCs w:val="16"/>
    </w:rPr>
  </w:style>
  <w:style w:type="character" w:styleId="Appelnotedebasdep">
    <w:name w:val="footnote reference"/>
    <w:basedOn w:val="Policepardfaut"/>
    <w:semiHidden/>
    <w:unhideWhenUsed/>
    <w:rsid w:val="001B3C2B"/>
    <w:rPr>
      <w:vertAlign w:val="superscript"/>
    </w:rPr>
  </w:style>
  <w:style w:type="table" w:styleId="Grilledutableau">
    <w:name w:val="Table Grid"/>
    <w:basedOn w:val="TableauNormal"/>
    <w:rsid w:val="000302C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ignes">
    <w:name w:val="Intitulé de lignes"/>
    <w:basedOn w:val="Normal"/>
    <w:link w:val="IntituldelignesCar"/>
    <w:qFormat/>
    <w:rsid w:val="000302C8"/>
    <w:pPr>
      <w:jc w:val="left"/>
    </w:pPr>
    <w:rPr>
      <w:rFonts w:ascii="Arial" w:hAnsi="Arial" w:cs="Arial"/>
      <w:b/>
      <w:sz w:val="16"/>
      <w:szCs w:val="20"/>
    </w:rPr>
  </w:style>
  <w:style w:type="character" w:customStyle="1" w:styleId="IntituldelignesCar">
    <w:name w:val="Intitulé de lignes Car"/>
    <w:basedOn w:val="Policepardfaut"/>
    <w:link w:val="Intituldelignes"/>
    <w:rsid w:val="000302C8"/>
    <w:rPr>
      <w:rFonts w:ascii="Arial" w:hAnsi="Arial" w:cs="Arial"/>
      <w:b/>
      <w:sz w:val="16"/>
      <w:szCs w:val="20"/>
    </w:rPr>
  </w:style>
  <w:style w:type="paragraph" w:customStyle="1" w:styleId="Annexenumro">
    <w:name w:val="Annexe numéro"/>
    <w:basedOn w:val="Normal"/>
    <w:link w:val="AnnexenumroCar"/>
    <w:qFormat/>
    <w:rsid w:val="000302C8"/>
    <w:pPr>
      <w:jc w:val="right"/>
    </w:pPr>
    <w:rPr>
      <w:rFonts w:ascii="Arial" w:hAnsi="Arial" w:cs="Arial"/>
      <w:sz w:val="20"/>
      <w:szCs w:val="20"/>
    </w:rPr>
  </w:style>
  <w:style w:type="paragraph" w:customStyle="1" w:styleId="Annexetitre">
    <w:name w:val="Annexe titre"/>
    <w:basedOn w:val="Normal"/>
    <w:link w:val="AnnexetitreCar"/>
    <w:qFormat/>
    <w:rsid w:val="000302C8"/>
    <w:pPr>
      <w:jc w:val="center"/>
    </w:pPr>
    <w:rPr>
      <w:rFonts w:ascii="Arial" w:hAnsi="Arial" w:cs="Arial"/>
      <w:b/>
      <w:sz w:val="24"/>
      <w:szCs w:val="24"/>
    </w:rPr>
  </w:style>
  <w:style w:type="character" w:customStyle="1" w:styleId="AnnexenumroCar">
    <w:name w:val="Annexe numéro Car"/>
    <w:basedOn w:val="Policepardfaut"/>
    <w:link w:val="Annexenumro"/>
    <w:rsid w:val="000302C8"/>
    <w:rPr>
      <w:rFonts w:ascii="Arial" w:hAnsi="Arial" w:cs="Arial"/>
      <w:sz w:val="20"/>
      <w:szCs w:val="20"/>
    </w:rPr>
  </w:style>
  <w:style w:type="character" w:customStyle="1" w:styleId="AnnexetitreCar">
    <w:name w:val="Annexe titre Car"/>
    <w:basedOn w:val="Policepardfaut"/>
    <w:link w:val="Annexetitre"/>
    <w:rsid w:val="000302C8"/>
    <w:rPr>
      <w:rFonts w:ascii="Arial" w:hAnsi="Arial" w:cs="Arial"/>
      <w:b/>
      <w:sz w:val="24"/>
      <w:szCs w:val="24"/>
    </w:rPr>
  </w:style>
  <w:style w:type="paragraph" w:customStyle="1" w:styleId="Intituldecolonnes">
    <w:name w:val="Intitulé de colonnes"/>
    <w:basedOn w:val="Intituldelignes"/>
    <w:qFormat/>
    <w:rsid w:val="000302C8"/>
    <w:pPr>
      <w:jc w:val="center"/>
    </w:pPr>
    <w:rPr>
      <w:rFonts w:eastAsia="Times New Roman"/>
      <w:lang w:eastAsia="fr-FR"/>
    </w:rPr>
  </w:style>
  <w:style w:type="paragraph" w:styleId="En-tte">
    <w:name w:val="header"/>
    <w:basedOn w:val="Normal"/>
    <w:link w:val="En-tteCar"/>
    <w:unhideWhenUsed/>
    <w:rsid w:val="009D7E47"/>
    <w:pPr>
      <w:pBdr>
        <w:bottom w:val="single" w:sz="4" w:space="1" w:color="auto"/>
      </w:pBdr>
      <w:tabs>
        <w:tab w:val="center" w:pos="4536"/>
        <w:tab w:val="right" w:pos="9072"/>
      </w:tabs>
      <w:jc w:val="right"/>
    </w:pPr>
    <w:rPr>
      <w:rFonts w:ascii="Arial Narrow" w:hAnsi="Arial Narrow"/>
      <w:b/>
      <w:i/>
      <w:sz w:val="18"/>
      <w:szCs w:val="18"/>
    </w:rPr>
  </w:style>
  <w:style w:type="character" w:customStyle="1" w:styleId="En-tteCar">
    <w:name w:val="En-tête Car"/>
    <w:basedOn w:val="Policepardfaut"/>
    <w:link w:val="En-tte"/>
    <w:uiPriority w:val="99"/>
    <w:rsid w:val="009D7E47"/>
    <w:rPr>
      <w:rFonts w:ascii="Arial Narrow" w:hAnsi="Arial Narrow"/>
      <w:b/>
      <w:i/>
      <w:sz w:val="18"/>
      <w:szCs w:val="18"/>
    </w:rPr>
  </w:style>
  <w:style w:type="paragraph" w:styleId="Pieddepage">
    <w:name w:val="footer"/>
    <w:basedOn w:val="Normal"/>
    <w:link w:val="PieddepageCar"/>
    <w:uiPriority w:val="99"/>
    <w:unhideWhenUsed/>
    <w:rsid w:val="009D7E47"/>
    <w:pPr>
      <w:pBdr>
        <w:top w:val="single" w:sz="4" w:space="2" w:color="auto"/>
      </w:pBdr>
      <w:tabs>
        <w:tab w:val="center" w:pos="4536"/>
        <w:tab w:val="right" w:pos="9072"/>
      </w:tabs>
      <w:jc w:val="left"/>
    </w:pPr>
    <w:rPr>
      <w:rFonts w:ascii="Arial" w:hAnsi="Arial" w:cs="Arial"/>
      <w:sz w:val="18"/>
      <w:szCs w:val="18"/>
    </w:rPr>
  </w:style>
  <w:style w:type="character" w:customStyle="1" w:styleId="PieddepageCar">
    <w:name w:val="Pied de page Car"/>
    <w:basedOn w:val="Policepardfaut"/>
    <w:link w:val="Pieddepage"/>
    <w:uiPriority w:val="99"/>
    <w:rsid w:val="009D7E47"/>
    <w:rPr>
      <w:rFonts w:ascii="Arial" w:hAnsi="Arial" w:cs="Arial"/>
      <w:sz w:val="18"/>
      <w:szCs w:val="18"/>
    </w:rPr>
  </w:style>
  <w:style w:type="paragraph" w:styleId="Sous-titre">
    <w:name w:val="Subtitle"/>
    <w:basedOn w:val="Normal"/>
    <w:next w:val="Normal"/>
    <w:link w:val="Sous-titreCar"/>
    <w:uiPriority w:val="11"/>
    <w:semiHidden/>
    <w:qFormat/>
    <w:rsid w:val="009D7E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semiHidden/>
    <w:rsid w:val="00C05EC5"/>
    <w:rPr>
      <w:rFonts w:asciiTheme="majorHAnsi" w:eastAsiaTheme="majorEastAsia" w:hAnsiTheme="majorHAnsi" w:cstheme="majorBidi"/>
      <w:i/>
      <w:iCs/>
      <w:color w:val="4F81BD" w:themeColor="accent1"/>
      <w:spacing w:val="15"/>
      <w:sz w:val="24"/>
      <w:szCs w:val="24"/>
    </w:rPr>
  </w:style>
  <w:style w:type="character" w:styleId="Accentuationlgre">
    <w:name w:val="Subtle Emphasis"/>
    <w:basedOn w:val="Policepardfaut"/>
    <w:uiPriority w:val="19"/>
    <w:semiHidden/>
    <w:qFormat/>
    <w:rsid w:val="009D7E47"/>
    <w:rPr>
      <w:i/>
      <w:iCs/>
      <w:color w:val="808080" w:themeColor="text1" w:themeTint="7F"/>
    </w:rPr>
  </w:style>
  <w:style w:type="character" w:styleId="Accentuationintense">
    <w:name w:val="Intense Emphasis"/>
    <w:basedOn w:val="Policepardfaut"/>
    <w:uiPriority w:val="21"/>
    <w:semiHidden/>
    <w:qFormat/>
    <w:rsid w:val="009D7E47"/>
    <w:rPr>
      <w:b/>
      <w:bCs/>
      <w:i/>
      <w:iCs/>
      <w:color w:val="4F81BD" w:themeColor="accent1"/>
    </w:rPr>
  </w:style>
  <w:style w:type="character" w:styleId="lev">
    <w:name w:val="Strong"/>
    <w:basedOn w:val="Policepardfaut"/>
    <w:uiPriority w:val="22"/>
    <w:semiHidden/>
    <w:qFormat/>
    <w:rsid w:val="009D7E47"/>
    <w:rPr>
      <w:b/>
      <w:bCs/>
    </w:rPr>
  </w:style>
  <w:style w:type="paragraph" w:styleId="Citation">
    <w:name w:val="Quote"/>
    <w:basedOn w:val="Normal"/>
    <w:next w:val="Normal"/>
    <w:link w:val="CitationCar"/>
    <w:uiPriority w:val="29"/>
    <w:semiHidden/>
    <w:qFormat/>
    <w:rsid w:val="009D7E47"/>
    <w:rPr>
      <w:i/>
      <w:iCs/>
      <w:color w:val="000000" w:themeColor="text1"/>
    </w:rPr>
  </w:style>
  <w:style w:type="character" w:customStyle="1" w:styleId="CitationCar">
    <w:name w:val="Citation Car"/>
    <w:basedOn w:val="Policepardfaut"/>
    <w:link w:val="Citation"/>
    <w:uiPriority w:val="29"/>
    <w:semiHidden/>
    <w:rsid w:val="00C05EC5"/>
    <w:rPr>
      <w:rFonts w:ascii="Times New Roman" w:hAnsi="Times New Roman"/>
      <w:i/>
      <w:iCs/>
      <w:color w:val="000000" w:themeColor="text1"/>
    </w:rPr>
  </w:style>
  <w:style w:type="paragraph" w:styleId="Citationintense">
    <w:name w:val="Intense Quote"/>
    <w:basedOn w:val="Normal"/>
    <w:next w:val="Normal"/>
    <w:link w:val="CitationintenseCar"/>
    <w:uiPriority w:val="30"/>
    <w:semiHidden/>
    <w:qFormat/>
    <w:rsid w:val="009D7E47"/>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C05EC5"/>
    <w:rPr>
      <w:rFonts w:ascii="Times New Roman" w:hAnsi="Times New Roman"/>
      <w:b/>
      <w:bCs/>
      <w:i/>
      <w:iCs/>
      <w:color w:val="4F81BD" w:themeColor="accent1"/>
    </w:rPr>
  </w:style>
  <w:style w:type="character" w:styleId="Rfrencelgre">
    <w:name w:val="Subtle Reference"/>
    <w:basedOn w:val="Policepardfaut"/>
    <w:uiPriority w:val="31"/>
    <w:semiHidden/>
    <w:qFormat/>
    <w:rsid w:val="009D7E47"/>
    <w:rPr>
      <w:smallCaps/>
      <w:color w:val="C0504D" w:themeColor="accent2"/>
      <w:u w:val="single"/>
    </w:rPr>
  </w:style>
  <w:style w:type="character" w:styleId="Rfrenceintense">
    <w:name w:val="Intense Reference"/>
    <w:basedOn w:val="Policepardfaut"/>
    <w:uiPriority w:val="32"/>
    <w:semiHidden/>
    <w:qFormat/>
    <w:rsid w:val="009D7E47"/>
    <w:rPr>
      <w:b/>
      <w:bCs/>
      <w:smallCaps/>
      <w:color w:val="C0504D" w:themeColor="accent2"/>
      <w:spacing w:val="5"/>
      <w:u w:val="single"/>
    </w:rPr>
  </w:style>
  <w:style w:type="character" w:styleId="Titredulivre">
    <w:name w:val="Book Title"/>
    <w:basedOn w:val="Policepardfaut"/>
    <w:uiPriority w:val="33"/>
    <w:semiHidden/>
    <w:qFormat/>
    <w:rsid w:val="009D7E47"/>
    <w:rPr>
      <w:b/>
      <w:bCs/>
      <w:smallCaps/>
      <w:spacing w:val="5"/>
    </w:rPr>
  </w:style>
  <w:style w:type="paragraph" w:customStyle="1" w:styleId="Publitextedetableau">
    <w:name w:val="Publi texte de tableau"/>
    <w:basedOn w:val="Normal"/>
    <w:link w:val="PublitextedetableauCar"/>
    <w:qFormat/>
    <w:rsid w:val="00572C00"/>
    <w:pPr>
      <w:jc w:val="left"/>
    </w:pPr>
    <w:rPr>
      <w:rFonts w:ascii="Arial" w:eastAsia="Calibri" w:hAnsi="Arial" w:cs="Arial"/>
      <w:sz w:val="16"/>
      <w:szCs w:val="20"/>
    </w:rPr>
  </w:style>
  <w:style w:type="paragraph" w:customStyle="1" w:styleId="Publititredillustration">
    <w:name w:val="Publi titre d'illustration"/>
    <w:basedOn w:val="Intituldelignes"/>
    <w:link w:val="PublititredillustrationCar"/>
    <w:qFormat/>
    <w:rsid w:val="00572C00"/>
    <w:rPr>
      <w:rFonts w:eastAsia="Calibri"/>
      <w:sz w:val="20"/>
    </w:rPr>
  </w:style>
  <w:style w:type="character" w:customStyle="1" w:styleId="PublitextedetableauCar">
    <w:name w:val="Publi texte de tableau Car"/>
    <w:basedOn w:val="Policepardfaut"/>
    <w:link w:val="Publitextedetableau"/>
    <w:rsid w:val="00572C00"/>
    <w:rPr>
      <w:rFonts w:ascii="Arial" w:eastAsia="Calibri" w:hAnsi="Arial" w:cs="Arial"/>
      <w:sz w:val="16"/>
      <w:szCs w:val="20"/>
    </w:rPr>
  </w:style>
  <w:style w:type="paragraph" w:customStyle="1" w:styleId="Publisous-titredillustration">
    <w:name w:val="Publi sous-titre d'illustration"/>
    <w:basedOn w:val="Publitextedetableau"/>
    <w:link w:val="Publisous-titredillustrationCar"/>
    <w:qFormat/>
    <w:rsid w:val="00572C00"/>
    <w:rPr>
      <w:sz w:val="20"/>
    </w:rPr>
  </w:style>
  <w:style w:type="character" w:customStyle="1" w:styleId="PublititredillustrationCar">
    <w:name w:val="Publi titre d'illustration Car"/>
    <w:basedOn w:val="IntituldelignesCar"/>
    <w:link w:val="Publititredillustration"/>
    <w:rsid w:val="00572C00"/>
    <w:rPr>
      <w:rFonts w:ascii="Arial" w:eastAsia="Calibri" w:hAnsi="Arial" w:cs="Arial"/>
      <w:b/>
      <w:sz w:val="20"/>
      <w:szCs w:val="20"/>
    </w:rPr>
  </w:style>
  <w:style w:type="character" w:customStyle="1" w:styleId="Publisous-titredillustrationCar">
    <w:name w:val="Publi sous-titre d'illustration Car"/>
    <w:basedOn w:val="PublitextedetableauCar"/>
    <w:link w:val="Publisous-titredillustration"/>
    <w:rsid w:val="00572C00"/>
    <w:rPr>
      <w:rFonts w:ascii="Arial" w:eastAsia="Calibri" w:hAnsi="Arial" w:cs="Arial"/>
      <w:sz w:val="20"/>
      <w:szCs w:val="20"/>
    </w:rPr>
  </w:style>
  <w:style w:type="paragraph" w:customStyle="1" w:styleId="Annexesous-titre1">
    <w:name w:val="Annexe sous-titre 1"/>
    <w:basedOn w:val="Titre1"/>
    <w:next w:val="Annexetitre"/>
    <w:link w:val="Annexesous-titre1Car"/>
    <w:qFormat/>
    <w:rsid w:val="00572C00"/>
    <w:pPr>
      <w:numPr>
        <w:numId w:val="0"/>
      </w:numPr>
    </w:pPr>
    <w:rPr>
      <w:rFonts w:eastAsia="Times New Roman"/>
    </w:rPr>
  </w:style>
  <w:style w:type="paragraph" w:customStyle="1" w:styleId="Annexesous-titre2">
    <w:name w:val="Annexe sous-titre 2"/>
    <w:basedOn w:val="Titre2"/>
    <w:link w:val="Annexesous-titre2Car"/>
    <w:qFormat/>
    <w:rsid w:val="00572C00"/>
    <w:pPr>
      <w:numPr>
        <w:ilvl w:val="0"/>
        <w:numId w:val="0"/>
      </w:numPr>
    </w:pPr>
    <w:rPr>
      <w:rFonts w:eastAsia="Times New Roman"/>
    </w:rPr>
  </w:style>
  <w:style w:type="character" w:customStyle="1" w:styleId="Annexesous-titre1Car">
    <w:name w:val="Annexe sous-titre 1 Car"/>
    <w:basedOn w:val="Titre1Car"/>
    <w:link w:val="Annexesous-titre1"/>
    <w:rsid w:val="00572C00"/>
    <w:rPr>
      <w:rFonts w:ascii="Arial" w:eastAsia="Times New Roman" w:hAnsi="Arial" w:cs="Arial"/>
      <w:bCs/>
      <w:sz w:val="32"/>
      <w:szCs w:val="32"/>
    </w:rPr>
  </w:style>
  <w:style w:type="paragraph" w:customStyle="1" w:styleId="Annexesous-titre3">
    <w:name w:val="Annexe sous-titre 3"/>
    <w:basedOn w:val="Titre3"/>
    <w:link w:val="Annexesous-titre3Car"/>
    <w:qFormat/>
    <w:rsid w:val="00572C00"/>
    <w:pPr>
      <w:numPr>
        <w:ilvl w:val="0"/>
        <w:numId w:val="0"/>
      </w:numPr>
    </w:pPr>
    <w:rPr>
      <w:rFonts w:eastAsia="Times New Roman"/>
    </w:rPr>
  </w:style>
  <w:style w:type="character" w:customStyle="1" w:styleId="Annexesous-titre2Car">
    <w:name w:val="Annexe sous-titre 2 Car"/>
    <w:basedOn w:val="Titre2Car"/>
    <w:link w:val="Annexesous-titre2"/>
    <w:rsid w:val="00572C00"/>
    <w:rPr>
      <w:rFonts w:ascii="Arial" w:eastAsia="Times New Roman" w:hAnsi="Arial" w:cs="Arial"/>
      <w:b/>
      <w:bCs/>
      <w:sz w:val="24"/>
      <w:szCs w:val="24"/>
    </w:rPr>
  </w:style>
  <w:style w:type="paragraph" w:customStyle="1" w:styleId="Annexesous-titre4">
    <w:name w:val="Annexe sous-titre 4"/>
    <w:basedOn w:val="Titre4"/>
    <w:link w:val="Annexesous-titre4Car"/>
    <w:qFormat/>
    <w:rsid w:val="00572C00"/>
    <w:pPr>
      <w:numPr>
        <w:ilvl w:val="0"/>
        <w:numId w:val="0"/>
      </w:numPr>
    </w:pPr>
    <w:rPr>
      <w:rFonts w:eastAsia="Times New Roman" w:cs="Times New Roman"/>
    </w:rPr>
  </w:style>
  <w:style w:type="character" w:customStyle="1" w:styleId="Annexesous-titre3Car">
    <w:name w:val="Annexe sous-titre 3 Car"/>
    <w:basedOn w:val="Titre3Car"/>
    <w:link w:val="Annexesous-titre3"/>
    <w:rsid w:val="00572C00"/>
    <w:rPr>
      <w:rFonts w:ascii="Arial" w:eastAsia="Times New Roman" w:hAnsi="Arial" w:cs="Arial"/>
      <w:bCs/>
    </w:rPr>
  </w:style>
  <w:style w:type="character" w:customStyle="1" w:styleId="Annexesous-titre4Car">
    <w:name w:val="Annexe sous-titre 4 Car"/>
    <w:basedOn w:val="Titre4Car"/>
    <w:link w:val="Annexesous-titre4"/>
    <w:rsid w:val="00572C00"/>
    <w:rPr>
      <w:rFonts w:ascii="Times New Roman" w:eastAsia="Times New Roman" w:hAnsi="Times New Roman" w:cs="Times New Roman"/>
      <w:b/>
      <w:bCs/>
      <w:i/>
      <w:iCs/>
    </w:rPr>
  </w:style>
  <w:style w:type="paragraph" w:styleId="TM1">
    <w:name w:val="toc 1"/>
    <w:basedOn w:val="Normal"/>
    <w:next w:val="Normal"/>
    <w:autoRedefine/>
    <w:semiHidden/>
    <w:rsid w:val="002A379C"/>
    <w:pPr>
      <w:tabs>
        <w:tab w:val="right" w:leader="dot" w:pos="8222"/>
      </w:tabs>
      <w:spacing w:before="240" w:after="60"/>
      <w:ind w:left="680" w:right="851" w:hanging="340"/>
    </w:pPr>
    <w:rPr>
      <w:rFonts w:ascii="Arial" w:eastAsia="Times New Roman" w:hAnsi="Arial" w:cs="Times New Roman"/>
      <w:b/>
      <w:caps/>
      <w:sz w:val="24"/>
      <w:szCs w:val="20"/>
      <w:lang w:eastAsia="fr-FR"/>
    </w:rPr>
  </w:style>
  <w:style w:type="paragraph" w:styleId="TM2">
    <w:name w:val="toc 2"/>
    <w:basedOn w:val="Normal"/>
    <w:next w:val="Normal"/>
    <w:autoRedefine/>
    <w:semiHidden/>
    <w:rsid w:val="002A379C"/>
    <w:pPr>
      <w:tabs>
        <w:tab w:val="right" w:leader="dot" w:pos="8222"/>
      </w:tabs>
      <w:spacing w:after="60"/>
      <w:ind w:left="1134" w:right="851" w:hanging="397"/>
      <w:jc w:val="left"/>
    </w:pPr>
    <w:rPr>
      <w:rFonts w:ascii="Arial" w:eastAsia="Times New Roman" w:hAnsi="Arial" w:cs="Times New Roman"/>
      <w:caps/>
      <w:sz w:val="20"/>
      <w:szCs w:val="20"/>
      <w:lang w:eastAsia="fr-FR"/>
    </w:rPr>
  </w:style>
  <w:style w:type="paragraph" w:styleId="TM3">
    <w:name w:val="toc 3"/>
    <w:basedOn w:val="Normal"/>
    <w:next w:val="Normal"/>
    <w:autoRedefine/>
    <w:semiHidden/>
    <w:rsid w:val="002A379C"/>
    <w:pPr>
      <w:tabs>
        <w:tab w:val="right" w:leader="dot" w:pos="8222"/>
      </w:tabs>
      <w:spacing w:after="60"/>
      <w:ind w:left="1871" w:right="851" w:hanging="567"/>
      <w:jc w:val="left"/>
    </w:pPr>
    <w:rPr>
      <w:rFonts w:ascii="Arial" w:eastAsia="Times New Roman" w:hAnsi="Arial" w:cs="Times New Roman"/>
      <w:b/>
      <w:sz w:val="20"/>
      <w:szCs w:val="20"/>
      <w:lang w:eastAsia="fr-FR"/>
    </w:rPr>
  </w:style>
  <w:style w:type="paragraph" w:styleId="TM4">
    <w:name w:val="toc 4"/>
    <w:basedOn w:val="Normal"/>
    <w:next w:val="Normal"/>
    <w:autoRedefine/>
    <w:semiHidden/>
    <w:rsid w:val="002A379C"/>
    <w:pPr>
      <w:tabs>
        <w:tab w:val="right" w:leader="dot" w:pos="8222"/>
      </w:tabs>
      <w:spacing w:after="60"/>
      <w:ind w:left="2552" w:right="851" w:hanging="624"/>
      <w:jc w:val="left"/>
    </w:pPr>
    <w:rPr>
      <w:rFonts w:ascii="Calibri" w:eastAsia="Times New Roman" w:hAnsi="Calibri" w:cs="Times New Roman"/>
      <w:sz w:val="20"/>
      <w:szCs w:val="20"/>
      <w:lang w:eastAsia="fr-FR"/>
    </w:rPr>
  </w:style>
  <w:style w:type="paragraph" w:styleId="TM5">
    <w:name w:val="toc 5"/>
    <w:basedOn w:val="Normal"/>
    <w:next w:val="Normal"/>
    <w:autoRedefine/>
    <w:semiHidden/>
    <w:rsid w:val="002A379C"/>
    <w:pPr>
      <w:tabs>
        <w:tab w:val="right" w:leader="dot" w:pos="8222"/>
      </w:tabs>
      <w:ind w:left="2381" w:right="851" w:hanging="113"/>
      <w:jc w:val="left"/>
    </w:pPr>
    <w:rPr>
      <w:rFonts w:ascii="Calibri" w:eastAsia="Times New Roman" w:hAnsi="Calibri" w:cs="Times New Roman"/>
      <w:sz w:val="20"/>
      <w:szCs w:val="20"/>
      <w:lang w:eastAsia="fr-FR"/>
    </w:rPr>
  </w:style>
  <w:style w:type="paragraph" w:styleId="Lgende">
    <w:name w:val="caption"/>
    <w:basedOn w:val="Normal"/>
    <w:next w:val="Normal"/>
    <w:qFormat/>
    <w:rsid w:val="002A379C"/>
    <w:rPr>
      <w:rFonts w:ascii="Arial" w:eastAsia="Times New Roman" w:hAnsi="Arial" w:cs="Times New Roman"/>
      <w:b/>
      <w:sz w:val="20"/>
      <w:szCs w:val="20"/>
      <w:lang w:eastAsia="fr-FR"/>
    </w:rPr>
  </w:style>
  <w:style w:type="paragraph" w:customStyle="1" w:styleId="Textecourant">
    <w:name w:val="Texte courant"/>
    <w:basedOn w:val="Normal"/>
    <w:link w:val="TextecourantCar"/>
    <w:qFormat/>
    <w:rsid w:val="002A379C"/>
  </w:style>
  <w:style w:type="character" w:customStyle="1" w:styleId="TextecourantCar">
    <w:name w:val="Texte courant Car"/>
    <w:basedOn w:val="Policepardfaut"/>
    <w:link w:val="Textecourant"/>
    <w:rsid w:val="002A379C"/>
    <w:rPr>
      <w:rFonts w:ascii="Times New Roman" w:hAnsi="Times New Roman"/>
    </w:rPr>
  </w:style>
  <w:style w:type="paragraph" w:styleId="Textedebulles">
    <w:name w:val="Balloon Text"/>
    <w:basedOn w:val="Normal"/>
    <w:link w:val="TextedebullesCar"/>
    <w:rsid w:val="002A379C"/>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2A379C"/>
    <w:rPr>
      <w:rFonts w:ascii="Tahoma" w:eastAsia="Times New Roman" w:hAnsi="Tahoma" w:cs="Tahoma"/>
      <w:sz w:val="16"/>
      <w:szCs w:val="16"/>
      <w:lang w:eastAsia="fr-FR"/>
    </w:rPr>
  </w:style>
  <w:style w:type="paragraph" w:styleId="Notedefin">
    <w:name w:val="endnote text"/>
    <w:basedOn w:val="Normal"/>
    <w:link w:val="NotedefinCar"/>
    <w:uiPriority w:val="99"/>
    <w:unhideWhenUsed/>
    <w:rsid w:val="002A379C"/>
    <w:pPr>
      <w:suppressAutoHyphens/>
      <w:spacing w:after="200" w:line="276" w:lineRule="auto"/>
      <w:jc w:val="left"/>
    </w:pPr>
    <w:rPr>
      <w:rFonts w:ascii="Calibri" w:eastAsia="Calibri" w:hAnsi="Calibri" w:cs="Calibri"/>
      <w:sz w:val="20"/>
      <w:szCs w:val="20"/>
      <w:lang w:eastAsia="ar-SA"/>
    </w:rPr>
  </w:style>
  <w:style w:type="character" w:customStyle="1" w:styleId="NotedefinCar">
    <w:name w:val="Note de fin Car"/>
    <w:basedOn w:val="Policepardfaut"/>
    <w:link w:val="Notedefin"/>
    <w:uiPriority w:val="99"/>
    <w:rsid w:val="002A379C"/>
    <w:rPr>
      <w:rFonts w:ascii="Calibri" w:eastAsia="Calibri" w:hAnsi="Calibri" w:cs="Calibri"/>
      <w:sz w:val="20"/>
      <w:szCs w:val="20"/>
      <w:lang w:eastAsia="ar-SA"/>
    </w:rPr>
  </w:style>
  <w:style w:type="character" w:styleId="Appeldenotedefin">
    <w:name w:val="endnote reference"/>
    <w:basedOn w:val="Policepardfaut"/>
    <w:uiPriority w:val="99"/>
    <w:unhideWhenUsed/>
    <w:rsid w:val="002A379C"/>
    <w:rPr>
      <w:vertAlign w:val="superscript"/>
    </w:rPr>
  </w:style>
  <w:style w:type="paragraph" w:customStyle="1" w:styleId="Paragraphedeliste1">
    <w:name w:val="Paragraphe de liste1"/>
    <w:basedOn w:val="Normal"/>
    <w:rsid w:val="002A379C"/>
    <w:pPr>
      <w:ind w:left="720"/>
      <w:contextualSpacing/>
    </w:pPr>
    <w:rPr>
      <w:rFonts w:eastAsia="Times New Roman" w:cs="Times New Roman"/>
      <w:szCs w:val="20"/>
      <w:lang w:eastAsia="fr-FR"/>
    </w:rPr>
  </w:style>
  <w:style w:type="character" w:styleId="Marquedecommentaire">
    <w:name w:val="annotation reference"/>
    <w:basedOn w:val="Policepardfaut"/>
    <w:rsid w:val="002A379C"/>
    <w:rPr>
      <w:sz w:val="16"/>
      <w:szCs w:val="16"/>
    </w:rPr>
  </w:style>
  <w:style w:type="paragraph" w:styleId="Commentaire">
    <w:name w:val="annotation text"/>
    <w:basedOn w:val="Normal"/>
    <w:link w:val="CommentaireCar"/>
    <w:rsid w:val="002A379C"/>
    <w:rPr>
      <w:rFonts w:eastAsia="Times New Roman" w:cs="Times New Roman"/>
      <w:sz w:val="20"/>
      <w:szCs w:val="20"/>
      <w:lang w:eastAsia="fr-FR"/>
    </w:rPr>
  </w:style>
  <w:style w:type="character" w:customStyle="1" w:styleId="CommentaireCar">
    <w:name w:val="Commentaire Car"/>
    <w:basedOn w:val="Policepardfaut"/>
    <w:link w:val="Commentaire"/>
    <w:rsid w:val="002A379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36ED6"/>
    <w:rPr>
      <w:rFonts w:eastAsiaTheme="minorHAnsi" w:cstheme="minorBidi"/>
      <w:b/>
      <w:bCs/>
      <w:lang w:eastAsia="en-US"/>
    </w:rPr>
  </w:style>
  <w:style w:type="character" w:customStyle="1" w:styleId="ObjetducommentaireCar">
    <w:name w:val="Objet du commentaire Car"/>
    <w:basedOn w:val="CommentaireCar"/>
    <w:link w:val="Objetducommentaire"/>
    <w:uiPriority w:val="99"/>
    <w:semiHidden/>
    <w:rsid w:val="00B36ED6"/>
    <w:rPr>
      <w:rFonts w:ascii="Times New Roman" w:eastAsia="Times New Roman" w:hAnsi="Times New Roman" w:cs="Times New Roman"/>
      <w:b/>
      <w:bCs/>
      <w:sz w:val="20"/>
      <w:szCs w:val="20"/>
      <w:lang w:eastAsia="fr-FR"/>
    </w:rPr>
  </w:style>
  <w:style w:type="paragraph" w:styleId="Rvision">
    <w:name w:val="Revision"/>
    <w:hidden/>
    <w:uiPriority w:val="99"/>
    <w:semiHidden/>
    <w:rsid w:val="0069408B"/>
    <w:pPr>
      <w:spacing w:after="0" w:line="240" w:lineRule="auto"/>
    </w:pPr>
    <w:rPr>
      <w:rFonts w:ascii="Times New Roman" w:hAnsi="Times New Roman"/>
    </w:rPr>
  </w:style>
  <w:style w:type="paragraph" w:styleId="Explorateurdedocuments">
    <w:name w:val="Document Map"/>
    <w:basedOn w:val="Normal"/>
    <w:link w:val="ExplorateurdedocumentsCar"/>
    <w:uiPriority w:val="99"/>
    <w:semiHidden/>
    <w:unhideWhenUsed/>
    <w:rsid w:val="00AA4C01"/>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A4C01"/>
    <w:rPr>
      <w:rFonts w:ascii="Tahoma" w:hAnsi="Tahoma" w:cs="Tahoma"/>
      <w:sz w:val="16"/>
      <w:szCs w:val="16"/>
    </w:rPr>
  </w:style>
  <w:style w:type="paragraph" w:customStyle="1" w:styleId="Default">
    <w:name w:val="Default"/>
    <w:rsid w:val="004F703D"/>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4454639">
      <w:bodyDiv w:val="1"/>
      <w:marLeft w:val="0"/>
      <w:marRight w:val="0"/>
      <w:marTop w:val="0"/>
      <w:marBottom w:val="0"/>
      <w:divBdr>
        <w:top w:val="none" w:sz="0" w:space="0" w:color="auto"/>
        <w:left w:val="none" w:sz="0" w:space="0" w:color="auto"/>
        <w:bottom w:val="none" w:sz="0" w:space="0" w:color="auto"/>
        <w:right w:val="none" w:sz="0" w:space="0" w:color="auto"/>
      </w:divBdr>
    </w:div>
    <w:div w:id="526526142">
      <w:bodyDiv w:val="1"/>
      <w:marLeft w:val="0"/>
      <w:marRight w:val="0"/>
      <w:marTop w:val="0"/>
      <w:marBottom w:val="0"/>
      <w:divBdr>
        <w:top w:val="none" w:sz="0" w:space="0" w:color="auto"/>
        <w:left w:val="none" w:sz="0" w:space="0" w:color="auto"/>
        <w:bottom w:val="none" w:sz="0" w:space="0" w:color="auto"/>
        <w:right w:val="none" w:sz="0" w:space="0" w:color="auto"/>
      </w:divBdr>
      <w:divsChild>
        <w:div w:id="642394666">
          <w:marLeft w:val="0"/>
          <w:marRight w:val="0"/>
          <w:marTop w:val="0"/>
          <w:marBottom w:val="0"/>
          <w:divBdr>
            <w:top w:val="none" w:sz="0" w:space="1" w:color="003B8E"/>
            <w:left w:val="none" w:sz="0" w:space="1" w:color="003B8E"/>
            <w:bottom w:val="none" w:sz="0" w:space="1" w:color="003B8E"/>
            <w:right w:val="none" w:sz="0" w:space="1" w:color="003B8E"/>
          </w:divBdr>
        </w:div>
      </w:divsChild>
    </w:div>
    <w:div w:id="1568302820">
      <w:bodyDiv w:val="1"/>
      <w:marLeft w:val="0"/>
      <w:marRight w:val="0"/>
      <w:marTop w:val="0"/>
      <w:marBottom w:val="0"/>
      <w:divBdr>
        <w:top w:val="none" w:sz="0" w:space="0" w:color="auto"/>
        <w:left w:val="none" w:sz="0" w:space="0" w:color="auto"/>
        <w:bottom w:val="none" w:sz="0" w:space="0" w:color="auto"/>
        <w:right w:val="none" w:sz="0" w:space="0" w:color="auto"/>
      </w:divBdr>
      <w:divsChild>
        <w:div w:id="559829430">
          <w:marLeft w:val="0"/>
          <w:marRight w:val="0"/>
          <w:marTop w:val="0"/>
          <w:marBottom w:val="0"/>
          <w:divBdr>
            <w:top w:val="none" w:sz="0" w:space="2" w:color="003B8E"/>
            <w:left w:val="none" w:sz="0" w:space="2" w:color="003B8E"/>
            <w:bottom w:val="none" w:sz="0" w:space="2" w:color="003B8E"/>
            <w:right w:val="none" w:sz="0" w:space="2" w:color="003B8E"/>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853767\Local%20Settings\Temporary%20Internet%20Files\Content.Outlook\BIK6RX2G\Instruction%20(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9822D1FF55974F87F467A6CD7EAACB" ma:contentTypeVersion="16" ma:contentTypeDescription="Crée un document." ma:contentTypeScope="" ma:versionID="f1bd33c109dc6de2a7e111202e649352">
  <xsd:schema xmlns:xsd="http://www.w3.org/2001/XMLSchema" xmlns:xs="http://www.w3.org/2001/XMLSchema" xmlns:p="http://schemas.microsoft.com/office/2006/metadata/properties" xmlns:ns2="40e33274-d1dd-4c2e-b16b-f16a238059ed" xmlns:ns3="9f2ae251-2773-4602-9b3a-2eb350973e6a" xmlns:ns4="0c68a271-a416-418c-a255-eac631f72fcf" targetNamespace="http://schemas.microsoft.com/office/2006/metadata/properties" ma:root="true" ma:fieldsID="4f10cd1296511c2f08d1af7085a89522" ns2:_="" ns3:_="" ns4:_="">
    <xsd:import namespace="40e33274-d1dd-4c2e-b16b-f16a238059ed"/>
    <xsd:import namespace="9f2ae251-2773-4602-9b3a-2eb350973e6a"/>
    <xsd:import namespace="0c68a271-a416-418c-a255-eac631f72fcf"/>
    <xsd:element name="properties">
      <xsd:complexType>
        <xsd:sequence>
          <xsd:element name="documentManagement">
            <xsd:complexType>
              <xsd:all>
                <xsd:element ref="ns2:_dlc_DocId" minOccurs="0"/>
                <xsd:element ref="ns2:_dlc_DocIdUrl" minOccurs="0"/>
                <xsd:element ref="ns2:_dlc_DocIdPersistId" minOccurs="0"/>
                <xsd:element ref="ns3:Type_x0020_de_x0020_document" minOccurs="0"/>
                <xsd:element ref="ns3:Projet_x002f_sous_x002d_projet_x0020_S2" minOccurs="0"/>
                <xsd:element ref="ns3:Th_x00e8_me" minOccurs="0"/>
                <xsd:element ref="ns3:Sous_x002d_th_x00e8_me" minOccurs="0"/>
                <xsd:element ref="ns3:Etat" minOccurs="0"/>
                <xsd:element ref="ns3:Date_x0020_de_x0020_r_x00e9_f_x00e9_rence" minOccurs="0"/>
                <xsd:element ref="ns3:Technicit_x00e9_" minOccurs="0"/>
                <xsd:element ref="ns3:Commentaires" minOccurs="0"/>
                <xsd:element ref="ns3:Audiences_x0020_cibl_x00e9_es" minOccurs="0"/>
                <xsd:element ref="ns4:Chap_x00ee_t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3274-d1dd-4c2e-b16b-f16a238059ed"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f2ae251-2773-4602-9b3a-2eb350973e6a" elementFormDefault="qualified">
    <xsd:import namespace="http://schemas.microsoft.com/office/2006/documentManagement/types"/>
    <xsd:import namespace="http://schemas.microsoft.com/office/infopath/2007/PartnerControls"/>
    <xsd:element name="Type_x0020_de_x0020_document" ma:index="11" nillable="true" ma:displayName="Type de document" ma:format="Dropdown" ma:internalName="Type_x0020_de_x0020_document">
      <xsd:simpleType>
        <xsd:restriction base="dms:Choice">
          <xsd:enumeration value="-"/>
          <xsd:enumeration value="Note"/>
          <xsd:enumeration value="ODJ"/>
          <xsd:enumeration value="CR"/>
          <xsd:enumeration value="Document de travail"/>
          <xsd:enumeration value="Présentation"/>
        </xsd:restriction>
      </xsd:simpleType>
    </xsd:element>
    <xsd:element name="Projet_x002f_sous_x002d_projet_x0020_S2" ma:index="12" nillable="true" ma:displayName="Projet/sous-projet S2" ma:internalName="Projet_x002f_sous_x002d_projet_x0020_S2">
      <xsd:complexType>
        <xsd:complexContent>
          <xsd:extension base="dms:MultiChoice">
            <xsd:sequence>
              <xsd:element name="Value" maxOccurs="unbounded" minOccurs="0" nillable="true">
                <xsd:simpleType>
                  <xsd:restriction base="dms:Choice">
                    <xsd:enumeration value="Organisation du projet"/>
                    <xsd:enumeration value="Doctrine"/>
                    <xsd:enumeration value="Modèles internes"/>
                    <xsd:enumeration value="Petites entités"/>
                    <xsd:enumeration value="Informatique et reporting"/>
                    <xsd:enumeration value="Négociations européennes"/>
                    <xsd:enumeration value="Transposition"/>
                    <xsd:enumeration value="Préparation du marché"/>
                  </xsd:restriction>
                </xsd:simpleType>
              </xsd:element>
            </xsd:sequence>
          </xsd:extension>
        </xsd:complexContent>
      </xsd:complexType>
    </xsd:element>
    <xsd:element name="Th_x00e8_me" ma:index="13" nillable="true" ma:displayName="Thème" ma:internalName="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xsd:enumeration value="Branches longues"/>
                        <xsd:enumeration value="Capital add-on"/>
                        <xsd:enumeration value="Collèges"/>
                        <xsd:enumeration value="Equivalence"/>
                        <xsd:enumeration value="Fonds propres"/>
                        <xsd:enumeration value="Gouvernance"/>
                        <xsd:enumeration value="MCR"/>
                        <xsd:enumeration value="Mesures transitoires"/>
                        <xsd:enumeration value="Modèles internes"/>
                        <xsd:enumeration value="ORSA"/>
                        <xsd:enumeration value="Process de contrôle prudentiel"/>
                        <xsd:enumeration value="Provisions techniques"/>
                        <xsd:enumeration value="Reporting BCE"/>
                        <xsd:enumeration value="Reporting S2 - états quantitatifs"/>
                        <xsd:enumeration value="Reporting S2 - narratif"/>
                        <xsd:enumeration value="Reporting Stabilité financière"/>
                        <xsd:enumeration value="Reportings nationaux spécifiques"/>
                        <xsd:enumeration value="Risques CAT"/>
                        <xsd:enumeration value="SCR Contrepartie"/>
                        <xsd:enumeration value="SCR hors CAT"/>
                        <xsd:enumeration value="SCR Marché"/>
                        <xsd:enumeration value="SCR Souscription"/>
                        <xsd:enumeration value="Solvabilité des groupes"/>
                        <xsd:enumeration value="Succursales de pays tiers"/>
                        <xsd:enumeration value="Techniques d’atténuation du risque"/>
                        <xsd:enumeration value="USP - GSP"/>
                        <xsd:enumeration value="Valorisation (hors PT)"/>
                      </xsd:restriction>
                    </xsd:simpleType>
                  </xsd:union>
                </xsd:simpleType>
              </xsd:element>
            </xsd:sequence>
          </xsd:extension>
        </xsd:complexContent>
      </xsd:complexType>
    </xsd:element>
    <xsd:element name="Sous_x002d_th_x00e8_me" ma:index="14" nillable="true" ma:displayName="Sous-thème" ma:internalName="Sous_x002d_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 LAC TP"/>
                        <xsd:enumeration value="Absorption des pertes par les PT et ID - LAC DT"/>
                        <xsd:enumeration value="Capital add-on - Circonstances"/>
                        <xsd:enumeration value="Capital add-on- Méthode de calcul"/>
                        <xsd:enumeration value="Capital add-on - Procédure"/>
                        <xsd:enumeration value="Collèges - Echange d’informations"/>
                        <xsd:enumeration value="Collèges - Fonctionnement"/>
                        <xsd:enumeration value="Equivalence - Généralités"/>
                        <xsd:enumeration value="Equivalence - Mesures transitoires"/>
                        <xsd:enumeration value="Fonds propres - Classification"/>
                        <xsd:enumeration value="Fonds propres - Fonds cantonnés"/>
                        <xsd:enumeration value="Fonds propres - Fonds propres auxiliaires"/>
                        <xsd:enumeration value="Fonds propres - Participations et autres déductions"/>
                        <xsd:enumeration value="Gouvernance - AMSB"/>
                        <xsd:enumeration value="Gouvernance - Fit and proper"/>
                        <xsd:enumeration value="Gouvernance - Fonctions clés"/>
                        <xsd:enumeration value="Gouvernance - Sous-traitance"/>
                        <xsd:enumeration value="Gouvernance - Spécificités des groupes"/>
                        <xsd:enumeration value="Modèles internes - Déviation des hupothèses sous-jacentes de la formule standard"/>
                        <xsd:enumeration value="Modèles internes - Procédure d'approbation"/>
                        <xsd:enumeration value="ORSA - Doctrine"/>
                        <xsd:enumeration value="ORSA - Spécificités des groupes"/>
                        <xsd:enumeration value="Process de contrôle prudentiel - Capital add-on"/>
                        <xsd:enumeration value="Process de contrôle prudentiel - Evaluation des risques (RAF)"/>
                        <xsd:enumeration value="Process de contrôle prudentiel - Evalution des risques (RAF)"/>
                        <xsd:enumeration value="Process de contrôle prudentiel - Guide de contrôle EIOPA"/>
                        <xsd:enumeration value="Process de contrôle prudentiel - Process"/>
                        <xsd:enumeration value="Provisions techniques - Courbe des taux (y.c. CCP/MA)"/>
                        <xsd:enumeration value="Provisions techniques - Frontières des contrats"/>
                        <xsd:enumeration value="Provisions techniques - Méthodologie/Actuarial guidelines"/>
                        <xsd:enumeration value="Provisions techniques - Segmentation et LoB"/>
                        <xsd:enumeration value="Reporting S2 - états quantitatifs - Application solo / groupe"/>
                        <xsd:enumeration value="Reporting S2 - états quantitatifs - Etats - Analyse de variation de fonds propres (VA)"/>
                        <xsd:enumeration value="Reporting S2 - états quantitatifs - Etats - Fonds propres (OF)"/>
                        <xsd:enumeration value="Reporting S2 - états quantitatifs - Etats - Placements (Assets)"/>
                        <xsd:enumeration value="Reporting S2 - états quantitatifs - Etats - Provisions techniques (TP)"/>
                        <xsd:enumeration value="Reporting S2 - états quantitatifs - Etats - Réassurance/ SPV"/>
                        <xsd:enumeration value="Reporting S2 - états quantitatifs - Etats spécifiques groupes"/>
                        <xsd:enumeration value="Reporting S2 - états quantitatifs - Etats-Bilan (BS)"/>
                        <xsd:enumeration value="Reporting S2 - états quantitatifs - Etats-Exigences de capital (SCR/ MCR)"/>
                        <xsd:enumeration value="Reporting S2 - états quantitatifs - Exemptions, seuils et proportionnalité"/>
                        <xsd:enumeration value="Reporting S2 - états quantitatifs - Fréquence et délais"/>
                        <xsd:enumeration value="Reporting S2 - états quantitatifs - Processus d'élaboration et d'approbation"/>
                        <xsd:enumeration value="Reporting S2 - états quantitatifs - Public disclosure"/>
                        <xsd:enumeration value="Reporting S2 - narratif - Rapport ORSA"/>
                        <xsd:enumeration value="Reporting S2 - narratif - RSR"/>
                        <xsd:enumeration value="Reporting S2 - narratif - SFCR (public disclosure)"/>
                        <xsd:enumeration value="SCR Contrepartie - Créanciers divers"/>
                        <xsd:enumeration value="SCR Contrepartie - Pools de réassurance"/>
                        <xsd:enumeration value="SCR Contrepartie - Prêts hypothécaires"/>
                        <xsd:enumeration value="SCR Contrepartie - Produits dérivés"/>
                        <xsd:enumeration value="SCR Contrepartie - Réassurance"/>
                        <xsd:enumeration value="SCR Marché - Autres risques"/>
                        <xsd:enumeration value="SCR Marché - Risque de taux et spread"/>
                        <xsd:enumeration value="SCR Marché - Transparisation"/>
                        <xsd:enumeration value="SCR Souscription - CAT"/>
                        <xsd:enumeration value="SCR Souscription - Non-Vie"/>
                        <xsd:enumeration value="SCR Souscription - Santé"/>
                        <xsd:enumeration value="SCR Souscription - Vie"/>
                        <xsd:enumeration value="Solvabilité des groupes - Fonds propres"/>
                        <xsd:enumeration value="Solvabilité des groupes - SCR / MCR"/>
                        <xsd:enumeration value="Solvabilité des groupes - Transactions intragroupes"/>
                        <xsd:enumeration value="Techniques d’atténuation du risque - Basis Risk"/>
                        <xsd:enumeration value="Techniques d’atténuation du risque - Techniques assurantielles"/>
                        <xsd:enumeration value="Techniques d’atténuation du risque - Techniques financières"/>
                        <xsd:enumeration value="USP - GSP - Méthodes"/>
                        <xsd:enumeration value="USP - GSP - Procédure d'approbation"/>
                        <xsd:enumeration value="USP - GSP - Qualité des données"/>
                        <xsd:enumeration value="Valorisation (hors PT) - Dettes financières"/>
                        <xsd:enumeration value="Valorisation (hors PT) - Impôts différés"/>
                        <xsd:enumeration value="Valorisation (hors PT) - Passifs contingents et garanties"/>
                        <xsd:enumeration value="Valorisation (hors PT) - Passifs sociaux"/>
                      </xsd:restriction>
                    </xsd:simpleType>
                  </xsd:union>
                </xsd:simpleType>
              </xsd:element>
            </xsd:sequence>
          </xsd:extension>
        </xsd:complexContent>
      </xsd:complexType>
    </xsd:element>
    <xsd:element name="Etat" ma:index="15" nillable="true" ma:displayName="Etat" ma:format="Dropdown" ma:internalName="Etat">
      <xsd:simpleType>
        <xsd:restriction base="dms:Choice">
          <xsd:enumeration value="-"/>
          <xsd:enumeration value="Draft"/>
          <xsd:enumeration value="A valider par Copil"/>
          <xsd:enumeration value="A valider par CoTech"/>
          <xsd:enumeration value="A valider par comité de relecture"/>
          <xsd:enumeration value="Validé par Copil"/>
          <xsd:enumeration value="Validé par CoTech"/>
          <xsd:enumeration value="Validé par comité de relecture"/>
          <xsd:enumeration value="Validé"/>
        </xsd:restriction>
      </xsd:simpleType>
    </xsd:element>
    <xsd:element name="Date_x0020_de_x0020_r_x00e9_f_x00e9_rence" ma:index="16" nillable="true" ma:displayName="Date de référence" ma:format="DateOnly" ma:internalName="Date_x0020_de_x0020_r_x00e9_f_x00e9_rence">
      <xsd:simpleType>
        <xsd:restriction base="dms:DateTime"/>
      </xsd:simpleType>
    </xsd:element>
    <xsd:element name="Technicit_x00e9_" ma:index="17" nillable="true" ma:displayName="Technicité" ma:format="Dropdown" ma:internalName="Technicit_x00e9_">
      <xsd:simpleType>
        <xsd:restriction base="dms:Choice">
          <xsd:enumeration value="-"/>
          <xsd:enumeration value="*"/>
          <xsd:enumeration value="**"/>
          <xsd:enumeration value="***"/>
        </xsd:restriction>
      </xsd:simpleType>
    </xsd:element>
    <xsd:element name="Commentaires" ma:index="18" nillable="true" ma:displayName="Commentaires" ma:internalName="Commentaires">
      <xsd:simpleType>
        <xsd:restriction base="dms:Note">
          <xsd:maxLength value="255"/>
        </xsd:restriction>
      </xsd:simpleType>
    </xsd:element>
    <xsd:element name="Audiences_x0020_cibl_x00e9_es" ma:index="19" nillable="true" ma:displayName="Audiences ciblées" ma:internalName="Audiences_x0020_cibl_x00e9_es"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68a271-a416-418c-a255-eac631f72fcf" elementFormDefault="qualified">
    <xsd:import namespace="http://schemas.microsoft.com/office/2006/documentManagement/types"/>
    <xsd:import namespace="http://schemas.microsoft.com/office/infopath/2007/PartnerControls"/>
    <xsd:element name="Chap_x00ee_tre" ma:index="20" nillable="true" ma:displayName="Chapître" ma:default="Exercices préparatoires 2014 et 2015" ma:format="Dropdown" ma:internalName="Chap_x00ee_tre">
      <xsd:simpleType>
        <xsd:restriction base="dms:Choice">
          <xsd:enumeration value="Exercices préparatoires 2014 et 2015"/>
          <xsd:enumeration value="Reporting S2"/>
          <xsd:enumeration value="ENS"/>
          <xsd:enumeration value="Préprogrammés"/>
          <xsd:enumeration value="Transposi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Type_x0020_de_x0020_document xmlns="9f2ae251-2773-4602-9b3a-2eb350973e6a">Document de travail</Type_x0020_de_x0020_document>
    <Technicit_x00e9_ xmlns="9f2ae251-2773-4602-9b3a-2eb350973e6a" xsi:nil="true"/>
    <Commentaires xmlns="9f2ae251-2773-4602-9b3a-2eb350973e6a" xsi:nil="true"/>
    <Projet_x002f_sous_x002d_projet_x0020_S2 xmlns="9f2ae251-2773-4602-9b3a-2eb350973e6a">
      <Value>Informatique et reporting</Value>
    </Projet_x002f_sous_x002d_projet_x0020_S2>
    <Date_x0020_de_x0020_r_x00e9_f_x00e9_rence xmlns="9f2ae251-2773-4602-9b3a-2eb350973e6a">2015-01-13T23:00:00+00:00</Date_x0020_de_x0020_r_x00e9_f_x00e9_rence>
    <Th_x00e8_me xmlns="9f2ae251-2773-4602-9b3a-2eb350973e6a">
      <Value>Reportings nationaux spécifiques</Value>
    </Th_x00e8_me>
    <Etat xmlns="9f2ae251-2773-4602-9b3a-2eb350973e6a">Draft</Etat>
    <Audiences_x0020_cibl_x00e9_es xmlns="9f2ae251-2773-4602-9b3a-2eb350973e6a" xsi:nil="true"/>
    <Chap_x00ee_tre xmlns="0c68a271-a416-418c-a255-eac631f72fcf">ENS</Chap_x00ee_tre>
    <Sous_x002d_th_x00e8_me xmlns="9f2ae251-2773-4602-9b3a-2eb350973e6a"/>
  </documentManagement>
</p:properties>
</file>

<file path=customXml/itemProps1.xml><?xml version="1.0" encoding="utf-8"?>
<ds:datastoreItem xmlns:ds="http://schemas.openxmlformats.org/officeDocument/2006/customXml" ds:itemID="{B523879B-7F03-420A-9D0F-D2906C117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3274-d1dd-4c2e-b16b-f16a238059ed"/>
    <ds:schemaRef ds:uri="9f2ae251-2773-4602-9b3a-2eb350973e6a"/>
    <ds:schemaRef ds:uri="0c68a271-a416-418c-a255-eac631f72f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23CD43-7506-44C6-93FB-DCC4B0618D36}">
  <ds:schemaRefs>
    <ds:schemaRef ds:uri="http://schemas.microsoft.com/sharepoint/events"/>
  </ds:schemaRefs>
</ds:datastoreItem>
</file>

<file path=customXml/itemProps3.xml><?xml version="1.0" encoding="utf-8"?>
<ds:datastoreItem xmlns:ds="http://schemas.openxmlformats.org/officeDocument/2006/customXml" ds:itemID="{3FDDD552-59C5-4270-B724-FB2CA00DE4F1}">
  <ds:schemaRefs>
    <ds:schemaRef ds:uri="http://schemas.microsoft.com/sharepoint/v3/contenttype/forms"/>
  </ds:schemaRefs>
</ds:datastoreItem>
</file>

<file path=customXml/itemProps4.xml><?xml version="1.0" encoding="utf-8"?>
<ds:datastoreItem xmlns:ds="http://schemas.openxmlformats.org/officeDocument/2006/customXml" ds:itemID="{DB34F915-05D2-466A-8013-69A0FB856C38}">
  <ds:schemaRefs>
    <ds:schemaRef ds:uri="http://schemas.openxmlformats.org/officeDocument/2006/bibliography"/>
  </ds:schemaRefs>
</ds:datastoreItem>
</file>

<file path=customXml/itemProps5.xml><?xml version="1.0" encoding="utf-8"?>
<ds:datastoreItem xmlns:ds="http://schemas.openxmlformats.org/officeDocument/2006/customXml" ds:itemID="{8EB7BF8D-496C-4E77-BE3E-625F16BAD24E}">
  <ds:schemaRefs>
    <ds:schemaRef ds:uri="http://schemas.microsoft.com/office/2006/metadata/properties"/>
    <ds:schemaRef ds:uri="http://schemas.microsoft.com/office/infopath/2007/PartnerControls"/>
    <ds:schemaRef ds:uri="9f2ae251-2773-4602-9b3a-2eb350973e6a"/>
    <ds:schemaRef ds:uri="0c68a271-a416-418c-a255-eac631f72fcf"/>
  </ds:schemaRefs>
</ds:datastoreItem>
</file>

<file path=docProps/app.xml><?xml version="1.0" encoding="utf-8"?>
<Properties xmlns="http://schemas.openxmlformats.org/officeDocument/2006/extended-properties" xmlns:vt="http://schemas.openxmlformats.org/officeDocument/2006/docPropsVTypes">
  <Template>Instruction (3).dotx</Template>
  <TotalTime>2</TotalTime>
  <Pages>5</Pages>
  <Words>887</Words>
  <Characters>4879</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Guide-methodologique PB incluant EC</vt:lpstr>
    </vt:vector>
  </TitlesOfParts>
  <Company>Banque de France</Company>
  <LinksUpToDate>false</LinksUpToDate>
  <CharactersWithSpaces>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Guide-methodologique PB incluant EC</dc:title>
  <dc:creator>Alice PERRIN</dc:creator>
  <cp:lastModifiedBy>DIAGNE Afissa-Elodie (SGACPR DAI)</cp:lastModifiedBy>
  <cp:revision>3</cp:revision>
  <cp:lastPrinted>2015-02-26T09:53:00Z</cp:lastPrinted>
  <dcterms:created xsi:type="dcterms:W3CDTF">2026-02-01T17:42:00Z</dcterms:created>
  <dcterms:modified xsi:type="dcterms:W3CDTF">2026-02-05T16:05:00Z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0x010100A39822D1FF55974F87F467A6CD7EAACB</vt:lpwstr>
  </property>
  <property fmtid="{D5CDD505-2E9C-101B-9397-08002B2CF9AE}" pid="3" name="MSIP_Label_c08f1332-2cfb-404a-934f-6a2bfd1bd80c_Enabled">
    <vt:lpwstr>true</vt:lpwstr>
  </property>
  <property fmtid="{D5CDD505-2E9C-101B-9397-08002B2CF9AE}" pid="4" name="MSIP_Label_c08f1332-2cfb-404a-934f-6a2bfd1bd80c_SetDate">
    <vt:lpwstr>2026-02-01T17:40:38Z</vt:lpwstr>
  </property>
  <property fmtid="{D5CDD505-2E9C-101B-9397-08002B2CF9AE}" pid="5" name="MSIP_Label_c08f1332-2cfb-404a-934f-6a2bfd1bd80c_Method">
    <vt:lpwstr>Privileged</vt:lpwstr>
  </property>
  <property fmtid="{D5CDD505-2E9C-101B-9397-08002B2CF9AE}" pid="6" name="MSIP_Label_c08f1332-2cfb-404a-934f-6a2bfd1bd80c_Name">
    <vt:lpwstr>BDF-PUBLIC-Sans-Marquage</vt:lpwstr>
  </property>
  <property fmtid="{D5CDD505-2E9C-101B-9397-08002B2CF9AE}" pid="7" name="MSIP_Label_c08f1332-2cfb-404a-934f-6a2bfd1bd80c_SiteId">
    <vt:lpwstr>e6599448-62a0-418e-8930-d00d8d5682c2</vt:lpwstr>
  </property>
  <property fmtid="{D5CDD505-2E9C-101B-9397-08002B2CF9AE}" pid="8" name="MSIP_Label_c08f1332-2cfb-404a-934f-6a2bfd1bd80c_ActionId">
    <vt:lpwstr>a0552d97-c71f-47c2-b868-b5acc6774bb6</vt:lpwstr>
  </property>
  <property fmtid="{D5CDD505-2E9C-101B-9397-08002B2CF9AE}" pid="9" name="MSIP_Label_c08f1332-2cfb-404a-934f-6a2bfd1bd80c_ContentBits">
    <vt:lpwstr>0</vt:lpwstr>
  </property>
  <property fmtid="{D5CDD505-2E9C-101B-9397-08002B2CF9AE}" pid="10" name="MSIP_Label_c08f1332-2cfb-404a-934f-6a2bfd1bd80c_Tag">
    <vt:lpwstr>10, 0, 1, 1</vt:lpwstr>
  </property>
</Properties>
</file>